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1E8" w:rsidRPr="00217C5A" w:rsidRDefault="00D631E8" w:rsidP="009D4C2F">
      <w:pPr>
        <w:rPr>
          <w:rFonts w:ascii="Times New Roman" w:hAnsi="Times New Roman" w:cs="Times New Roman"/>
          <w:sz w:val="28"/>
          <w:szCs w:val="28"/>
        </w:rPr>
      </w:pPr>
    </w:p>
    <w:p w:rsidR="00D631E8" w:rsidRPr="00217C5A" w:rsidRDefault="00D631E8" w:rsidP="009D4C2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33.1pt;width:153pt;height:45pt;z-index:251658240" filled="f" stroked="f">
            <v:textbox style="mso-next-textbox:#_x0000_s1026">
              <w:txbxContent>
                <w:p w:rsidR="00D631E8" w:rsidRDefault="00D631E8" w:rsidP="009D4C2F">
                  <w:pPr>
                    <w:rPr>
                      <w:rFonts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alt="herb_300" style="position:absolute;left:0;text-align:left;margin-left:3in;margin-top:-33.1pt;width:38.55pt;height:48.35pt;z-index:251659264;visibility:visible">
            <v:imagedata r:id="rId5" o:title=""/>
            <w10:wrap type="square"/>
          </v:shape>
        </w:pict>
      </w:r>
    </w:p>
    <w:p w:rsidR="00D631E8" w:rsidRPr="00217C5A" w:rsidRDefault="00D631E8" w:rsidP="009D4C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ТЕРРИТОРИАЛЬНАЯ </w:t>
      </w:r>
      <w:r w:rsidRPr="00217C5A">
        <w:rPr>
          <w:rFonts w:ascii="Times New Roman" w:hAnsi="Times New Roman" w:cs="Times New Roman"/>
          <w:b/>
          <w:bCs/>
          <w:sz w:val="28"/>
          <w:szCs w:val="28"/>
        </w:rPr>
        <w:t>ИЗБИРАТЕЛЬНАЯ КОМИССИЯ</w:t>
      </w:r>
      <w:r w:rsidRPr="00217C5A"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ГОРОДА ДАЛЬНЕРЕЧЕНСКА</w:t>
      </w:r>
    </w:p>
    <w:p w:rsidR="00D631E8" w:rsidRPr="00217C5A" w:rsidRDefault="00D631E8" w:rsidP="009D4C2F">
      <w:pPr>
        <w:jc w:val="center"/>
        <w:rPr>
          <w:rFonts w:ascii="Times New Roman" w:hAnsi="Times New Roman" w:cs="Times New Roman"/>
          <w:b/>
          <w:bCs/>
          <w:spacing w:val="60"/>
          <w:sz w:val="28"/>
          <w:szCs w:val="28"/>
        </w:rPr>
      </w:pPr>
      <w:r w:rsidRPr="00217C5A">
        <w:rPr>
          <w:rFonts w:ascii="Times New Roman" w:hAnsi="Times New Roman" w:cs="Times New Roman"/>
          <w:b/>
          <w:bCs/>
          <w:spacing w:val="60"/>
          <w:sz w:val="28"/>
          <w:szCs w:val="28"/>
        </w:rPr>
        <w:t>РЕШЕНИЕ</w:t>
      </w:r>
      <w:r w:rsidRPr="00217C5A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-106" w:type="dxa"/>
        <w:tblLayout w:type="fixed"/>
        <w:tblLook w:val="00A0"/>
      </w:tblPr>
      <w:tblGrid>
        <w:gridCol w:w="3107"/>
        <w:gridCol w:w="3107"/>
        <w:gridCol w:w="3107"/>
      </w:tblGrid>
      <w:tr w:rsidR="00D631E8" w:rsidRPr="00B0014D">
        <w:tc>
          <w:tcPr>
            <w:tcW w:w="3107" w:type="dxa"/>
          </w:tcPr>
          <w:p w:rsidR="00D631E8" w:rsidRPr="00B0014D" w:rsidRDefault="00D631E8" w:rsidP="00BE1E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0014D">
              <w:rPr>
                <w:rFonts w:ascii="Times New Roman" w:hAnsi="Times New Roman" w:cs="Times New Roman"/>
                <w:sz w:val="26"/>
                <w:szCs w:val="26"/>
              </w:rPr>
              <w:t>«08» сентября 2016г.</w:t>
            </w:r>
          </w:p>
        </w:tc>
        <w:tc>
          <w:tcPr>
            <w:tcW w:w="3107" w:type="dxa"/>
          </w:tcPr>
          <w:p w:rsidR="00D631E8" w:rsidRPr="00B0014D" w:rsidRDefault="00D631E8" w:rsidP="009D09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014D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</w:p>
        </w:tc>
        <w:tc>
          <w:tcPr>
            <w:tcW w:w="3107" w:type="dxa"/>
          </w:tcPr>
          <w:p w:rsidR="00D631E8" w:rsidRPr="00B0014D" w:rsidRDefault="00D631E8" w:rsidP="00BE1E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014D">
              <w:rPr>
                <w:rFonts w:ascii="Times New Roman" w:hAnsi="Times New Roman" w:cs="Times New Roman"/>
                <w:sz w:val="26"/>
                <w:szCs w:val="26"/>
              </w:rPr>
              <w:t xml:space="preserve">№  </w:t>
            </w:r>
            <w:r w:rsidRPr="00B0014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59</w:t>
            </w:r>
          </w:p>
        </w:tc>
      </w:tr>
    </w:tbl>
    <w:p w:rsidR="00D631E8" w:rsidRPr="002A094D" w:rsidRDefault="00D631E8" w:rsidP="009D4C2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A094D">
        <w:rPr>
          <w:rFonts w:ascii="Times New Roman" w:hAnsi="Times New Roman" w:cs="Times New Roman"/>
          <w:b/>
          <w:bCs/>
          <w:sz w:val="26"/>
          <w:szCs w:val="26"/>
        </w:rPr>
        <w:t>г. Дальнереченск</w:t>
      </w:r>
    </w:p>
    <w:tbl>
      <w:tblPr>
        <w:tblW w:w="0" w:type="auto"/>
        <w:tblInd w:w="-106" w:type="dxa"/>
        <w:tblLook w:val="00A0"/>
      </w:tblPr>
      <w:tblGrid>
        <w:gridCol w:w="5495"/>
        <w:gridCol w:w="4076"/>
      </w:tblGrid>
      <w:tr w:rsidR="00D631E8" w:rsidRPr="00B0014D">
        <w:tc>
          <w:tcPr>
            <w:tcW w:w="5495" w:type="dxa"/>
          </w:tcPr>
          <w:p w:rsidR="00D631E8" w:rsidRPr="00B0014D" w:rsidRDefault="00D631E8" w:rsidP="00B001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0014D">
              <w:rPr>
                <w:rFonts w:ascii="Times New Roman" w:hAnsi="Times New Roman" w:cs="Times New Roman"/>
                <w:sz w:val="26"/>
                <w:szCs w:val="26"/>
              </w:rPr>
              <w:t>Об определении участковой избирательной комиссии № 1107 для организации на территории Дальнереченского городского округа  голосования избирателей, не имеющих регистрации по месту жительства в пределах Российской Федерации, при проведении выборов депутатов Государственной Думы Федерального Собрания Российской Федерации седьмого созыва</w:t>
            </w:r>
          </w:p>
          <w:p w:rsidR="00D631E8" w:rsidRPr="00B0014D" w:rsidRDefault="00D631E8" w:rsidP="00B0014D">
            <w:pPr>
              <w:suppressAutoHyphens/>
              <w:spacing w:after="0" w:line="360" w:lineRule="auto"/>
              <w:rPr>
                <w:rFonts w:cs="Times New Roman"/>
                <w:sz w:val="26"/>
                <w:szCs w:val="26"/>
              </w:rPr>
            </w:pPr>
          </w:p>
          <w:p w:rsidR="00D631E8" w:rsidRPr="00B0014D" w:rsidRDefault="00D631E8" w:rsidP="00B001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6" w:type="dxa"/>
          </w:tcPr>
          <w:p w:rsidR="00D631E8" w:rsidRPr="00B0014D" w:rsidRDefault="00D631E8" w:rsidP="00B00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631E8" w:rsidRPr="002A094D" w:rsidRDefault="00D631E8" w:rsidP="008F5634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A094D">
        <w:rPr>
          <w:rFonts w:ascii="Times New Roman" w:hAnsi="Times New Roman" w:cs="Times New Roman"/>
          <w:sz w:val="26"/>
          <w:szCs w:val="26"/>
        </w:rPr>
        <w:t xml:space="preserve">В соответствии со статьей 32 Конституции Российской Федерации, частью 6 статьи 17 Федерального закона «О выборах депутатов Государственной Думы Федерального Собрания Российской Федерации», решением избирательной комиссии Приморского края № </w:t>
      </w:r>
      <w:r w:rsidRPr="002A094D">
        <w:rPr>
          <w:rFonts w:ascii="Times New Roman CYR" w:hAnsi="Times New Roman CYR" w:cs="Times New Roman CYR"/>
          <w:sz w:val="26"/>
          <w:szCs w:val="26"/>
        </w:rPr>
        <w:t xml:space="preserve">2921/373 от </w:t>
      </w:r>
      <w:r w:rsidRPr="002A094D">
        <w:rPr>
          <w:rFonts w:ascii="Times New Roman" w:hAnsi="Times New Roman" w:cs="Times New Roman"/>
          <w:sz w:val="26"/>
          <w:szCs w:val="26"/>
        </w:rPr>
        <w:t>05.09.2016г.,   Территориальная избирательная комиссия города Дальнереченска</w:t>
      </w:r>
    </w:p>
    <w:p w:rsidR="00D631E8" w:rsidRPr="002A094D" w:rsidRDefault="00D631E8" w:rsidP="009D4C2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A094D">
        <w:rPr>
          <w:rFonts w:ascii="Times New Roman" w:hAnsi="Times New Roman" w:cs="Times New Roman"/>
          <w:sz w:val="26"/>
          <w:szCs w:val="26"/>
        </w:rPr>
        <w:t xml:space="preserve">РЕШИЛА: </w:t>
      </w:r>
    </w:p>
    <w:p w:rsidR="00D631E8" w:rsidRPr="002A094D" w:rsidRDefault="00D631E8" w:rsidP="006606B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A094D">
        <w:rPr>
          <w:rFonts w:ascii="Times New Roman" w:hAnsi="Times New Roman" w:cs="Times New Roman"/>
          <w:sz w:val="26"/>
          <w:szCs w:val="26"/>
        </w:rPr>
        <w:t>В целях обеспечения на территории Дальнереченского городского округа условий для реализации активного избирательного права граждан, не имеющих регистрации по месту жительства в пределах Российской Федерации, определить избирательный участок № 1107, председатель УИК №1107 – Гаврилова Светлана Викторовна, адрес: г. Дальнереченск, ул. Личенко, д. 57 (здание МБОУ ДОД ДЮСШ) для голосования указанной категории избирателей.</w:t>
      </w:r>
    </w:p>
    <w:p w:rsidR="00D631E8" w:rsidRDefault="00D631E8" w:rsidP="002A094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A094D">
        <w:rPr>
          <w:rFonts w:ascii="Times New Roman" w:hAnsi="Times New Roman" w:cs="Times New Roman"/>
          <w:sz w:val="26"/>
          <w:szCs w:val="26"/>
        </w:rPr>
        <w:t xml:space="preserve"> Для предотвращения неоднократного голосования граждан, не имеющих регистрации по месту жительства в пределах Российской Федерации, необходимо немедленное оповещение председателем УИК № 1107 Гавриловой С.В. в территориальную избирательную комиссию г.Дальнереченска данных гражданина, указанной категории граждан, для оповещения избирательной комиссии Приморского края и ведения специального реестра избирателей, не имеющих регистрации по месту жительства в пределах Российской Федерации и включенных в список избирателей на УИК №1107, согласно утвержденной форме (приложения № 1).    </w:t>
      </w:r>
    </w:p>
    <w:p w:rsidR="00D631E8" w:rsidRPr="002A094D" w:rsidRDefault="00D631E8" w:rsidP="002A094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Направить настоящее решение в участковую избирательную комиссию №1107, Гавриловой С.В.</w:t>
      </w:r>
      <w:r w:rsidRPr="002A094D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</w:p>
    <w:p w:rsidR="00D631E8" w:rsidRPr="002A094D" w:rsidRDefault="00D631E8" w:rsidP="00EC612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09" w:hanging="425"/>
        <w:jc w:val="both"/>
        <w:rPr>
          <w:rFonts w:ascii="Times New Roman" w:hAnsi="Times New Roman" w:cs="Times New Roman"/>
          <w:sz w:val="26"/>
          <w:szCs w:val="26"/>
        </w:rPr>
      </w:pPr>
      <w:r w:rsidRPr="002A094D">
        <w:rPr>
          <w:rFonts w:ascii="Times New Roman" w:hAnsi="Times New Roman" w:cs="Times New Roman"/>
          <w:sz w:val="26"/>
          <w:szCs w:val="26"/>
        </w:rPr>
        <w:t> Опубликовать настоящее решение в газете «Дальнеречье».</w:t>
      </w:r>
    </w:p>
    <w:p w:rsidR="00D631E8" w:rsidRPr="002A094D" w:rsidRDefault="00D631E8" w:rsidP="00EC612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09" w:hanging="425"/>
        <w:jc w:val="both"/>
        <w:rPr>
          <w:rFonts w:ascii="Times New Roman" w:hAnsi="Times New Roman" w:cs="Times New Roman"/>
          <w:sz w:val="26"/>
          <w:szCs w:val="26"/>
        </w:rPr>
      </w:pPr>
      <w:r w:rsidRPr="002A094D">
        <w:rPr>
          <w:rFonts w:ascii="Times New Roman" w:hAnsi="Times New Roman" w:cs="Times New Roman"/>
          <w:sz w:val="26"/>
          <w:szCs w:val="26"/>
        </w:rPr>
        <w:t>Разместить настоящее решение в сети «Интернет», на сайтах избирательной комиссии Приморского края, Дальнереченского городского округа, в разделе ТИК г.Дальнереченска.</w:t>
      </w:r>
    </w:p>
    <w:p w:rsidR="00D631E8" w:rsidRPr="002A094D" w:rsidRDefault="00D631E8" w:rsidP="00A0104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31E8" w:rsidRPr="002A094D" w:rsidRDefault="00D631E8" w:rsidP="00A01048">
      <w:pPr>
        <w:spacing w:line="360" w:lineRule="auto"/>
        <w:ind w:left="708"/>
        <w:rPr>
          <w:rFonts w:ascii="Times New Roman" w:hAnsi="Times New Roman" w:cs="Times New Roman"/>
          <w:sz w:val="26"/>
          <w:szCs w:val="26"/>
        </w:rPr>
      </w:pPr>
      <w:r w:rsidRPr="002A094D">
        <w:rPr>
          <w:rFonts w:ascii="Times New Roman" w:hAnsi="Times New Roman" w:cs="Times New Roman"/>
          <w:sz w:val="26"/>
          <w:szCs w:val="26"/>
        </w:rPr>
        <w:t>Председатель  комиссии                                                        В.А. Петров</w:t>
      </w:r>
    </w:p>
    <w:p w:rsidR="00D631E8" w:rsidRDefault="00D631E8" w:rsidP="00A01048">
      <w:pPr>
        <w:spacing w:line="360" w:lineRule="auto"/>
        <w:ind w:left="708"/>
        <w:rPr>
          <w:rFonts w:ascii="Times New Roman" w:hAnsi="Times New Roman" w:cs="Times New Roman"/>
          <w:sz w:val="26"/>
          <w:szCs w:val="26"/>
        </w:rPr>
      </w:pPr>
      <w:r w:rsidRPr="002A094D">
        <w:rPr>
          <w:rFonts w:ascii="Times New Roman" w:hAnsi="Times New Roman" w:cs="Times New Roman"/>
          <w:sz w:val="26"/>
          <w:szCs w:val="26"/>
        </w:rPr>
        <w:t>Секретарь комиссии                                                               С.Н. Газдик</w:t>
      </w:r>
    </w:p>
    <w:p w:rsidR="00D631E8" w:rsidRDefault="00D631E8" w:rsidP="00A01048">
      <w:pPr>
        <w:spacing w:line="360" w:lineRule="auto"/>
        <w:ind w:left="708"/>
        <w:rPr>
          <w:rFonts w:ascii="Times New Roman" w:hAnsi="Times New Roman" w:cs="Times New Roman"/>
          <w:sz w:val="26"/>
          <w:szCs w:val="26"/>
        </w:rPr>
      </w:pPr>
    </w:p>
    <w:p w:rsidR="00D631E8" w:rsidRDefault="00D631E8" w:rsidP="00A01048">
      <w:pPr>
        <w:spacing w:line="360" w:lineRule="auto"/>
        <w:ind w:left="708"/>
        <w:rPr>
          <w:rFonts w:ascii="Times New Roman" w:hAnsi="Times New Roman" w:cs="Times New Roman"/>
          <w:sz w:val="26"/>
          <w:szCs w:val="26"/>
        </w:rPr>
      </w:pPr>
    </w:p>
    <w:p w:rsidR="00D631E8" w:rsidRDefault="00D631E8" w:rsidP="00A01048">
      <w:pPr>
        <w:spacing w:line="360" w:lineRule="auto"/>
        <w:ind w:left="708"/>
        <w:rPr>
          <w:rFonts w:ascii="Times New Roman" w:hAnsi="Times New Roman" w:cs="Times New Roman"/>
          <w:sz w:val="26"/>
          <w:szCs w:val="26"/>
        </w:rPr>
      </w:pPr>
    </w:p>
    <w:p w:rsidR="00D631E8" w:rsidRDefault="00D631E8" w:rsidP="00A01048">
      <w:pPr>
        <w:spacing w:line="360" w:lineRule="auto"/>
        <w:ind w:left="708"/>
        <w:rPr>
          <w:rFonts w:ascii="Times New Roman" w:hAnsi="Times New Roman" w:cs="Times New Roman"/>
          <w:sz w:val="26"/>
          <w:szCs w:val="26"/>
        </w:rPr>
      </w:pPr>
    </w:p>
    <w:p w:rsidR="00D631E8" w:rsidRDefault="00D631E8" w:rsidP="00A01048">
      <w:pPr>
        <w:spacing w:line="360" w:lineRule="auto"/>
        <w:ind w:left="708"/>
        <w:rPr>
          <w:rFonts w:ascii="Times New Roman" w:hAnsi="Times New Roman" w:cs="Times New Roman"/>
          <w:sz w:val="26"/>
          <w:szCs w:val="26"/>
        </w:rPr>
      </w:pPr>
    </w:p>
    <w:p w:rsidR="00D631E8" w:rsidRDefault="00D631E8" w:rsidP="00A01048">
      <w:pPr>
        <w:spacing w:line="360" w:lineRule="auto"/>
        <w:ind w:left="708"/>
        <w:rPr>
          <w:rFonts w:ascii="Times New Roman" w:hAnsi="Times New Roman" w:cs="Times New Roman"/>
          <w:sz w:val="26"/>
          <w:szCs w:val="26"/>
        </w:rPr>
      </w:pPr>
    </w:p>
    <w:p w:rsidR="00D631E8" w:rsidRDefault="00D631E8" w:rsidP="00A01048">
      <w:pPr>
        <w:spacing w:line="360" w:lineRule="auto"/>
        <w:ind w:left="708"/>
        <w:rPr>
          <w:rFonts w:ascii="Times New Roman" w:hAnsi="Times New Roman" w:cs="Times New Roman"/>
          <w:sz w:val="26"/>
          <w:szCs w:val="26"/>
        </w:rPr>
      </w:pPr>
    </w:p>
    <w:p w:rsidR="00D631E8" w:rsidRDefault="00D631E8" w:rsidP="00A01048">
      <w:pPr>
        <w:spacing w:line="360" w:lineRule="auto"/>
        <w:ind w:left="708"/>
        <w:rPr>
          <w:rFonts w:ascii="Times New Roman" w:hAnsi="Times New Roman" w:cs="Times New Roman"/>
          <w:sz w:val="26"/>
          <w:szCs w:val="26"/>
        </w:rPr>
      </w:pPr>
    </w:p>
    <w:p w:rsidR="00D631E8" w:rsidRDefault="00D631E8" w:rsidP="00A01048">
      <w:pPr>
        <w:spacing w:line="360" w:lineRule="auto"/>
        <w:ind w:left="708"/>
        <w:rPr>
          <w:rFonts w:ascii="Times New Roman" w:hAnsi="Times New Roman" w:cs="Times New Roman"/>
          <w:sz w:val="26"/>
          <w:szCs w:val="26"/>
        </w:rPr>
      </w:pPr>
    </w:p>
    <w:p w:rsidR="00D631E8" w:rsidRDefault="00D631E8" w:rsidP="00A01048">
      <w:pPr>
        <w:spacing w:line="360" w:lineRule="auto"/>
        <w:ind w:left="708"/>
        <w:rPr>
          <w:rFonts w:ascii="Times New Roman" w:hAnsi="Times New Roman" w:cs="Times New Roman"/>
          <w:sz w:val="26"/>
          <w:szCs w:val="26"/>
        </w:rPr>
      </w:pPr>
    </w:p>
    <w:p w:rsidR="00D631E8" w:rsidRDefault="00D631E8" w:rsidP="00A01048">
      <w:pPr>
        <w:spacing w:line="360" w:lineRule="auto"/>
        <w:ind w:left="708"/>
        <w:rPr>
          <w:rFonts w:ascii="Times New Roman" w:hAnsi="Times New Roman" w:cs="Times New Roman"/>
          <w:sz w:val="26"/>
          <w:szCs w:val="26"/>
        </w:rPr>
      </w:pPr>
    </w:p>
    <w:p w:rsidR="00D631E8" w:rsidRDefault="00D631E8" w:rsidP="00A01048">
      <w:pPr>
        <w:spacing w:line="360" w:lineRule="auto"/>
        <w:ind w:left="708"/>
        <w:rPr>
          <w:rFonts w:ascii="Times New Roman" w:hAnsi="Times New Roman" w:cs="Times New Roman"/>
          <w:sz w:val="26"/>
          <w:szCs w:val="26"/>
        </w:rPr>
      </w:pPr>
    </w:p>
    <w:p w:rsidR="00D631E8" w:rsidRDefault="00D631E8" w:rsidP="00A01048">
      <w:pPr>
        <w:spacing w:line="360" w:lineRule="auto"/>
        <w:ind w:left="708"/>
        <w:rPr>
          <w:rFonts w:ascii="Times New Roman" w:hAnsi="Times New Roman" w:cs="Times New Roman"/>
          <w:sz w:val="26"/>
          <w:szCs w:val="26"/>
        </w:rPr>
      </w:pPr>
    </w:p>
    <w:p w:rsidR="00D631E8" w:rsidRPr="002A094D" w:rsidRDefault="00D631E8" w:rsidP="00B76575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sectPr w:rsidR="00D631E8" w:rsidRPr="002A094D" w:rsidSect="002A0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756FE"/>
    <w:multiLevelType w:val="hybridMultilevel"/>
    <w:tmpl w:val="0B2CFD8A"/>
    <w:lvl w:ilvl="0" w:tplc="318C45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CA288F"/>
    <w:multiLevelType w:val="hybridMultilevel"/>
    <w:tmpl w:val="5A50044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4C2F"/>
    <w:rsid w:val="001103B1"/>
    <w:rsid w:val="00114B5E"/>
    <w:rsid w:val="00166910"/>
    <w:rsid w:val="00217C5A"/>
    <w:rsid w:val="002A094D"/>
    <w:rsid w:val="002B3814"/>
    <w:rsid w:val="00361322"/>
    <w:rsid w:val="003720FD"/>
    <w:rsid w:val="0053037E"/>
    <w:rsid w:val="00563D78"/>
    <w:rsid w:val="005B6383"/>
    <w:rsid w:val="006374D2"/>
    <w:rsid w:val="006606B1"/>
    <w:rsid w:val="00776EA1"/>
    <w:rsid w:val="007D1F01"/>
    <w:rsid w:val="008F5634"/>
    <w:rsid w:val="009C520A"/>
    <w:rsid w:val="009D092E"/>
    <w:rsid w:val="009D4C2F"/>
    <w:rsid w:val="00A01048"/>
    <w:rsid w:val="00AA227C"/>
    <w:rsid w:val="00B0014D"/>
    <w:rsid w:val="00B76575"/>
    <w:rsid w:val="00B8621E"/>
    <w:rsid w:val="00BC2334"/>
    <w:rsid w:val="00BE1ECB"/>
    <w:rsid w:val="00C05C48"/>
    <w:rsid w:val="00C37008"/>
    <w:rsid w:val="00CE3D7C"/>
    <w:rsid w:val="00D4313A"/>
    <w:rsid w:val="00D631E8"/>
    <w:rsid w:val="00D75823"/>
    <w:rsid w:val="00D77F80"/>
    <w:rsid w:val="00DD3462"/>
    <w:rsid w:val="00E96E64"/>
    <w:rsid w:val="00EC612F"/>
    <w:rsid w:val="00F36D34"/>
    <w:rsid w:val="00F54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C2F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D4C2F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D4C2F"/>
    <w:pPr>
      <w:ind w:left="720"/>
    </w:pPr>
  </w:style>
  <w:style w:type="paragraph" w:customStyle="1" w:styleId="-14">
    <w:name w:val="Т-14"/>
    <w:aliases w:val="5,текст14,Текст14-1,Текст 14-1,Т-1,Стиль12-1"/>
    <w:basedOn w:val="Normal"/>
    <w:uiPriority w:val="99"/>
    <w:rsid w:val="00AA227C"/>
    <w:pPr>
      <w:spacing w:after="0" w:line="360" w:lineRule="auto"/>
      <w:ind w:firstLine="720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353</Words>
  <Characters>2014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5</cp:revision>
  <cp:lastPrinted>2016-09-09T02:37:00Z</cp:lastPrinted>
  <dcterms:created xsi:type="dcterms:W3CDTF">2016-09-09T01:51:00Z</dcterms:created>
  <dcterms:modified xsi:type="dcterms:W3CDTF">2016-09-09T03:17:00Z</dcterms:modified>
</cp:coreProperties>
</file>