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4961" w:type="dxa"/>
        <w:tblInd w:w="9180" w:type="dxa"/>
        <w:tblLook w:val="00A0"/>
      </w:tblPr>
      <w:tblGrid>
        <w:gridCol w:w="4961"/>
      </w:tblGrid>
      <w:tr w:rsidR="00E0520A" w:rsidRPr="00B97706" w:rsidTr="00B97706">
        <w:tc>
          <w:tcPr>
            <w:tcW w:w="4961" w:type="dxa"/>
          </w:tcPr>
          <w:p w:rsidR="00E0520A" w:rsidRPr="00B97706" w:rsidRDefault="00E0520A" w:rsidP="00B97706">
            <w:pPr>
              <w:tabs>
                <w:tab w:val="left" w:pos="673"/>
                <w:tab w:val="left" w:pos="8213"/>
                <w:tab w:val="left" w:pos="9033"/>
                <w:tab w:val="left" w:pos="9873"/>
                <w:tab w:val="left" w:pos="10693"/>
                <w:tab w:val="left" w:pos="11533"/>
                <w:tab w:val="left" w:pos="12353"/>
              </w:tabs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B97706">
              <w:rPr>
                <w:color w:val="000000"/>
                <w:szCs w:val="28"/>
                <w:lang w:eastAsia="ru-RU"/>
              </w:rPr>
              <w:t>Приложение № 3</w:t>
            </w:r>
          </w:p>
          <w:p w:rsidR="00E0520A" w:rsidRPr="00B97706" w:rsidRDefault="00E0520A" w:rsidP="00B97706">
            <w:pPr>
              <w:autoSpaceDE w:val="0"/>
              <w:autoSpaceDN w:val="0"/>
              <w:adjustRightInd w:val="0"/>
              <w:spacing w:line="240" w:lineRule="auto"/>
              <w:ind w:left="34" w:firstLine="0"/>
              <w:jc w:val="left"/>
              <w:outlineLvl w:val="1"/>
              <w:rPr>
                <w:sz w:val="26"/>
                <w:szCs w:val="26"/>
              </w:rPr>
            </w:pPr>
            <w:bookmarkStart w:id="0" w:name="_GoBack"/>
            <w:bookmarkEnd w:id="0"/>
            <w:r w:rsidRPr="00B97706">
              <w:rPr>
                <w:sz w:val="26"/>
                <w:szCs w:val="26"/>
              </w:rPr>
              <w:t xml:space="preserve">к муниципальной программе </w:t>
            </w:r>
          </w:p>
          <w:p w:rsidR="00E0520A" w:rsidRPr="00B97706" w:rsidRDefault="00E0520A" w:rsidP="00B97706">
            <w:pPr>
              <w:autoSpaceDE w:val="0"/>
              <w:autoSpaceDN w:val="0"/>
              <w:adjustRightInd w:val="0"/>
              <w:spacing w:line="240" w:lineRule="auto"/>
              <w:ind w:left="34" w:firstLine="0"/>
              <w:jc w:val="left"/>
              <w:outlineLvl w:val="1"/>
              <w:rPr>
                <w:sz w:val="26"/>
                <w:szCs w:val="26"/>
              </w:rPr>
            </w:pPr>
            <w:r w:rsidRPr="00B97706">
              <w:rPr>
                <w:sz w:val="26"/>
                <w:szCs w:val="26"/>
              </w:rPr>
              <w:t>«Развитие образования Дальнереченского городского округа»  на 2014-2016 годы,</w:t>
            </w:r>
          </w:p>
          <w:p w:rsidR="00E0520A" w:rsidRPr="00B97706" w:rsidRDefault="00E0520A" w:rsidP="00B97706">
            <w:pPr>
              <w:autoSpaceDE w:val="0"/>
              <w:autoSpaceDN w:val="0"/>
              <w:adjustRightInd w:val="0"/>
              <w:spacing w:line="240" w:lineRule="auto"/>
              <w:ind w:left="34" w:firstLine="0"/>
              <w:jc w:val="left"/>
              <w:outlineLvl w:val="1"/>
              <w:rPr>
                <w:sz w:val="26"/>
                <w:szCs w:val="26"/>
              </w:rPr>
            </w:pPr>
            <w:r w:rsidRPr="00B97706">
              <w:rPr>
                <w:sz w:val="26"/>
                <w:szCs w:val="26"/>
              </w:rPr>
              <w:t>утвержденной постановлением</w:t>
            </w:r>
          </w:p>
          <w:p w:rsidR="00E0520A" w:rsidRDefault="00E0520A" w:rsidP="00B97706">
            <w:pPr>
              <w:tabs>
                <w:tab w:val="left" w:pos="673"/>
                <w:tab w:val="left" w:pos="8213"/>
                <w:tab w:val="left" w:pos="9033"/>
                <w:tab w:val="left" w:pos="9873"/>
                <w:tab w:val="left" w:pos="10693"/>
                <w:tab w:val="left" w:pos="11533"/>
                <w:tab w:val="left" w:pos="12353"/>
              </w:tabs>
              <w:spacing w:line="240" w:lineRule="auto"/>
              <w:ind w:left="34" w:firstLine="0"/>
              <w:jc w:val="left"/>
              <w:rPr>
                <w:sz w:val="26"/>
                <w:szCs w:val="26"/>
              </w:rPr>
            </w:pPr>
            <w:r w:rsidRPr="00B97706">
              <w:rPr>
                <w:sz w:val="26"/>
                <w:szCs w:val="26"/>
              </w:rPr>
              <w:t xml:space="preserve">администрации  Дальнереченского городского округа </w:t>
            </w:r>
          </w:p>
          <w:p w:rsidR="00E0520A" w:rsidRPr="00B97706" w:rsidRDefault="00E0520A" w:rsidP="00B97706">
            <w:pPr>
              <w:tabs>
                <w:tab w:val="left" w:pos="673"/>
                <w:tab w:val="left" w:pos="8213"/>
                <w:tab w:val="left" w:pos="9033"/>
                <w:tab w:val="left" w:pos="9873"/>
                <w:tab w:val="left" w:pos="10693"/>
                <w:tab w:val="left" w:pos="11533"/>
                <w:tab w:val="left" w:pos="12353"/>
              </w:tabs>
              <w:spacing w:line="240" w:lineRule="auto"/>
              <w:ind w:left="34" w:firstLine="0"/>
              <w:jc w:val="left"/>
              <w:rPr>
                <w:color w:val="000000"/>
                <w:szCs w:val="28"/>
                <w:lang w:eastAsia="ru-RU"/>
              </w:rPr>
            </w:pPr>
            <w:r>
              <w:rPr>
                <w:bCs/>
                <w:sz w:val="26"/>
                <w:szCs w:val="26"/>
              </w:rPr>
              <w:t xml:space="preserve">от 15 октября 2013 г </w:t>
            </w:r>
            <w:r w:rsidRPr="00B97706">
              <w:rPr>
                <w:bCs/>
                <w:sz w:val="26"/>
                <w:szCs w:val="26"/>
              </w:rPr>
              <w:t xml:space="preserve">№ </w:t>
            </w:r>
            <w:r>
              <w:rPr>
                <w:bCs/>
                <w:sz w:val="26"/>
                <w:szCs w:val="26"/>
              </w:rPr>
              <w:t>1258</w:t>
            </w:r>
          </w:p>
        </w:tc>
      </w:tr>
    </w:tbl>
    <w:p w:rsidR="00E0520A" w:rsidRDefault="00E0520A" w:rsidP="00AD1884">
      <w:pPr>
        <w:spacing w:line="240" w:lineRule="auto"/>
        <w:ind w:firstLine="0"/>
        <w:jc w:val="center"/>
        <w:rPr>
          <w:b/>
          <w:color w:val="000000"/>
          <w:szCs w:val="28"/>
          <w:lang w:eastAsia="ru-RU"/>
        </w:rPr>
      </w:pPr>
    </w:p>
    <w:p w:rsidR="00E0520A" w:rsidRPr="006664B4" w:rsidRDefault="00E0520A" w:rsidP="00AD1884">
      <w:pPr>
        <w:spacing w:line="240" w:lineRule="auto"/>
        <w:ind w:firstLine="0"/>
        <w:jc w:val="center"/>
        <w:rPr>
          <w:bCs/>
          <w:color w:val="000000"/>
          <w:sz w:val="26"/>
          <w:szCs w:val="26"/>
          <w:lang w:eastAsia="ru-RU"/>
        </w:rPr>
      </w:pPr>
    </w:p>
    <w:p w:rsidR="00E0520A" w:rsidRPr="006664B4" w:rsidRDefault="00E0520A" w:rsidP="00AD1884">
      <w:pPr>
        <w:ind w:firstLine="0"/>
        <w:jc w:val="center"/>
        <w:rPr>
          <w:b/>
          <w:color w:val="000000"/>
          <w:sz w:val="26"/>
          <w:szCs w:val="26"/>
          <w:lang w:eastAsia="ru-RU"/>
        </w:rPr>
      </w:pPr>
      <w:r w:rsidRPr="006664B4">
        <w:rPr>
          <w:b/>
          <w:color w:val="000000"/>
          <w:sz w:val="26"/>
          <w:szCs w:val="26"/>
          <w:lang w:eastAsia="ru-RU"/>
        </w:rPr>
        <w:t>ПРОГНОЗ</w:t>
      </w:r>
    </w:p>
    <w:p w:rsidR="00E0520A" w:rsidRPr="006664B4" w:rsidRDefault="00E0520A" w:rsidP="00AD1884">
      <w:pPr>
        <w:spacing w:line="240" w:lineRule="auto"/>
        <w:ind w:left="93" w:firstLine="0"/>
        <w:jc w:val="center"/>
        <w:rPr>
          <w:b/>
          <w:color w:val="000000"/>
          <w:sz w:val="26"/>
          <w:szCs w:val="26"/>
          <w:lang w:eastAsia="ru-RU"/>
        </w:rPr>
      </w:pPr>
      <w:r w:rsidRPr="006664B4">
        <w:rPr>
          <w:b/>
          <w:color w:val="000000"/>
          <w:sz w:val="26"/>
          <w:szCs w:val="26"/>
          <w:lang w:eastAsia="ru-RU"/>
        </w:rPr>
        <w:t>сводных показателей муниципальных заданий</w:t>
      </w:r>
    </w:p>
    <w:p w:rsidR="00E0520A" w:rsidRPr="006664B4" w:rsidRDefault="00E0520A" w:rsidP="00AD1884">
      <w:pPr>
        <w:spacing w:line="240" w:lineRule="auto"/>
        <w:ind w:left="93" w:firstLine="0"/>
        <w:jc w:val="center"/>
        <w:rPr>
          <w:b/>
          <w:color w:val="000000"/>
          <w:sz w:val="26"/>
          <w:szCs w:val="26"/>
          <w:lang w:eastAsia="ru-RU"/>
        </w:rPr>
      </w:pPr>
      <w:r w:rsidRPr="006664B4">
        <w:rPr>
          <w:b/>
          <w:color w:val="000000"/>
          <w:sz w:val="26"/>
          <w:szCs w:val="26"/>
          <w:lang w:eastAsia="ru-RU"/>
        </w:rPr>
        <w:t>на оказание муниципальных услуг муниципальными бюджетными</w:t>
      </w:r>
    </w:p>
    <w:p w:rsidR="00E0520A" w:rsidRPr="006664B4" w:rsidRDefault="00E0520A" w:rsidP="00AD1884">
      <w:pPr>
        <w:spacing w:line="240" w:lineRule="auto"/>
        <w:ind w:left="93" w:firstLine="0"/>
        <w:jc w:val="center"/>
        <w:rPr>
          <w:b/>
          <w:color w:val="000000"/>
          <w:sz w:val="26"/>
          <w:szCs w:val="26"/>
          <w:lang w:eastAsia="ru-RU"/>
        </w:rPr>
      </w:pPr>
      <w:r w:rsidRPr="006664B4">
        <w:rPr>
          <w:b/>
          <w:color w:val="000000"/>
          <w:sz w:val="26"/>
          <w:szCs w:val="26"/>
          <w:lang w:eastAsia="ru-RU"/>
        </w:rPr>
        <w:t>учреждениями по муниципальной программе Дальнереченского городского округа</w:t>
      </w:r>
    </w:p>
    <w:p w:rsidR="00E0520A" w:rsidRPr="006664B4" w:rsidRDefault="00E0520A" w:rsidP="00AD1884">
      <w:pPr>
        <w:spacing w:line="240" w:lineRule="auto"/>
        <w:ind w:left="93" w:firstLine="0"/>
        <w:jc w:val="center"/>
        <w:rPr>
          <w:b/>
          <w:bCs/>
          <w:color w:val="000000"/>
          <w:sz w:val="26"/>
          <w:szCs w:val="26"/>
          <w:u w:val="single"/>
          <w:lang w:eastAsia="ru-RU"/>
        </w:rPr>
      </w:pPr>
      <w:r w:rsidRPr="006664B4">
        <w:rPr>
          <w:b/>
          <w:bCs/>
          <w:color w:val="000000"/>
          <w:sz w:val="26"/>
          <w:szCs w:val="26"/>
          <w:u w:val="single"/>
          <w:lang w:eastAsia="ru-RU"/>
        </w:rPr>
        <w:t xml:space="preserve">"Развитие образования </w:t>
      </w:r>
      <w:r w:rsidRPr="006664B4">
        <w:rPr>
          <w:b/>
          <w:color w:val="000000"/>
          <w:sz w:val="26"/>
          <w:szCs w:val="26"/>
          <w:u w:val="single"/>
          <w:lang w:eastAsia="ru-RU"/>
        </w:rPr>
        <w:t>Дальнереченского городского округа</w:t>
      </w:r>
      <w:r w:rsidRPr="006664B4">
        <w:rPr>
          <w:b/>
          <w:bCs/>
          <w:color w:val="000000"/>
          <w:sz w:val="26"/>
          <w:szCs w:val="26"/>
          <w:u w:val="single"/>
          <w:lang w:eastAsia="ru-RU"/>
        </w:rPr>
        <w:t xml:space="preserve"> " </w:t>
      </w:r>
      <w:r w:rsidRPr="00E4708B">
        <w:rPr>
          <w:b/>
          <w:color w:val="000000"/>
          <w:sz w:val="26"/>
          <w:szCs w:val="26"/>
          <w:u w:val="single"/>
          <w:lang w:eastAsia="ru-RU"/>
        </w:rPr>
        <w:t>на 2014-2016 годы</w:t>
      </w:r>
    </w:p>
    <w:p w:rsidR="00E0520A" w:rsidRPr="006664B4" w:rsidRDefault="00E0520A" w:rsidP="00AD1884">
      <w:pPr>
        <w:tabs>
          <w:tab w:val="left" w:pos="673"/>
          <w:tab w:val="left" w:pos="8213"/>
          <w:tab w:val="left" w:pos="9033"/>
          <w:tab w:val="left" w:pos="9873"/>
          <w:tab w:val="left" w:pos="10693"/>
          <w:tab w:val="left" w:pos="11533"/>
          <w:tab w:val="left" w:pos="12353"/>
          <w:tab w:val="left" w:pos="13413"/>
          <w:tab w:val="left" w:pos="14593"/>
          <w:tab w:val="left" w:pos="15713"/>
          <w:tab w:val="left" w:pos="16813"/>
        </w:tabs>
        <w:spacing w:line="240" w:lineRule="auto"/>
        <w:ind w:left="93" w:firstLine="0"/>
        <w:jc w:val="left"/>
        <w:rPr>
          <w:rFonts w:ascii="Arial Narrow" w:hAnsi="Arial Narrow" w:cs="Calibri"/>
          <w:color w:val="000000"/>
          <w:sz w:val="26"/>
          <w:szCs w:val="26"/>
          <w:lang w:eastAsia="ru-RU"/>
        </w:rPr>
      </w:pPr>
    </w:p>
    <w:tbl>
      <w:tblPr>
        <w:tblW w:w="14182" w:type="dxa"/>
        <w:tblInd w:w="93" w:type="dxa"/>
        <w:tblLayout w:type="fixed"/>
        <w:tblLook w:val="00A0"/>
      </w:tblPr>
      <w:tblGrid>
        <w:gridCol w:w="579"/>
        <w:gridCol w:w="4398"/>
        <w:gridCol w:w="1266"/>
        <w:gridCol w:w="1270"/>
        <w:gridCol w:w="1282"/>
        <w:gridCol w:w="1701"/>
        <w:gridCol w:w="1701"/>
        <w:gridCol w:w="1985"/>
      </w:tblGrid>
      <w:tr w:rsidR="00E0520A" w:rsidRPr="00B97706" w:rsidTr="00A7434A">
        <w:trPr>
          <w:trHeight w:val="630"/>
        </w:trPr>
        <w:tc>
          <w:tcPr>
            <w:tcW w:w="5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0520A" w:rsidRPr="006664B4" w:rsidRDefault="00E0520A" w:rsidP="00AD1884">
            <w:pPr>
              <w:spacing w:line="240" w:lineRule="auto"/>
              <w:ind w:firstLine="0"/>
              <w:jc w:val="center"/>
              <w:rPr>
                <w:bCs/>
                <w:color w:val="000000"/>
                <w:sz w:val="26"/>
                <w:szCs w:val="26"/>
                <w:lang w:eastAsia="ru-RU"/>
              </w:rPr>
            </w:pPr>
            <w:r w:rsidRPr="006664B4">
              <w:rPr>
                <w:bCs/>
                <w:color w:val="000000"/>
                <w:sz w:val="26"/>
                <w:szCs w:val="26"/>
                <w:lang w:eastAsia="ru-RU"/>
              </w:rPr>
              <w:t>№ п/п</w:t>
            </w:r>
          </w:p>
        </w:tc>
        <w:tc>
          <w:tcPr>
            <w:tcW w:w="43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0520A" w:rsidRPr="006664B4" w:rsidRDefault="00E0520A" w:rsidP="009003A0">
            <w:pPr>
              <w:spacing w:line="240" w:lineRule="auto"/>
              <w:ind w:firstLine="0"/>
              <w:jc w:val="center"/>
              <w:rPr>
                <w:bCs/>
                <w:color w:val="000000"/>
                <w:sz w:val="26"/>
                <w:szCs w:val="26"/>
                <w:lang w:eastAsia="ru-RU"/>
              </w:rPr>
            </w:pPr>
            <w:r w:rsidRPr="006664B4">
              <w:rPr>
                <w:bCs/>
                <w:color w:val="000000"/>
                <w:sz w:val="26"/>
                <w:szCs w:val="26"/>
                <w:lang w:eastAsia="ru-RU"/>
              </w:rPr>
              <w:t xml:space="preserve">   Наименование   муниципальной услуги, показателя объема услуги</w:t>
            </w:r>
          </w:p>
        </w:tc>
        <w:tc>
          <w:tcPr>
            <w:tcW w:w="38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0520A" w:rsidRPr="006664B4" w:rsidRDefault="00E0520A" w:rsidP="00A7434A">
            <w:pPr>
              <w:spacing w:line="240" w:lineRule="auto"/>
              <w:ind w:firstLine="0"/>
              <w:jc w:val="center"/>
              <w:rPr>
                <w:bCs/>
                <w:color w:val="000000"/>
                <w:sz w:val="26"/>
                <w:szCs w:val="26"/>
                <w:lang w:eastAsia="ru-RU"/>
              </w:rPr>
            </w:pPr>
            <w:r w:rsidRPr="006664B4">
              <w:rPr>
                <w:bCs/>
                <w:color w:val="000000"/>
                <w:sz w:val="26"/>
                <w:szCs w:val="26"/>
                <w:lang w:eastAsia="ru-RU"/>
              </w:rPr>
              <w:t>Значение показателя объем</w:t>
            </w:r>
            <w:r>
              <w:rPr>
                <w:bCs/>
                <w:color w:val="000000"/>
                <w:sz w:val="26"/>
                <w:szCs w:val="26"/>
                <w:lang w:eastAsia="ru-RU"/>
              </w:rPr>
              <w:t>а  муниципальной услуги (группа, комплект-класс</w:t>
            </w:r>
            <w:r w:rsidRPr="006664B4">
              <w:rPr>
                <w:bCs/>
                <w:color w:val="000000"/>
                <w:sz w:val="26"/>
                <w:szCs w:val="26"/>
                <w:lang w:eastAsia="ru-RU"/>
              </w:rPr>
              <w:t>)</w:t>
            </w:r>
          </w:p>
          <w:p w:rsidR="00E0520A" w:rsidRPr="006664B4" w:rsidRDefault="00E0520A" w:rsidP="00AD1884">
            <w:pPr>
              <w:spacing w:line="240" w:lineRule="auto"/>
              <w:ind w:firstLine="0"/>
              <w:jc w:val="center"/>
              <w:rPr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3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0520A" w:rsidRPr="006664B4" w:rsidRDefault="00E0520A" w:rsidP="00A7434A">
            <w:pPr>
              <w:spacing w:line="240" w:lineRule="auto"/>
              <w:ind w:firstLine="0"/>
              <w:jc w:val="center"/>
              <w:rPr>
                <w:b/>
                <w:color w:val="000000"/>
                <w:sz w:val="26"/>
                <w:szCs w:val="26"/>
                <w:lang w:eastAsia="ru-RU"/>
              </w:rPr>
            </w:pPr>
            <w:r>
              <w:rPr>
                <w:bCs/>
                <w:color w:val="000000"/>
                <w:sz w:val="26"/>
                <w:szCs w:val="26"/>
                <w:lang w:eastAsia="ru-RU"/>
              </w:rPr>
              <w:t>Расходы местного</w:t>
            </w:r>
            <w:r w:rsidRPr="006664B4">
              <w:rPr>
                <w:bCs/>
                <w:color w:val="000000"/>
                <w:sz w:val="26"/>
                <w:szCs w:val="26"/>
                <w:lang w:eastAsia="ru-RU"/>
              </w:rPr>
              <w:t xml:space="preserve"> бюджета на оказание муниципальной услуги, тыс. руб.</w:t>
            </w:r>
          </w:p>
          <w:p w:rsidR="00E0520A" w:rsidRPr="006664B4" w:rsidRDefault="00E0520A" w:rsidP="00AD1884">
            <w:pPr>
              <w:spacing w:line="240" w:lineRule="auto"/>
              <w:ind w:firstLine="0"/>
              <w:jc w:val="center"/>
              <w:rPr>
                <w:bCs/>
                <w:color w:val="000000"/>
                <w:sz w:val="26"/>
                <w:szCs w:val="26"/>
                <w:lang w:eastAsia="ru-RU"/>
              </w:rPr>
            </w:pPr>
          </w:p>
        </w:tc>
      </w:tr>
      <w:tr w:rsidR="00E0520A" w:rsidRPr="00B97706" w:rsidTr="00A7434A">
        <w:trPr>
          <w:trHeight w:val="315"/>
        </w:trPr>
        <w:tc>
          <w:tcPr>
            <w:tcW w:w="5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0520A" w:rsidRPr="006664B4" w:rsidRDefault="00E0520A" w:rsidP="00AD1884">
            <w:pPr>
              <w:spacing w:line="240" w:lineRule="auto"/>
              <w:ind w:firstLine="0"/>
              <w:jc w:val="left"/>
              <w:rPr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0520A" w:rsidRPr="006664B4" w:rsidRDefault="00E0520A" w:rsidP="00AD1884">
            <w:pPr>
              <w:spacing w:line="240" w:lineRule="auto"/>
              <w:ind w:firstLine="0"/>
              <w:jc w:val="left"/>
              <w:rPr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20A" w:rsidRPr="006664B4" w:rsidRDefault="00E0520A" w:rsidP="00AD1884">
            <w:pPr>
              <w:spacing w:line="240" w:lineRule="auto"/>
              <w:ind w:firstLine="0"/>
              <w:jc w:val="center"/>
              <w:rPr>
                <w:bCs/>
                <w:color w:val="000000"/>
                <w:sz w:val="26"/>
                <w:szCs w:val="26"/>
                <w:lang w:eastAsia="ru-RU"/>
              </w:rPr>
            </w:pPr>
            <w:r w:rsidRPr="006664B4">
              <w:rPr>
                <w:bCs/>
                <w:color w:val="000000"/>
                <w:sz w:val="26"/>
                <w:szCs w:val="26"/>
                <w:lang w:eastAsia="ru-RU"/>
              </w:rPr>
              <w:t>2014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20A" w:rsidRPr="006664B4" w:rsidRDefault="00E0520A" w:rsidP="00AD1884">
            <w:pPr>
              <w:spacing w:line="240" w:lineRule="auto"/>
              <w:ind w:firstLine="0"/>
              <w:jc w:val="center"/>
              <w:rPr>
                <w:bCs/>
                <w:color w:val="000000"/>
                <w:sz w:val="26"/>
                <w:szCs w:val="26"/>
                <w:lang w:eastAsia="ru-RU"/>
              </w:rPr>
            </w:pPr>
            <w:r w:rsidRPr="006664B4">
              <w:rPr>
                <w:bCs/>
                <w:color w:val="000000"/>
                <w:sz w:val="26"/>
                <w:szCs w:val="26"/>
                <w:lang w:eastAsia="ru-RU"/>
              </w:rPr>
              <w:t>2015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20A" w:rsidRPr="006664B4" w:rsidRDefault="00E0520A" w:rsidP="00AD1884">
            <w:pPr>
              <w:spacing w:line="240" w:lineRule="auto"/>
              <w:ind w:firstLine="0"/>
              <w:jc w:val="center"/>
              <w:rPr>
                <w:bCs/>
                <w:color w:val="000000"/>
                <w:sz w:val="26"/>
                <w:szCs w:val="26"/>
                <w:lang w:eastAsia="ru-RU"/>
              </w:rPr>
            </w:pPr>
            <w:r w:rsidRPr="006664B4">
              <w:rPr>
                <w:bCs/>
                <w:color w:val="000000"/>
                <w:sz w:val="26"/>
                <w:szCs w:val="26"/>
                <w:lang w:eastAsia="ru-RU"/>
              </w:rPr>
              <w:t>2016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20A" w:rsidRPr="006664B4" w:rsidRDefault="00E0520A" w:rsidP="00AD1884">
            <w:pPr>
              <w:spacing w:line="240" w:lineRule="auto"/>
              <w:ind w:firstLine="0"/>
              <w:jc w:val="center"/>
              <w:rPr>
                <w:bCs/>
                <w:color w:val="000000"/>
                <w:sz w:val="26"/>
                <w:szCs w:val="26"/>
                <w:lang w:eastAsia="ru-RU"/>
              </w:rPr>
            </w:pPr>
            <w:r w:rsidRPr="006664B4">
              <w:rPr>
                <w:bCs/>
                <w:color w:val="000000"/>
                <w:sz w:val="26"/>
                <w:szCs w:val="26"/>
                <w:lang w:eastAsia="ru-RU"/>
              </w:rPr>
              <w:t>2014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20A" w:rsidRPr="006664B4" w:rsidRDefault="00E0520A" w:rsidP="00AD1884">
            <w:pPr>
              <w:spacing w:line="240" w:lineRule="auto"/>
              <w:ind w:firstLine="0"/>
              <w:jc w:val="center"/>
              <w:rPr>
                <w:bCs/>
                <w:color w:val="000000"/>
                <w:sz w:val="26"/>
                <w:szCs w:val="26"/>
                <w:lang w:eastAsia="ru-RU"/>
              </w:rPr>
            </w:pPr>
            <w:r w:rsidRPr="006664B4">
              <w:rPr>
                <w:bCs/>
                <w:color w:val="000000"/>
                <w:sz w:val="26"/>
                <w:szCs w:val="26"/>
                <w:lang w:eastAsia="ru-RU"/>
              </w:rPr>
              <w:t>2015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20A" w:rsidRPr="006664B4" w:rsidRDefault="00E0520A" w:rsidP="00AD1884">
            <w:pPr>
              <w:spacing w:line="240" w:lineRule="auto"/>
              <w:ind w:firstLine="0"/>
              <w:jc w:val="center"/>
              <w:rPr>
                <w:bCs/>
                <w:color w:val="000000"/>
                <w:sz w:val="26"/>
                <w:szCs w:val="26"/>
                <w:lang w:eastAsia="ru-RU"/>
              </w:rPr>
            </w:pPr>
            <w:r w:rsidRPr="006664B4">
              <w:rPr>
                <w:bCs/>
                <w:color w:val="000000"/>
                <w:sz w:val="26"/>
                <w:szCs w:val="26"/>
                <w:lang w:eastAsia="ru-RU"/>
              </w:rPr>
              <w:t>2016</w:t>
            </w:r>
          </w:p>
        </w:tc>
      </w:tr>
      <w:tr w:rsidR="00E0520A" w:rsidRPr="00B97706" w:rsidTr="00A7434A">
        <w:trPr>
          <w:trHeight w:val="315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20A" w:rsidRPr="006664B4" w:rsidRDefault="00E0520A" w:rsidP="00AD1884">
            <w:pPr>
              <w:spacing w:line="240" w:lineRule="auto"/>
              <w:ind w:firstLine="0"/>
              <w:jc w:val="center"/>
              <w:rPr>
                <w:bCs/>
                <w:color w:val="000000"/>
                <w:sz w:val="26"/>
                <w:szCs w:val="26"/>
                <w:lang w:eastAsia="ru-RU"/>
              </w:rPr>
            </w:pPr>
            <w:r w:rsidRPr="006664B4">
              <w:rPr>
                <w:bCs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4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20A" w:rsidRPr="006664B4" w:rsidRDefault="00E0520A" w:rsidP="00AD1884">
            <w:pPr>
              <w:spacing w:line="240" w:lineRule="auto"/>
              <w:ind w:firstLine="0"/>
              <w:jc w:val="center"/>
              <w:rPr>
                <w:bCs/>
                <w:color w:val="000000"/>
                <w:sz w:val="26"/>
                <w:szCs w:val="26"/>
                <w:lang w:eastAsia="ru-RU"/>
              </w:rPr>
            </w:pPr>
            <w:r w:rsidRPr="006664B4">
              <w:rPr>
                <w:bCs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20A" w:rsidRPr="006664B4" w:rsidRDefault="00E0520A" w:rsidP="00AD1884">
            <w:pPr>
              <w:spacing w:line="240" w:lineRule="auto"/>
              <w:ind w:firstLine="0"/>
              <w:jc w:val="center"/>
              <w:rPr>
                <w:bCs/>
                <w:color w:val="000000"/>
                <w:sz w:val="26"/>
                <w:szCs w:val="26"/>
                <w:lang w:eastAsia="ru-RU"/>
              </w:rPr>
            </w:pPr>
            <w:r w:rsidRPr="006664B4">
              <w:rPr>
                <w:bCs/>
                <w:color w:val="000000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20A" w:rsidRPr="006664B4" w:rsidRDefault="00E0520A" w:rsidP="00AD1884">
            <w:pPr>
              <w:spacing w:line="240" w:lineRule="auto"/>
              <w:ind w:firstLine="0"/>
              <w:jc w:val="center"/>
              <w:rPr>
                <w:bCs/>
                <w:color w:val="000000"/>
                <w:sz w:val="26"/>
                <w:szCs w:val="26"/>
                <w:lang w:eastAsia="ru-RU"/>
              </w:rPr>
            </w:pPr>
            <w:r w:rsidRPr="006664B4">
              <w:rPr>
                <w:bCs/>
                <w:color w:val="000000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20A" w:rsidRPr="006664B4" w:rsidRDefault="00E0520A" w:rsidP="00AD1884">
            <w:pPr>
              <w:spacing w:line="240" w:lineRule="auto"/>
              <w:ind w:firstLine="0"/>
              <w:jc w:val="center"/>
              <w:rPr>
                <w:bCs/>
                <w:color w:val="000000"/>
                <w:sz w:val="26"/>
                <w:szCs w:val="26"/>
                <w:lang w:eastAsia="ru-RU"/>
              </w:rPr>
            </w:pPr>
            <w:r w:rsidRPr="006664B4">
              <w:rPr>
                <w:bCs/>
                <w:color w:val="000000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20A" w:rsidRPr="006664B4" w:rsidRDefault="00E0520A" w:rsidP="00AD1884">
            <w:pPr>
              <w:spacing w:line="240" w:lineRule="auto"/>
              <w:ind w:firstLine="0"/>
              <w:jc w:val="center"/>
              <w:rPr>
                <w:bCs/>
                <w:color w:val="000000"/>
                <w:sz w:val="26"/>
                <w:szCs w:val="26"/>
                <w:lang w:eastAsia="ru-RU"/>
              </w:rPr>
            </w:pPr>
            <w:r w:rsidRPr="006664B4">
              <w:rPr>
                <w:bCs/>
                <w:color w:val="000000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20A" w:rsidRPr="006664B4" w:rsidRDefault="00E0520A" w:rsidP="00AD1884">
            <w:pPr>
              <w:spacing w:line="240" w:lineRule="auto"/>
              <w:ind w:firstLine="0"/>
              <w:jc w:val="center"/>
              <w:rPr>
                <w:bCs/>
                <w:color w:val="000000"/>
                <w:sz w:val="26"/>
                <w:szCs w:val="26"/>
                <w:lang w:eastAsia="ru-RU"/>
              </w:rPr>
            </w:pPr>
            <w:r w:rsidRPr="006664B4">
              <w:rPr>
                <w:bCs/>
                <w:color w:val="000000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20A" w:rsidRPr="006664B4" w:rsidRDefault="00E0520A" w:rsidP="00AD1884">
            <w:pPr>
              <w:spacing w:line="240" w:lineRule="auto"/>
              <w:ind w:firstLine="0"/>
              <w:jc w:val="center"/>
              <w:rPr>
                <w:bCs/>
                <w:color w:val="000000"/>
                <w:sz w:val="26"/>
                <w:szCs w:val="26"/>
                <w:lang w:eastAsia="ru-RU"/>
              </w:rPr>
            </w:pPr>
            <w:r w:rsidRPr="006664B4">
              <w:rPr>
                <w:bCs/>
                <w:color w:val="000000"/>
                <w:sz w:val="26"/>
                <w:szCs w:val="26"/>
                <w:lang w:eastAsia="ru-RU"/>
              </w:rPr>
              <w:t>8</w:t>
            </w:r>
          </w:p>
        </w:tc>
      </w:tr>
      <w:tr w:rsidR="00E0520A" w:rsidRPr="00B97706" w:rsidTr="00313AB8">
        <w:trPr>
          <w:trHeight w:val="1200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20A" w:rsidRPr="00D74F25" w:rsidRDefault="00E0520A" w:rsidP="00AD1884">
            <w:pPr>
              <w:spacing w:line="240" w:lineRule="auto"/>
              <w:ind w:firstLine="0"/>
              <w:jc w:val="center"/>
              <w:rPr>
                <w:color w:val="000000"/>
                <w:sz w:val="26"/>
                <w:szCs w:val="26"/>
                <w:lang w:eastAsia="ru-RU"/>
              </w:rPr>
            </w:pPr>
            <w:r w:rsidRPr="00D74F25">
              <w:rPr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4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520A" w:rsidRPr="00B97706" w:rsidRDefault="00E0520A" w:rsidP="009F6F76">
            <w:pPr>
              <w:spacing w:line="240" w:lineRule="auto"/>
              <w:rPr>
                <w:sz w:val="26"/>
                <w:szCs w:val="26"/>
                <w:lang w:eastAsia="ru-RU"/>
              </w:rPr>
            </w:pPr>
            <w:r w:rsidRPr="00B97706">
              <w:rPr>
                <w:sz w:val="26"/>
                <w:szCs w:val="26"/>
                <w:lang w:eastAsia="ru-RU"/>
              </w:rPr>
              <w:t>Организация предоставления общедоступного дошкольного образования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20A" w:rsidRPr="00C75636" w:rsidRDefault="00E0520A" w:rsidP="00AD1884">
            <w:pPr>
              <w:spacing w:line="240" w:lineRule="auto"/>
              <w:ind w:firstLine="0"/>
              <w:jc w:val="center"/>
              <w:rPr>
                <w:color w:val="000000"/>
                <w:sz w:val="26"/>
                <w:szCs w:val="26"/>
                <w:lang w:eastAsia="ru-RU"/>
              </w:rPr>
            </w:pPr>
            <w:r>
              <w:rPr>
                <w:color w:val="000000"/>
                <w:sz w:val="26"/>
                <w:szCs w:val="26"/>
                <w:lang w:eastAsia="ru-RU"/>
              </w:rPr>
              <w:t>53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20A" w:rsidRPr="00C75636" w:rsidRDefault="00E0520A" w:rsidP="00E353A0">
            <w:pPr>
              <w:spacing w:line="240" w:lineRule="auto"/>
              <w:ind w:firstLine="0"/>
              <w:jc w:val="center"/>
              <w:rPr>
                <w:color w:val="000000"/>
                <w:sz w:val="26"/>
                <w:szCs w:val="26"/>
                <w:lang w:eastAsia="ru-RU"/>
              </w:rPr>
            </w:pPr>
            <w:r>
              <w:rPr>
                <w:color w:val="000000"/>
                <w:sz w:val="26"/>
                <w:szCs w:val="26"/>
                <w:lang w:eastAsia="ru-RU"/>
              </w:rPr>
              <w:t>53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20A" w:rsidRPr="00C75636" w:rsidRDefault="00E0520A" w:rsidP="00E353A0">
            <w:pPr>
              <w:spacing w:line="240" w:lineRule="auto"/>
              <w:ind w:firstLine="0"/>
              <w:jc w:val="center"/>
              <w:rPr>
                <w:color w:val="000000"/>
                <w:sz w:val="26"/>
                <w:szCs w:val="26"/>
                <w:lang w:eastAsia="ru-RU"/>
              </w:rPr>
            </w:pPr>
            <w:r>
              <w:rPr>
                <w:color w:val="000000"/>
                <w:sz w:val="26"/>
                <w:szCs w:val="26"/>
                <w:lang w:eastAsia="ru-RU"/>
              </w:rPr>
              <w:t>53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20A" w:rsidRPr="00C75636" w:rsidRDefault="00E0520A" w:rsidP="004F2ECA">
            <w:pPr>
              <w:spacing w:line="240" w:lineRule="auto"/>
              <w:ind w:firstLine="0"/>
              <w:jc w:val="center"/>
              <w:rPr>
                <w:color w:val="000000"/>
                <w:sz w:val="26"/>
                <w:szCs w:val="26"/>
                <w:lang w:eastAsia="ru-RU"/>
              </w:rPr>
            </w:pPr>
            <w:r>
              <w:rPr>
                <w:color w:val="000000"/>
                <w:sz w:val="26"/>
                <w:szCs w:val="26"/>
                <w:lang w:eastAsia="ru-RU"/>
              </w:rPr>
              <w:t>55970,13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20A" w:rsidRPr="00C75636" w:rsidRDefault="00E0520A" w:rsidP="004F2ECA">
            <w:pPr>
              <w:spacing w:line="240" w:lineRule="auto"/>
              <w:ind w:firstLine="0"/>
              <w:jc w:val="center"/>
              <w:rPr>
                <w:color w:val="000000"/>
                <w:sz w:val="26"/>
                <w:szCs w:val="26"/>
                <w:lang w:eastAsia="ru-RU"/>
              </w:rPr>
            </w:pPr>
            <w:r>
              <w:rPr>
                <w:color w:val="000000"/>
                <w:sz w:val="26"/>
                <w:szCs w:val="26"/>
                <w:lang w:eastAsia="ru-RU"/>
              </w:rPr>
              <w:t>59074,18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20A" w:rsidRPr="00C75636" w:rsidRDefault="00E0520A" w:rsidP="004F2ECA">
            <w:pPr>
              <w:spacing w:line="240" w:lineRule="auto"/>
              <w:ind w:firstLine="0"/>
              <w:jc w:val="center"/>
              <w:rPr>
                <w:color w:val="000000"/>
                <w:sz w:val="26"/>
                <w:szCs w:val="26"/>
                <w:lang w:eastAsia="ru-RU"/>
              </w:rPr>
            </w:pPr>
            <w:r>
              <w:rPr>
                <w:color w:val="000000"/>
                <w:sz w:val="26"/>
                <w:szCs w:val="26"/>
                <w:lang w:eastAsia="ru-RU"/>
              </w:rPr>
              <w:t>60566,69</w:t>
            </w:r>
          </w:p>
        </w:tc>
      </w:tr>
      <w:tr w:rsidR="00E0520A" w:rsidRPr="00B97706" w:rsidTr="00F7628E">
        <w:trPr>
          <w:trHeight w:val="569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20A" w:rsidRPr="00D74F25" w:rsidRDefault="00E0520A" w:rsidP="005062AB">
            <w:pPr>
              <w:spacing w:line="240" w:lineRule="auto"/>
              <w:ind w:firstLine="0"/>
              <w:jc w:val="center"/>
              <w:rPr>
                <w:color w:val="000000"/>
                <w:sz w:val="26"/>
                <w:szCs w:val="26"/>
                <w:lang w:eastAsia="ru-RU"/>
              </w:rPr>
            </w:pPr>
            <w:r w:rsidRPr="00D74F25">
              <w:rPr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4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520A" w:rsidRPr="006664B4" w:rsidRDefault="00E0520A" w:rsidP="006B4DAF">
            <w:pPr>
              <w:spacing w:line="240" w:lineRule="auto"/>
              <w:ind w:firstLine="746"/>
              <w:rPr>
                <w:color w:val="000000"/>
                <w:sz w:val="26"/>
                <w:szCs w:val="26"/>
                <w:lang w:eastAsia="ru-RU"/>
              </w:rPr>
            </w:pPr>
            <w:r w:rsidRPr="00B97706">
              <w:rPr>
                <w:sz w:val="26"/>
                <w:szCs w:val="26"/>
                <w:lang w:eastAsia="ru-RU"/>
              </w:rPr>
              <w:t>Организация предоставления общедоступного начального общего, основного общего, среднего (полного) общего образования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20A" w:rsidRPr="00C75636" w:rsidRDefault="00E0520A" w:rsidP="004F2ECA">
            <w:pPr>
              <w:spacing w:line="240" w:lineRule="auto"/>
              <w:ind w:firstLine="0"/>
              <w:jc w:val="center"/>
              <w:rPr>
                <w:color w:val="000000"/>
                <w:sz w:val="26"/>
                <w:szCs w:val="26"/>
                <w:lang w:eastAsia="ru-RU"/>
              </w:rPr>
            </w:pPr>
            <w:r>
              <w:rPr>
                <w:color w:val="000000"/>
                <w:sz w:val="26"/>
                <w:szCs w:val="26"/>
                <w:lang w:eastAsia="ru-RU"/>
              </w:rPr>
              <w:t>156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20A" w:rsidRPr="00C75636" w:rsidRDefault="00E0520A" w:rsidP="00DE482B">
            <w:pPr>
              <w:spacing w:line="240" w:lineRule="auto"/>
              <w:ind w:firstLine="0"/>
              <w:jc w:val="center"/>
              <w:rPr>
                <w:color w:val="000000"/>
                <w:sz w:val="26"/>
                <w:szCs w:val="26"/>
                <w:lang w:eastAsia="ru-RU"/>
              </w:rPr>
            </w:pPr>
            <w:r>
              <w:rPr>
                <w:color w:val="000000"/>
                <w:sz w:val="26"/>
                <w:szCs w:val="26"/>
                <w:lang w:eastAsia="ru-RU"/>
              </w:rPr>
              <w:t>156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20A" w:rsidRPr="00C75636" w:rsidRDefault="00E0520A" w:rsidP="00DE482B">
            <w:pPr>
              <w:spacing w:line="240" w:lineRule="auto"/>
              <w:ind w:firstLine="0"/>
              <w:jc w:val="center"/>
              <w:rPr>
                <w:color w:val="000000"/>
                <w:sz w:val="26"/>
                <w:szCs w:val="26"/>
                <w:lang w:eastAsia="ru-RU"/>
              </w:rPr>
            </w:pPr>
            <w:r>
              <w:rPr>
                <w:color w:val="000000"/>
                <w:sz w:val="26"/>
                <w:szCs w:val="26"/>
                <w:lang w:eastAsia="ru-RU"/>
              </w:rPr>
              <w:t>156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20A" w:rsidRPr="00C75636" w:rsidRDefault="00E0520A" w:rsidP="004F2ECA">
            <w:pPr>
              <w:spacing w:line="240" w:lineRule="auto"/>
              <w:ind w:firstLine="0"/>
              <w:jc w:val="center"/>
              <w:rPr>
                <w:color w:val="000000"/>
                <w:sz w:val="26"/>
                <w:szCs w:val="26"/>
                <w:lang w:eastAsia="ru-RU"/>
              </w:rPr>
            </w:pPr>
            <w:r>
              <w:rPr>
                <w:color w:val="000000"/>
                <w:sz w:val="26"/>
                <w:szCs w:val="26"/>
                <w:lang w:eastAsia="ru-RU"/>
              </w:rPr>
              <w:t>32592,64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20A" w:rsidRPr="00C75636" w:rsidRDefault="00E0520A" w:rsidP="004F2ECA">
            <w:pPr>
              <w:spacing w:line="240" w:lineRule="auto"/>
              <w:ind w:firstLine="0"/>
              <w:jc w:val="center"/>
              <w:rPr>
                <w:color w:val="000000"/>
                <w:sz w:val="26"/>
                <w:szCs w:val="26"/>
                <w:lang w:eastAsia="ru-RU"/>
              </w:rPr>
            </w:pPr>
            <w:r>
              <w:rPr>
                <w:color w:val="000000"/>
                <w:sz w:val="26"/>
                <w:szCs w:val="26"/>
                <w:lang w:eastAsia="ru-RU"/>
              </w:rPr>
              <w:t>34123,70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20A" w:rsidRPr="00C75636" w:rsidRDefault="00E0520A" w:rsidP="004F2ECA">
            <w:pPr>
              <w:spacing w:line="240" w:lineRule="auto"/>
              <w:ind w:firstLine="0"/>
              <w:jc w:val="center"/>
              <w:rPr>
                <w:color w:val="000000"/>
                <w:sz w:val="26"/>
                <w:szCs w:val="26"/>
                <w:lang w:eastAsia="ru-RU"/>
              </w:rPr>
            </w:pPr>
            <w:r>
              <w:rPr>
                <w:color w:val="000000"/>
                <w:sz w:val="26"/>
                <w:szCs w:val="26"/>
                <w:lang w:eastAsia="ru-RU"/>
              </w:rPr>
              <w:t>36365,27</w:t>
            </w:r>
          </w:p>
        </w:tc>
      </w:tr>
      <w:tr w:rsidR="00E0520A" w:rsidRPr="00B97706" w:rsidTr="00A7434A">
        <w:trPr>
          <w:trHeight w:val="315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20A" w:rsidRPr="00AD1884" w:rsidRDefault="00E0520A" w:rsidP="00CB7402">
            <w:pPr>
              <w:spacing w:line="240" w:lineRule="auto"/>
              <w:ind w:firstLine="0"/>
              <w:jc w:val="center"/>
              <w:rPr>
                <w:bCs/>
                <w:color w:val="000000"/>
                <w:sz w:val="24"/>
                <w:szCs w:val="24"/>
                <w:lang w:eastAsia="ru-RU"/>
              </w:rPr>
            </w:pPr>
            <w:r w:rsidRPr="00AD1884">
              <w:rPr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20A" w:rsidRPr="00AD1884" w:rsidRDefault="00E0520A" w:rsidP="00CB7402">
            <w:pPr>
              <w:spacing w:line="240" w:lineRule="auto"/>
              <w:ind w:firstLine="0"/>
              <w:jc w:val="center"/>
              <w:rPr>
                <w:bCs/>
                <w:color w:val="000000"/>
                <w:sz w:val="24"/>
                <w:szCs w:val="24"/>
                <w:lang w:eastAsia="ru-RU"/>
              </w:rPr>
            </w:pPr>
            <w:r w:rsidRPr="00AD1884">
              <w:rPr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20A" w:rsidRPr="00AD1884" w:rsidRDefault="00E0520A" w:rsidP="009F6F76">
            <w:pPr>
              <w:spacing w:line="240" w:lineRule="auto"/>
              <w:ind w:firstLine="0"/>
              <w:jc w:val="center"/>
              <w:rPr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20A" w:rsidRPr="00AD1884" w:rsidRDefault="00E0520A" w:rsidP="009F6F76">
            <w:pPr>
              <w:spacing w:line="240" w:lineRule="auto"/>
              <w:ind w:firstLine="0"/>
              <w:jc w:val="center"/>
              <w:rPr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20A" w:rsidRPr="00AD1884" w:rsidRDefault="00E0520A" w:rsidP="009F6F76">
            <w:pPr>
              <w:spacing w:line="240" w:lineRule="auto"/>
              <w:ind w:firstLine="0"/>
              <w:jc w:val="center"/>
              <w:rPr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20A" w:rsidRPr="00AD1884" w:rsidRDefault="00E0520A" w:rsidP="009F6F76">
            <w:pPr>
              <w:spacing w:line="240" w:lineRule="auto"/>
              <w:ind w:firstLine="0"/>
              <w:jc w:val="center"/>
              <w:rPr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20A" w:rsidRPr="00AD1884" w:rsidRDefault="00E0520A" w:rsidP="009F6F76">
            <w:pPr>
              <w:spacing w:line="240" w:lineRule="auto"/>
              <w:ind w:firstLine="0"/>
              <w:jc w:val="center"/>
              <w:rPr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20A" w:rsidRPr="00AD1884" w:rsidRDefault="00E0520A" w:rsidP="009F6F76">
            <w:pPr>
              <w:spacing w:line="240" w:lineRule="auto"/>
              <w:ind w:firstLine="0"/>
              <w:jc w:val="center"/>
              <w:rPr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E0520A" w:rsidRPr="00B97706" w:rsidTr="00A7434A">
        <w:trPr>
          <w:trHeight w:val="1380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20A" w:rsidRPr="00D74F25" w:rsidRDefault="00E0520A" w:rsidP="00AD1884">
            <w:pPr>
              <w:spacing w:line="240" w:lineRule="auto"/>
              <w:ind w:firstLine="0"/>
              <w:jc w:val="center"/>
              <w:rPr>
                <w:color w:val="000000"/>
                <w:sz w:val="26"/>
                <w:szCs w:val="26"/>
                <w:lang w:eastAsia="ru-RU"/>
              </w:rPr>
            </w:pPr>
            <w:r w:rsidRPr="00D74F25">
              <w:rPr>
                <w:color w:val="000000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4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20A" w:rsidRPr="00D74F25" w:rsidRDefault="00E0520A" w:rsidP="005713BB">
            <w:pPr>
              <w:spacing w:line="240" w:lineRule="auto"/>
              <w:ind w:firstLine="746"/>
              <w:rPr>
                <w:color w:val="000000"/>
                <w:sz w:val="26"/>
                <w:szCs w:val="26"/>
                <w:lang w:eastAsia="ru-RU"/>
              </w:rPr>
            </w:pPr>
            <w:r w:rsidRPr="00D74F25">
              <w:rPr>
                <w:sz w:val="26"/>
                <w:szCs w:val="26"/>
              </w:rPr>
              <w:t>Организация предоставления дополнительного образования детей в сфере физкультуры и спорта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20A" w:rsidRPr="00C75636" w:rsidRDefault="00E0520A" w:rsidP="00AD1884">
            <w:pPr>
              <w:spacing w:line="240" w:lineRule="auto"/>
              <w:ind w:firstLine="0"/>
              <w:jc w:val="center"/>
              <w:rPr>
                <w:color w:val="000000"/>
                <w:sz w:val="26"/>
                <w:szCs w:val="26"/>
                <w:lang w:eastAsia="ru-RU"/>
              </w:rPr>
            </w:pPr>
            <w:r>
              <w:rPr>
                <w:color w:val="000000"/>
                <w:sz w:val="26"/>
                <w:szCs w:val="26"/>
                <w:lang w:eastAsia="ru-RU"/>
              </w:rPr>
              <w:t>29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20A" w:rsidRPr="00C75636" w:rsidRDefault="00E0520A" w:rsidP="00DE482B">
            <w:pPr>
              <w:spacing w:line="240" w:lineRule="auto"/>
              <w:ind w:firstLine="0"/>
              <w:jc w:val="center"/>
              <w:rPr>
                <w:color w:val="000000"/>
                <w:sz w:val="26"/>
                <w:szCs w:val="26"/>
                <w:lang w:eastAsia="ru-RU"/>
              </w:rPr>
            </w:pPr>
            <w:r>
              <w:rPr>
                <w:color w:val="000000"/>
                <w:sz w:val="26"/>
                <w:szCs w:val="26"/>
                <w:lang w:eastAsia="ru-RU"/>
              </w:rPr>
              <w:t>29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20A" w:rsidRPr="00C75636" w:rsidRDefault="00E0520A" w:rsidP="00DE482B">
            <w:pPr>
              <w:spacing w:line="240" w:lineRule="auto"/>
              <w:ind w:firstLine="0"/>
              <w:jc w:val="center"/>
              <w:rPr>
                <w:color w:val="000000"/>
                <w:sz w:val="26"/>
                <w:szCs w:val="26"/>
                <w:lang w:eastAsia="ru-RU"/>
              </w:rPr>
            </w:pPr>
            <w:r>
              <w:rPr>
                <w:color w:val="000000"/>
                <w:sz w:val="26"/>
                <w:szCs w:val="26"/>
                <w:lang w:eastAsia="ru-RU"/>
              </w:rPr>
              <w:t>29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20A" w:rsidRPr="00C75636" w:rsidRDefault="00E0520A" w:rsidP="005062AB">
            <w:pPr>
              <w:spacing w:line="240" w:lineRule="auto"/>
              <w:ind w:firstLine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14323,72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20A" w:rsidRPr="00C75636" w:rsidRDefault="00E0520A" w:rsidP="005062AB">
            <w:pPr>
              <w:spacing w:line="240" w:lineRule="auto"/>
              <w:ind w:firstLine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14948,74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20A" w:rsidRPr="00C75636" w:rsidRDefault="00E0520A" w:rsidP="005062AB">
            <w:pPr>
              <w:spacing w:line="240" w:lineRule="auto"/>
              <w:ind w:firstLine="0"/>
              <w:jc w:val="center"/>
              <w:rPr>
                <w:sz w:val="26"/>
                <w:szCs w:val="26"/>
                <w:lang w:eastAsia="ru-RU"/>
              </w:rPr>
            </w:pPr>
            <w:r w:rsidRPr="00C75636">
              <w:rPr>
                <w:sz w:val="26"/>
                <w:szCs w:val="26"/>
                <w:lang w:eastAsia="ru-RU"/>
              </w:rPr>
              <w:t>15</w:t>
            </w:r>
            <w:r>
              <w:rPr>
                <w:sz w:val="26"/>
                <w:szCs w:val="26"/>
                <w:lang w:eastAsia="ru-RU"/>
              </w:rPr>
              <w:t>633,71</w:t>
            </w:r>
          </w:p>
        </w:tc>
      </w:tr>
    </w:tbl>
    <w:p w:rsidR="00E0520A" w:rsidRDefault="00E0520A"/>
    <w:sectPr w:rsidR="00E0520A" w:rsidSect="005062AB">
      <w:headerReference w:type="default" r:id="rId6"/>
      <w:pgSz w:w="16838" w:h="11906" w:orient="landscape"/>
      <w:pgMar w:top="1134" w:right="851" w:bottom="1134" w:left="1418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0520A" w:rsidRDefault="00E0520A" w:rsidP="005062AB">
      <w:pPr>
        <w:spacing w:line="240" w:lineRule="auto"/>
      </w:pPr>
      <w:r>
        <w:separator/>
      </w:r>
    </w:p>
  </w:endnote>
  <w:endnote w:type="continuationSeparator" w:id="0">
    <w:p w:rsidR="00E0520A" w:rsidRDefault="00E0520A" w:rsidP="005062AB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 Narrow">
    <w:panose1 w:val="020B05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0520A" w:rsidRDefault="00E0520A" w:rsidP="005062AB">
      <w:pPr>
        <w:spacing w:line="240" w:lineRule="auto"/>
      </w:pPr>
      <w:r>
        <w:separator/>
      </w:r>
    </w:p>
  </w:footnote>
  <w:footnote w:type="continuationSeparator" w:id="0">
    <w:p w:rsidR="00E0520A" w:rsidRDefault="00E0520A" w:rsidP="005062AB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520A" w:rsidRDefault="00E0520A">
    <w:pPr>
      <w:pStyle w:val="Header"/>
      <w:jc w:val="center"/>
    </w:pPr>
    <w:fldSimple w:instr="PAGE   \* MERGEFORMAT">
      <w:r>
        <w:rPr>
          <w:noProof/>
        </w:rPr>
        <w:t>2</w:t>
      </w:r>
    </w:fldSimple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84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D1884"/>
    <w:rsid w:val="0000020F"/>
    <w:rsid w:val="0000274F"/>
    <w:rsid w:val="00002E3A"/>
    <w:rsid w:val="00003FE1"/>
    <w:rsid w:val="00016788"/>
    <w:rsid w:val="00017DE3"/>
    <w:rsid w:val="000201E0"/>
    <w:rsid w:val="00020F82"/>
    <w:rsid w:val="00023130"/>
    <w:rsid w:val="0002375F"/>
    <w:rsid w:val="0002609A"/>
    <w:rsid w:val="00026E80"/>
    <w:rsid w:val="00027B63"/>
    <w:rsid w:val="00034379"/>
    <w:rsid w:val="00037F79"/>
    <w:rsid w:val="00037FF7"/>
    <w:rsid w:val="000407F6"/>
    <w:rsid w:val="000432CA"/>
    <w:rsid w:val="000449DA"/>
    <w:rsid w:val="00045247"/>
    <w:rsid w:val="00046366"/>
    <w:rsid w:val="000530F0"/>
    <w:rsid w:val="00054AD6"/>
    <w:rsid w:val="00054AF1"/>
    <w:rsid w:val="0005652F"/>
    <w:rsid w:val="00060CB4"/>
    <w:rsid w:val="00064099"/>
    <w:rsid w:val="00064762"/>
    <w:rsid w:val="00067458"/>
    <w:rsid w:val="00074934"/>
    <w:rsid w:val="00075134"/>
    <w:rsid w:val="000904C9"/>
    <w:rsid w:val="00090FEF"/>
    <w:rsid w:val="00092D9E"/>
    <w:rsid w:val="0009323A"/>
    <w:rsid w:val="0009655F"/>
    <w:rsid w:val="00097E60"/>
    <w:rsid w:val="000A0BEB"/>
    <w:rsid w:val="000A2028"/>
    <w:rsid w:val="000A4BC8"/>
    <w:rsid w:val="000A5897"/>
    <w:rsid w:val="000A5ACA"/>
    <w:rsid w:val="000B1719"/>
    <w:rsid w:val="000B259F"/>
    <w:rsid w:val="000B3C19"/>
    <w:rsid w:val="000B5813"/>
    <w:rsid w:val="000B7A1E"/>
    <w:rsid w:val="000C045F"/>
    <w:rsid w:val="000C0778"/>
    <w:rsid w:val="000C08EA"/>
    <w:rsid w:val="000C0AF3"/>
    <w:rsid w:val="000C2480"/>
    <w:rsid w:val="000D0373"/>
    <w:rsid w:val="000D1A55"/>
    <w:rsid w:val="000D1B78"/>
    <w:rsid w:val="000D4A41"/>
    <w:rsid w:val="000D598C"/>
    <w:rsid w:val="000D6719"/>
    <w:rsid w:val="000E718A"/>
    <w:rsid w:val="000E73E4"/>
    <w:rsid w:val="000E753A"/>
    <w:rsid w:val="000E7ABF"/>
    <w:rsid w:val="000E7E5F"/>
    <w:rsid w:val="000F022F"/>
    <w:rsid w:val="000F073A"/>
    <w:rsid w:val="000F09F8"/>
    <w:rsid w:val="00113FB7"/>
    <w:rsid w:val="00115ECA"/>
    <w:rsid w:val="00117C21"/>
    <w:rsid w:val="001230C5"/>
    <w:rsid w:val="00123773"/>
    <w:rsid w:val="00124D20"/>
    <w:rsid w:val="001263FC"/>
    <w:rsid w:val="0012745E"/>
    <w:rsid w:val="00130CD4"/>
    <w:rsid w:val="00130DE2"/>
    <w:rsid w:val="00130ECA"/>
    <w:rsid w:val="00132818"/>
    <w:rsid w:val="00134BAB"/>
    <w:rsid w:val="00135600"/>
    <w:rsid w:val="001371AA"/>
    <w:rsid w:val="001373DC"/>
    <w:rsid w:val="001378EA"/>
    <w:rsid w:val="0014335C"/>
    <w:rsid w:val="00145D79"/>
    <w:rsid w:val="001477CD"/>
    <w:rsid w:val="00152925"/>
    <w:rsid w:val="00152930"/>
    <w:rsid w:val="00154EA5"/>
    <w:rsid w:val="00163297"/>
    <w:rsid w:val="001635D3"/>
    <w:rsid w:val="00164064"/>
    <w:rsid w:val="00164C96"/>
    <w:rsid w:val="00167877"/>
    <w:rsid w:val="001777D0"/>
    <w:rsid w:val="00183487"/>
    <w:rsid w:val="00184BE4"/>
    <w:rsid w:val="00186957"/>
    <w:rsid w:val="001943C5"/>
    <w:rsid w:val="00197EE8"/>
    <w:rsid w:val="001A0D33"/>
    <w:rsid w:val="001A2F3A"/>
    <w:rsid w:val="001A5F14"/>
    <w:rsid w:val="001A7486"/>
    <w:rsid w:val="001B2874"/>
    <w:rsid w:val="001B4D21"/>
    <w:rsid w:val="001C02FD"/>
    <w:rsid w:val="001C5C86"/>
    <w:rsid w:val="001D1C9B"/>
    <w:rsid w:val="001D3221"/>
    <w:rsid w:val="001D3BC7"/>
    <w:rsid w:val="001D6956"/>
    <w:rsid w:val="001D7308"/>
    <w:rsid w:val="001E2723"/>
    <w:rsid w:val="001E2E74"/>
    <w:rsid w:val="001E6B3A"/>
    <w:rsid w:val="001F6C48"/>
    <w:rsid w:val="0020156E"/>
    <w:rsid w:val="00206253"/>
    <w:rsid w:val="00210CFA"/>
    <w:rsid w:val="00210EA9"/>
    <w:rsid w:val="002162A4"/>
    <w:rsid w:val="00216F7D"/>
    <w:rsid w:val="00217B77"/>
    <w:rsid w:val="00221EB3"/>
    <w:rsid w:val="0022559F"/>
    <w:rsid w:val="002318B2"/>
    <w:rsid w:val="00232155"/>
    <w:rsid w:val="00232506"/>
    <w:rsid w:val="0023310A"/>
    <w:rsid w:val="002352A7"/>
    <w:rsid w:val="00236E5F"/>
    <w:rsid w:val="002458B4"/>
    <w:rsid w:val="002458CE"/>
    <w:rsid w:val="0025078E"/>
    <w:rsid w:val="002527FE"/>
    <w:rsid w:val="002539BA"/>
    <w:rsid w:val="00254065"/>
    <w:rsid w:val="00261D81"/>
    <w:rsid w:val="002628D2"/>
    <w:rsid w:val="00262AD5"/>
    <w:rsid w:val="002705B9"/>
    <w:rsid w:val="00277738"/>
    <w:rsid w:val="00281EB5"/>
    <w:rsid w:val="002833BB"/>
    <w:rsid w:val="0029008E"/>
    <w:rsid w:val="0029230F"/>
    <w:rsid w:val="002968D0"/>
    <w:rsid w:val="002A5EF4"/>
    <w:rsid w:val="002A6B49"/>
    <w:rsid w:val="002A765C"/>
    <w:rsid w:val="002B06E0"/>
    <w:rsid w:val="002B29AF"/>
    <w:rsid w:val="002B50EE"/>
    <w:rsid w:val="002C0373"/>
    <w:rsid w:val="002C1E8A"/>
    <w:rsid w:val="002C275F"/>
    <w:rsid w:val="002C3B5C"/>
    <w:rsid w:val="002D0E02"/>
    <w:rsid w:val="002D107F"/>
    <w:rsid w:val="002D140B"/>
    <w:rsid w:val="002D4DCB"/>
    <w:rsid w:val="002E3831"/>
    <w:rsid w:val="002F4AF4"/>
    <w:rsid w:val="00300B39"/>
    <w:rsid w:val="00301541"/>
    <w:rsid w:val="003067BB"/>
    <w:rsid w:val="003068CC"/>
    <w:rsid w:val="003074BB"/>
    <w:rsid w:val="00307BE8"/>
    <w:rsid w:val="00310FAF"/>
    <w:rsid w:val="00313AB8"/>
    <w:rsid w:val="00314AD1"/>
    <w:rsid w:val="003164D6"/>
    <w:rsid w:val="00322B01"/>
    <w:rsid w:val="003230A2"/>
    <w:rsid w:val="00331403"/>
    <w:rsid w:val="00331AD7"/>
    <w:rsid w:val="0033245E"/>
    <w:rsid w:val="003325B3"/>
    <w:rsid w:val="00336A04"/>
    <w:rsid w:val="00337D6D"/>
    <w:rsid w:val="00340671"/>
    <w:rsid w:val="00343A80"/>
    <w:rsid w:val="003444EA"/>
    <w:rsid w:val="00345DF0"/>
    <w:rsid w:val="003568AF"/>
    <w:rsid w:val="00357287"/>
    <w:rsid w:val="0036129B"/>
    <w:rsid w:val="00362145"/>
    <w:rsid w:val="003648DF"/>
    <w:rsid w:val="0036520C"/>
    <w:rsid w:val="00367802"/>
    <w:rsid w:val="00370944"/>
    <w:rsid w:val="00383FFE"/>
    <w:rsid w:val="00384329"/>
    <w:rsid w:val="00392147"/>
    <w:rsid w:val="00393DBA"/>
    <w:rsid w:val="00394C51"/>
    <w:rsid w:val="003A3588"/>
    <w:rsid w:val="003A72C2"/>
    <w:rsid w:val="003B1136"/>
    <w:rsid w:val="003B6E9C"/>
    <w:rsid w:val="003C2D39"/>
    <w:rsid w:val="003C6E96"/>
    <w:rsid w:val="003D0778"/>
    <w:rsid w:val="003D2762"/>
    <w:rsid w:val="003D4A56"/>
    <w:rsid w:val="003D76C2"/>
    <w:rsid w:val="003E316E"/>
    <w:rsid w:val="003E4E3A"/>
    <w:rsid w:val="003F0EBB"/>
    <w:rsid w:val="003F166E"/>
    <w:rsid w:val="003F438E"/>
    <w:rsid w:val="003F4393"/>
    <w:rsid w:val="004057CF"/>
    <w:rsid w:val="004140C7"/>
    <w:rsid w:val="00424624"/>
    <w:rsid w:val="004246EF"/>
    <w:rsid w:val="00425FDC"/>
    <w:rsid w:val="004272B5"/>
    <w:rsid w:val="004377EA"/>
    <w:rsid w:val="00453313"/>
    <w:rsid w:val="00457980"/>
    <w:rsid w:val="004613C0"/>
    <w:rsid w:val="00461CA7"/>
    <w:rsid w:val="00464EB9"/>
    <w:rsid w:val="00466E47"/>
    <w:rsid w:val="00480D30"/>
    <w:rsid w:val="00481AB4"/>
    <w:rsid w:val="004831E4"/>
    <w:rsid w:val="004911BE"/>
    <w:rsid w:val="00491975"/>
    <w:rsid w:val="00491AED"/>
    <w:rsid w:val="00491C20"/>
    <w:rsid w:val="004925D8"/>
    <w:rsid w:val="00492FD0"/>
    <w:rsid w:val="00496208"/>
    <w:rsid w:val="004968B7"/>
    <w:rsid w:val="004A3844"/>
    <w:rsid w:val="004B4F90"/>
    <w:rsid w:val="004B6EDC"/>
    <w:rsid w:val="004B6F66"/>
    <w:rsid w:val="004C144D"/>
    <w:rsid w:val="004C5D1A"/>
    <w:rsid w:val="004D5DC0"/>
    <w:rsid w:val="004D5F90"/>
    <w:rsid w:val="004D6CFD"/>
    <w:rsid w:val="004D7D20"/>
    <w:rsid w:val="004E05D0"/>
    <w:rsid w:val="004E0E80"/>
    <w:rsid w:val="004E3E6D"/>
    <w:rsid w:val="004E5072"/>
    <w:rsid w:val="004F2ECA"/>
    <w:rsid w:val="004F3659"/>
    <w:rsid w:val="004F3E7A"/>
    <w:rsid w:val="00504F35"/>
    <w:rsid w:val="005062AB"/>
    <w:rsid w:val="00507EE6"/>
    <w:rsid w:val="0051145E"/>
    <w:rsid w:val="0051217D"/>
    <w:rsid w:val="00515629"/>
    <w:rsid w:val="00520524"/>
    <w:rsid w:val="00521FE2"/>
    <w:rsid w:val="00530601"/>
    <w:rsid w:val="005311C8"/>
    <w:rsid w:val="00531BE7"/>
    <w:rsid w:val="00533717"/>
    <w:rsid w:val="00540A33"/>
    <w:rsid w:val="00542167"/>
    <w:rsid w:val="00545649"/>
    <w:rsid w:val="00546D7D"/>
    <w:rsid w:val="005472CE"/>
    <w:rsid w:val="005475E3"/>
    <w:rsid w:val="0055067C"/>
    <w:rsid w:val="00551797"/>
    <w:rsid w:val="005518A2"/>
    <w:rsid w:val="00551EE7"/>
    <w:rsid w:val="005628A5"/>
    <w:rsid w:val="00562A82"/>
    <w:rsid w:val="0056737B"/>
    <w:rsid w:val="005704B2"/>
    <w:rsid w:val="005711F2"/>
    <w:rsid w:val="005713BB"/>
    <w:rsid w:val="005716F5"/>
    <w:rsid w:val="005771D1"/>
    <w:rsid w:val="005775C0"/>
    <w:rsid w:val="005806A6"/>
    <w:rsid w:val="00581B01"/>
    <w:rsid w:val="0058486B"/>
    <w:rsid w:val="00584B29"/>
    <w:rsid w:val="00585E1D"/>
    <w:rsid w:val="00586B0A"/>
    <w:rsid w:val="00587DAC"/>
    <w:rsid w:val="00590F17"/>
    <w:rsid w:val="0059165E"/>
    <w:rsid w:val="00593540"/>
    <w:rsid w:val="005940CA"/>
    <w:rsid w:val="00595687"/>
    <w:rsid w:val="005A3F5D"/>
    <w:rsid w:val="005B2337"/>
    <w:rsid w:val="005B6947"/>
    <w:rsid w:val="005C001D"/>
    <w:rsid w:val="005C28C0"/>
    <w:rsid w:val="005C355E"/>
    <w:rsid w:val="005C715C"/>
    <w:rsid w:val="005D1C1F"/>
    <w:rsid w:val="005D28C1"/>
    <w:rsid w:val="005D5CC8"/>
    <w:rsid w:val="005E2F0C"/>
    <w:rsid w:val="005F1F0F"/>
    <w:rsid w:val="00605998"/>
    <w:rsid w:val="00606508"/>
    <w:rsid w:val="00610618"/>
    <w:rsid w:val="00613EE1"/>
    <w:rsid w:val="006155EF"/>
    <w:rsid w:val="00617DC6"/>
    <w:rsid w:val="00620D09"/>
    <w:rsid w:val="0062116A"/>
    <w:rsid w:val="0062127F"/>
    <w:rsid w:val="00622319"/>
    <w:rsid w:val="00624852"/>
    <w:rsid w:val="006254FA"/>
    <w:rsid w:val="00625641"/>
    <w:rsid w:val="00626C0B"/>
    <w:rsid w:val="006360A6"/>
    <w:rsid w:val="00637FF1"/>
    <w:rsid w:val="00643628"/>
    <w:rsid w:val="00645F89"/>
    <w:rsid w:val="006470FE"/>
    <w:rsid w:val="00647228"/>
    <w:rsid w:val="00647D16"/>
    <w:rsid w:val="00651152"/>
    <w:rsid w:val="0065269C"/>
    <w:rsid w:val="00652B9F"/>
    <w:rsid w:val="00653F1F"/>
    <w:rsid w:val="0065484A"/>
    <w:rsid w:val="00657E9A"/>
    <w:rsid w:val="00664041"/>
    <w:rsid w:val="00665472"/>
    <w:rsid w:val="006664B4"/>
    <w:rsid w:val="006671BD"/>
    <w:rsid w:val="006755EF"/>
    <w:rsid w:val="00675D08"/>
    <w:rsid w:val="00676CE0"/>
    <w:rsid w:val="00677AB4"/>
    <w:rsid w:val="00681304"/>
    <w:rsid w:val="00681E24"/>
    <w:rsid w:val="00682B45"/>
    <w:rsid w:val="00691D8A"/>
    <w:rsid w:val="00694B03"/>
    <w:rsid w:val="00695B07"/>
    <w:rsid w:val="006962FF"/>
    <w:rsid w:val="006970A4"/>
    <w:rsid w:val="006973D5"/>
    <w:rsid w:val="006A13CC"/>
    <w:rsid w:val="006A776C"/>
    <w:rsid w:val="006B2B0F"/>
    <w:rsid w:val="006B4254"/>
    <w:rsid w:val="006B4DAF"/>
    <w:rsid w:val="006B615C"/>
    <w:rsid w:val="006C2D27"/>
    <w:rsid w:val="006C7565"/>
    <w:rsid w:val="006D20B8"/>
    <w:rsid w:val="006D2F3F"/>
    <w:rsid w:val="006D33F0"/>
    <w:rsid w:val="006D55E3"/>
    <w:rsid w:val="006D6776"/>
    <w:rsid w:val="006D67B6"/>
    <w:rsid w:val="006D71A7"/>
    <w:rsid w:val="006E4108"/>
    <w:rsid w:val="006E48C6"/>
    <w:rsid w:val="006F74FD"/>
    <w:rsid w:val="006F7534"/>
    <w:rsid w:val="00700F7C"/>
    <w:rsid w:val="00701901"/>
    <w:rsid w:val="00701A2D"/>
    <w:rsid w:val="00707A6F"/>
    <w:rsid w:val="007116C4"/>
    <w:rsid w:val="00712AD6"/>
    <w:rsid w:val="007153FE"/>
    <w:rsid w:val="00717DAF"/>
    <w:rsid w:val="00723446"/>
    <w:rsid w:val="0072388F"/>
    <w:rsid w:val="00724FA1"/>
    <w:rsid w:val="00727020"/>
    <w:rsid w:val="00727355"/>
    <w:rsid w:val="00730DE1"/>
    <w:rsid w:val="007332C7"/>
    <w:rsid w:val="00736782"/>
    <w:rsid w:val="007373B4"/>
    <w:rsid w:val="00741F45"/>
    <w:rsid w:val="00743F19"/>
    <w:rsid w:val="00744DB3"/>
    <w:rsid w:val="0075122E"/>
    <w:rsid w:val="007564B7"/>
    <w:rsid w:val="00760E3B"/>
    <w:rsid w:val="00763734"/>
    <w:rsid w:val="00764951"/>
    <w:rsid w:val="0076590D"/>
    <w:rsid w:val="007672AB"/>
    <w:rsid w:val="00770FD1"/>
    <w:rsid w:val="00771E96"/>
    <w:rsid w:val="00772DB1"/>
    <w:rsid w:val="0077320E"/>
    <w:rsid w:val="00786291"/>
    <w:rsid w:val="00786EBD"/>
    <w:rsid w:val="00787484"/>
    <w:rsid w:val="007908CE"/>
    <w:rsid w:val="007913B1"/>
    <w:rsid w:val="00794372"/>
    <w:rsid w:val="00796A96"/>
    <w:rsid w:val="007A0211"/>
    <w:rsid w:val="007A1189"/>
    <w:rsid w:val="007A1307"/>
    <w:rsid w:val="007A4144"/>
    <w:rsid w:val="007B0AEB"/>
    <w:rsid w:val="007B3C2F"/>
    <w:rsid w:val="007B4E9F"/>
    <w:rsid w:val="007C2F6C"/>
    <w:rsid w:val="007C3D52"/>
    <w:rsid w:val="007C78F4"/>
    <w:rsid w:val="007C78FB"/>
    <w:rsid w:val="007D517A"/>
    <w:rsid w:val="007E1169"/>
    <w:rsid w:val="007E3178"/>
    <w:rsid w:val="007E45B2"/>
    <w:rsid w:val="007E48B8"/>
    <w:rsid w:val="007E4DEF"/>
    <w:rsid w:val="007E53EC"/>
    <w:rsid w:val="007E5676"/>
    <w:rsid w:val="007F43C3"/>
    <w:rsid w:val="007F5D90"/>
    <w:rsid w:val="007F5E78"/>
    <w:rsid w:val="008002E5"/>
    <w:rsid w:val="0080128B"/>
    <w:rsid w:val="00803C89"/>
    <w:rsid w:val="00803CBD"/>
    <w:rsid w:val="00805C3C"/>
    <w:rsid w:val="008065A2"/>
    <w:rsid w:val="00806F63"/>
    <w:rsid w:val="0081102F"/>
    <w:rsid w:val="00812C7E"/>
    <w:rsid w:val="00817B6B"/>
    <w:rsid w:val="00822D0F"/>
    <w:rsid w:val="00826FDA"/>
    <w:rsid w:val="00827D0F"/>
    <w:rsid w:val="008302A2"/>
    <w:rsid w:val="00832D3A"/>
    <w:rsid w:val="008371DF"/>
    <w:rsid w:val="00840148"/>
    <w:rsid w:val="008414FF"/>
    <w:rsid w:val="008441CF"/>
    <w:rsid w:val="00844EF6"/>
    <w:rsid w:val="00845A45"/>
    <w:rsid w:val="0085137D"/>
    <w:rsid w:val="00855524"/>
    <w:rsid w:val="008579B7"/>
    <w:rsid w:val="00860414"/>
    <w:rsid w:val="00860501"/>
    <w:rsid w:val="008622C7"/>
    <w:rsid w:val="00862C6F"/>
    <w:rsid w:val="008654E4"/>
    <w:rsid w:val="00865611"/>
    <w:rsid w:val="00865CCD"/>
    <w:rsid w:val="00865DC3"/>
    <w:rsid w:val="00866B2D"/>
    <w:rsid w:val="0086715F"/>
    <w:rsid w:val="00867C75"/>
    <w:rsid w:val="00867E3D"/>
    <w:rsid w:val="00875BA5"/>
    <w:rsid w:val="0087642A"/>
    <w:rsid w:val="008825D7"/>
    <w:rsid w:val="00882DE0"/>
    <w:rsid w:val="00885B11"/>
    <w:rsid w:val="00885CB9"/>
    <w:rsid w:val="00885DBD"/>
    <w:rsid w:val="0088696C"/>
    <w:rsid w:val="00891108"/>
    <w:rsid w:val="00891E44"/>
    <w:rsid w:val="00895854"/>
    <w:rsid w:val="00896677"/>
    <w:rsid w:val="00896B50"/>
    <w:rsid w:val="008A0778"/>
    <w:rsid w:val="008A2286"/>
    <w:rsid w:val="008A3279"/>
    <w:rsid w:val="008A4075"/>
    <w:rsid w:val="008A53CF"/>
    <w:rsid w:val="008A5CB5"/>
    <w:rsid w:val="008B0DA3"/>
    <w:rsid w:val="008B39D8"/>
    <w:rsid w:val="008B4B3E"/>
    <w:rsid w:val="008C0029"/>
    <w:rsid w:val="008C29BB"/>
    <w:rsid w:val="008C53B0"/>
    <w:rsid w:val="008C58C3"/>
    <w:rsid w:val="008C7259"/>
    <w:rsid w:val="008D36CE"/>
    <w:rsid w:val="008D373D"/>
    <w:rsid w:val="008D3A53"/>
    <w:rsid w:val="008D4539"/>
    <w:rsid w:val="008E1D0B"/>
    <w:rsid w:val="008E3D8A"/>
    <w:rsid w:val="008E58F1"/>
    <w:rsid w:val="008E5C4D"/>
    <w:rsid w:val="008E618F"/>
    <w:rsid w:val="008F2F5C"/>
    <w:rsid w:val="008F39CE"/>
    <w:rsid w:val="008F4BBD"/>
    <w:rsid w:val="008F6EA7"/>
    <w:rsid w:val="009003A0"/>
    <w:rsid w:val="00901FB7"/>
    <w:rsid w:val="009025E8"/>
    <w:rsid w:val="0090272B"/>
    <w:rsid w:val="009063C8"/>
    <w:rsid w:val="009064B4"/>
    <w:rsid w:val="009107E2"/>
    <w:rsid w:val="00913ADD"/>
    <w:rsid w:val="00924668"/>
    <w:rsid w:val="00927A77"/>
    <w:rsid w:val="00931474"/>
    <w:rsid w:val="009320AF"/>
    <w:rsid w:val="00936A75"/>
    <w:rsid w:val="009411A3"/>
    <w:rsid w:val="0094165F"/>
    <w:rsid w:val="009440FD"/>
    <w:rsid w:val="00950DAB"/>
    <w:rsid w:val="009525C7"/>
    <w:rsid w:val="00952D65"/>
    <w:rsid w:val="00954487"/>
    <w:rsid w:val="00954965"/>
    <w:rsid w:val="0095719D"/>
    <w:rsid w:val="0095736D"/>
    <w:rsid w:val="00961FC8"/>
    <w:rsid w:val="009628BB"/>
    <w:rsid w:val="00963744"/>
    <w:rsid w:val="00966A91"/>
    <w:rsid w:val="009706A8"/>
    <w:rsid w:val="009716B6"/>
    <w:rsid w:val="009732BC"/>
    <w:rsid w:val="009744D6"/>
    <w:rsid w:val="00976AC0"/>
    <w:rsid w:val="00977052"/>
    <w:rsid w:val="009771D4"/>
    <w:rsid w:val="00977908"/>
    <w:rsid w:val="0097794B"/>
    <w:rsid w:val="009809EC"/>
    <w:rsid w:val="00983A21"/>
    <w:rsid w:val="009850BA"/>
    <w:rsid w:val="00990705"/>
    <w:rsid w:val="009942FC"/>
    <w:rsid w:val="0099654B"/>
    <w:rsid w:val="009A0C64"/>
    <w:rsid w:val="009A14CB"/>
    <w:rsid w:val="009A2413"/>
    <w:rsid w:val="009A756E"/>
    <w:rsid w:val="009B25FF"/>
    <w:rsid w:val="009B4F63"/>
    <w:rsid w:val="009B6363"/>
    <w:rsid w:val="009B6AB8"/>
    <w:rsid w:val="009B6FCE"/>
    <w:rsid w:val="009C1F31"/>
    <w:rsid w:val="009C46AA"/>
    <w:rsid w:val="009C4C03"/>
    <w:rsid w:val="009C729E"/>
    <w:rsid w:val="009D36BA"/>
    <w:rsid w:val="009D58E1"/>
    <w:rsid w:val="009D69E7"/>
    <w:rsid w:val="009E03F1"/>
    <w:rsid w:val="009E214F"/>
    <w:rsid w:val="009E2397"/>
    <w:rsid w:val="009E4EAF"/>
    <w:rsid w:val="009E525E"/>
    <w:rsid w:val="009E78B0"/>
    <w:rsid w:val="009F335A"/>
    <w:rsid w:val="009F6F76"/>
    <w:rsid w:val="00A04E1F"/>
    <w:rsid w:val="00A05A3F"/>
    <w:rsid w:val="00A05AB9"/>
    <w:rsid w:val="00A06756"/>
    <w:rsid w:val="00A10AB5"/>
    <w:rsid w:val="00A10EC5"/>
    <w:rsid w:val="00A171EB"/>
    <w:rsid w:val="00A2184E"/>
    <w:rsid w:val="00A22291"/>
    <w:rsid w:val="00A31A9A"/>
    <w:rsid w:val="00A40135"/>
    <w:rsid w:val="00A401C3"/>
    <w:rsid w:val="00A411A6"/>
    <w:rsid w:val="00A42D1C"/>
    <w:rsid w:val="00A43D3E"/>
    <w:rsid w:val="00A4566B"/>
    <w:rsid w:val="00A458FB"/>
    <w:rsid w:val="00A57613"/>
    <w:rsid w:val="00A608B9"/>
    <w:rsid w:val="00A61890"/>
    <w:rsid w:val="00A64114"/>
    <w:rsid w:val="00A644A0"/>
    <w:rsid w:val="00A65589"/>
    <w:rsid w:val="00A72976"/>
    <w:rsid w:val="00A73477"/>
    <w:rsid w:val="00A73C55"/>
    <w:rsid w:val="00A7434A"/>
    <w:rsid w:val="00A774CF"/>
    <w:rsid w:val="00A7792D"/>
    <w:rsid w:val="00A77EB4"/>
    <w:rsid w:val="00A80DAE"/>
    <w:rsid w:val="00A81CFD"/>
    <w:rsid w:val="00A82092"/>
    <w:rsid w:val="00A8716D"/>
    <w:rsid w:val="00A93081"/>
    <w:rsid w:val="00A97196"/>
    <w:rsid w:val="00AA03AA"/>
    <w:rsid w:val="00AA5057"/>
    <w:rsid w:val="00AA548F"/>
    <w:rsid w:val="00AA5DAF"/>
    <w:rsid w:val="00AA6DE1"/>
    <w:rsid w:val="00AA71AF"/>
    <w:rsid w:val="00AB2FD8"/>
    <w:rsid w:val="00AC43FE"/>
    <w:rsid w:val="00AC4CFE"/>
    <w:rsid w:val="00AC4E16"/>
    <w:rsid w:val="00AD1884"/>
    <w:rsid w:val="00AD4D09"/>
    <w:rsid w:val="00AD5D26"/>
    <w:rsid w:val="00AD5F6B"/>
    <w:rsid w:val="00AE3F4E"/>
    <w:rsid w:val="00AE5547"/>
    <w:rsid w:val="00AE5A71"/>
    <w:rsid w:val="00AE6276"/>
    <w:rsid w:val="00AE78CA"/>
    <w:rsid w:val="00AF134B"/>
    <w:rsid w:val="00AF1775"/>
    <w:rsid w:val="00AF2A7B"/>
    <w:rsid w:val="00AF37DB"/>
    <w:rsid w:val="00B017DE"/>
    <w:rsid w:val="00B02641"/>
    <w:rsid w:val="00B02D45"/>
    <w:rsid w:val="00B05890"/>
    <w:rsid w:val="00B06485"/>
    <w:rsid w:val="00B068A0"/>
    <w:rsid w:val="00B1236A"/>
    <w:rsid w:val="00B1329D"/>
    <w:rsid w:val="00B13798"/>
    <w:rsid w:val="00B16CAA"/>
    <w:rsid w:val="00B17FB6"/>
    <w:rsid w:val="00B206E5"/>
    <w:rsid w:val="00B217B2"/>
    <w:rsid w:val="00B2244D"/>
    <w:rsid w:val="00B227CA"/>
    <w:rsid w:val="00B22C13"/>
    <w:rsid w:val="00B244ED"/>
    <w:rsid w:val="00B26B1E"/>
    <w:rsid w:val="00B27433"/>
    <w:rsid w:val="00B32850"/>
    <w:rsid w:val="00B55E64"/>
    <w:rsid w:val="00B56FBB"/>
    <w:rsid w:val="00B62190"/>
    <w:rsid w:val="00B65953"/>
    <w:rsid w:val="00B76CB3"/>
    <w:rsid w:val="00B84817"/>
    <w:rsid w:val="00B874B1"/>
    <w:rsid w:val="00B8765A"/>
    <w:rsid w:val="00B91C44"/>
    <w:rsid w:val="00B9290F"/>
    <w:rsid w:val="00B96483"/>
    <w:rsid w:val="00B97706"/>
    <w:rsid w:val="00BA5B07"/>
    <w:rsid w:val="00BA67A8"/>
    <w:rsid w:val="00BB4799"/>
    <w:rsid w:val="00BB775F"/>
    <w:rsid w:val="00BC2773"/>
    <w:rsid w:val="00BC6296"/>
    <w:rsid w:val="00BD1A2E"/>
    <w:rsid w:val="00BD2975"/>
    <w:rsid w:val="00BD4696"/>
    <w:rsid w:val="00BD6A77"/>
    <w:rsid w:val="00BE1863"/>
    <w:rsid w:val="00BE3FF1"/>
    <w:rsid w:val="00BE417C"/>
    <w:rsid w:val="00BE6456"/>
    <w:rsid w:val="00BF25E8"/>
    <w:rsid w:val="00BF3996"/>
    <w:rsid w:val="00BF4FF2"/>
    <w:rsid w:val="00BF5C34"/>
    <w:rsid w:val="00C028C0"/>
    <w:rsid w:val="00C04666"/>
    <w:rsid w:val="00C07952"/>
    <w:rsid w:val="00C10E1C"/>
    <w:rsid w:val="00C222D4"/>
    <w:rsid w:val="00C34820"/>
    <w:rsid w:val="00C43430"/>
    <w:rsid w:val="00C43C18"/>
    <w:rsid w:val="00C46CEC"/>
    <w:rsid w:val="00C50B92"/>
    <w:rsid w:val="00C53140"/>
    <w:rsid w:val="00C531F4"/>
    <w:rsid w:val="00C5358E"/>
    <w:rsid w:val="00C54006"/>
    <w:rsid w:val="00C560E8"/>
    <w:rsid w:val="00C57B40"/>
    <w:rsid w:val="00C600CA"/>
    <w:rsid w:val="00C60E4A"/>
    <w:rsid w:val="00C704B4"/>
    <w:rsid w:val="00C7304E"/>
    <w:rsid w:val="00C7306D"/>
    <w:rsid w:val="00C7407A"/>
    <w:rsid w:val="00C75636"/>
    <w:rsid w:val="00C80848"/>
    <w:rsid w:val="00C815DE"/>
    <w:rsid w:val="00C827A7"/>
    <w:rsid w:val="00C847D1"/>
    <w:rsid w:val="00C854D4"/>
    <w:rsid w:val="00C92EE1"/>
    <w:rsid w:val="00C95B7E"/>
    <w:rsid w:val="00C968D2"/>
    <w:rsid w:val="00CA1BBC"/>
    <w:rsid w:val="00CA3DE8"/>
    <w:rsid w:val="00CA480A"/>
    <w:rsid w:val="00CA5C44"/>
    <w:rsid w:val="00CB208E"/>
    <w:rsid w:val="00CB7402"/>
    <w:rsid w:val="00CC1395"/>
    <w:rsid w:val="00CC2EDD"/>
    <w:rsid w:val="00CC50C5"/>
    <w:rsid w:val="00CC6A02"/>
    <w:rsid w:val="00CC7FB6"/>
    <w:rsid w:val="00CD1E56"/>
    <w:rsid w:val="00CD256E"/>
    <w:rsid w:val="00CD42B1"/>
    <w:rsid w:val="00CD5578"/>
    <w:rsid w:val="00CD5C5A"/>
    <w:rsid w:val="00CE3F58"/>
    <w:rsid w:val="00CE5FB4"/>
    <w:rsid w:val="00CF0338"/>
    <w:rsid w:val="00CF0D7F"/>
    <w:rsid w:val="00CF480E"/>
    <w:rsid w:val="00CF5ABF"/>
    <w:rsid w:val="00CF603A"/>
    <w:rsid w:val="00D018AC"/>
    <w:rsid w:val="00D04E95"/>
    <w:rsid w:val="00D059CE"/>
    <w:rsid w:val="00D10334"/>
    <w:rsid w:val="00D11955"/>
    <w:rsid w:val="00D14778"/>
    <w:rsid w:val="00D16DA7"/>
    <w:rsid w:val="00D23D33"/>
    <w:rsid w:val="00D256AA"/>
    <w:rsid w:val="00D257A6"/>
    <w:rsid w:val="00D26D5D"/>
    <w:rsid w:val="00D33CA0"/>
    <w:rsid w:val="00D3571A"/>
    <w:rsid w:val="00D36240"/>
    <w:rsid w:val="00D37453"/>
    <w:rsid w:val="00D43713"/>
    <w:rsid w:val="00D45ECF"/>
    <w:rsid w:val="00D4617E"/>
    <w:rsid w:val="00D549FC"/>
    <w:rsid w:val="00D56148"/>
    <w:rsid w:val="00D56A9C"/>
    <w:rsid w:val="00D64925"/>
    <w:rsid w:val="00D66898"/>
    <w:rsid w:val="00D71B05"/>
    <w:rsid w:val="00D71FD5"/>
    <w:rsid w:val="00D72385"/>
    <w:rsid w:val="00D725D6"/>
    <w:rsid w:val="00D72F2B"/>
    <w:rsid w:val="00D74E48"/>
    <w:rsid w:val="00D74F25"/>
    <w:rsid w:val="00D77697"/>
    <w:rsid w:val="00D8193E"/>
    <w:rsid w:val="00D8575B"/>
    <w:rsid w:val="00D86E31"/>
    <w:rsid w:val="00D9061C"/>
    <w:rsid w:val="00D97C99"/>
    <w:rsid w:val="00DA0DC2"/>
    <w:rsid w:val="00DA1C97"/>
    <w:rsid w:val="00DA2024"/>
    <w:rsid w:val="00DA2940"/>
    <w:rsid w:val="00DB06C6"/>
    <w:rsid w:val="00DB495E"/>
    <w:rsid w:val="00DC0274"/>
    <w:rsid w:val="00DC1439"/>
    <w:rsid w:val="00DD2EBD"/>
    <w:rsid w:val="00DD2F31"/>
    <w:rsid w:val="00DD34D0"/>
    <w:rsid w:val="00DD4AF3"/>
    <w:rsid w:val="00DD5B2F"/>
    <w:rsid w:val="00DD640C"/>
    <w:rsid w:val="00DD6A52"/>
    <w:rsid w:val="00DE0DA1"/>
    <w:rsid w:val="00DE27D7"/>
    <w:rsid w:val="00DE366E"/>
    <w:rsid w:val="00DE3835"/>
    <w:rsid w:val="00DE482B"/>
    <w:rsid w:val="00DE5DD6"/>
    <w:rsid w:val="00DF0605"/>
    <w:rsid w:val="00DF07A5"/>
    <w:rsid w:val="00DF09E4"/>
    <w:rsid w:val="00DF25AC"/>
    <w:rsid w:val="00DF35CA"/>
    <w:rsid w:val="00DF68C2"/>
    <w:rsid w:val="00DF68FB"/>
    <w:rsid w:val="00E045FF"/>
    <w:rsid w:val="00E0520A"/>
    <w:rsid w:val="00E06AA0"/>
    <w:rsid w:val="00E12422"/>
    <w:rsid w:val="00E2111F"/>
    <w:rsid w:val="00E22572"/>
    <w:rsid w:val="00E240AB"/>
    <w:rsid w:val="00E24CD6"/>
    <w:rsid w:val="00E308CF"/>
    <w:rsid w:val="00E32535"/>
    <w:rsid w:val="00E32C99"/>
    <w:rsid w:val="00E33D80"/>
    <w:rsid w:val="00E353A0"/>
    <w:rsid w:val="00E36801"/>
    <w:rsid w:val="00E4213E"/>
    <w:rsid w:val="00E46355"/>
    <w:rsid w:val="00E4660D"/>
    <w:rsid w:val="00E46681"/>
    <w:rsid w:val="00E4708B"/>
    <w:rsid w:val="00E5178E"/>
    <w:rsid w:val="00E549BE"/>
    <w:rsid w:val="00E55079"/>
    <w:rsid w:val="00E57C06"/>
    <w:rsid w:val="00E622CF"/>
    <w:rsid w:val="00E632AE"/>
    <w:rsid w:val="00E71480"/>
    <w:rsid w:val="00E75233"/>
    <w:rsid w:val="00E7554A"/>
    <w:rsid w:val="00E76212"/>
    <w:rsid w:val="00E803E7"/>
    <w:rsid w:val="00E843D0"/>
    <w:rsid w:val="00E8713F"/>
    <w:rsid w:val="00E922D2"/>
    <w:rsid w:val="00E97E32"/>
    <w:rsid w:val="00EA0854"/>
    <w:rsid w:val="00EA4D2C"/>
    <w:rsid w:val="00EA6044"/>
    <w:rsid w:val="00EA6AF4"/>
    <w:rsid w:val="00EA75BF"/>
    <w:rsid w:val="00EA7657"/>
    <w:rsid w:val="00EB3292"/>
    <w:rsid w:val="00EB7118"/>
    <w:rsid w:val="00EC3A51"/>
    <w:rsid w:val="00EC4E75"/>
    <w:rsid w:val="00EC4E7C"/>
    <w:rsid w:val="00EC57B6"/>
    <w:rsid w:val="00EC5F77"/>
    <w:rsid w:val="00EC7C31"/>
    <w:rsid w:val="00ED3277"/>
    <w:rsid w:val="00EE042F"/>
    <w:rsid w:val="00EE4A5D"/>
    <w:rsid w:val="00EE668C"/>
    <w:rsid w:val="00EF08E8"/>
    <w:rsid w:val="00EF0FF9"/>
    <w:rsid w:val="00EF5046"/>
    <w:rsid w:val="00EF57EA"/>
    <w:rsid w:val="00EF68B0"/>
    <w:rsid w:val="00EF74CF"/>
    <w:rsid w:val="00F004CB"/>
    <w:rsid w:val="00F0115F"/>
    <w:rsid w:val="00F050D1"/>
    <w:rsid w:val="00F100AD"/>
    <w:rsid w:val="00F12581"/>
    <w:rsid w:val="00F14F4D"/>
    <w:rsid w:val="00F158CE"/>
    <w:rsid w:val="00F20F95"/>
    <w:rsid w:val="00F31BE1"/>
    <w:rsid w:val="00F3258F"/>
    <w:rsid w:val="00F32A76"/>
    <w:rsid w:val="00F32CAC"/>
    <w:rsid w:val="00F339F1"/>
    <w:rsid w:val="00F4170F"/>
    <w:rsid w:val="00F437E5"/>
    <w:rsid w:val="00F45AA6"/>
    <w:rsid w:val="00F500A8"/>
    <w:rsid w:val="00F53134"/>
    <w:rsid w:val="00F54D34"/>
    <w:rsid w:val="00F568F0"/>
    <w:rsid w:val="00F56E6B"/>
    <w:rsid w:val="00F622E2"/>
    <w:rsid w:val="00F7074A"/>
    <w:rsid w:val="00F70BB6"/>
    <w:rsid w:val="00F74EA0"/>
    <w:rsid w:val="00F7628E"/>
    <w:rsid w:val="00F8084E"/>
    <w:rsid w:val="00F83918"/>
    <w:rsid w:val="00F907B1"/>
    <w:rsid w:val="00F90FCE"/>
    <w:rsid w:val="00FA39A2"/>
    <w:rsid w:val="00FA6635"/>
    <w:rsid w:val="00FA7C6B"/>
    <w:rsid w:val="00FB1076"/>
    <w:rsid w:val="00FB2D5E"/>
    <w:rsid w:val="00FB6F2C"/>
    <w:rsid w:val="00FB711A"/>
    <w:rsid w:val="00FC1932"/>
    <w:rsid w:val="00FC1D06"/>
    <w:rsid w:val="00FC4319"/>
    <w:rsid w:val="00FC6876"/>
    <w:rsid w:val="00FD090D"/>
    <w:rsid w:val="00FD2339"/>
    <w:rsid w:val="00FD2D89"/>
    <w:rsid w:val="00FD4E1A"/>
    <w:rsid w:val="00FD61D9"/>
    <w:rsid w:val="00FD7B00"/>
    <w:rsid w:val="00FE1E7D"/>
    <w:rsid w:val="00FE70AC"/>
    <w:rsid w:val="00FF0B47"/>
    <w:rsid w:val="00FF544B"/>
    <w:rsid w:val="00FF72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55E3"/>
    <w:pPr>
      <w:spacing w:line="360" w:lineRule="auto"/>
      <w:ind w:firstLine="709"/>
      <w:jc w:val="both"/>
    </w:pPr>
    <w:rPr>
      <w:rFonts w:ascii="Times New Roman" w:hAnsi="Times New Roman"/>
      <w:sz w:val="28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AD1884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5062AB"/>
    <w:pPr>
      <w:tabs>
        <w:tab w:val="center" w:pos="4677"/>
        <w:tab w:val="right" w:pos="9355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5062AB"/>
    <w:rPr>
      <w:rFonts w:ascii="Times New Roman" w:hAnsi="Times New Roman" w:cs="Times New Roman"/>
      <w:sz w:val="28"/>
    </w:rPr>
  </w:style>
  <w:style w:type="paragraph" w:styleId="Footer">
    <w:name w:val="footer"/>
    <w:basedOn w:val="Normal"/>
    <w:link w:val="FooterChar"/>
    <w:uiPriority w:val="99"/>
    <w:rsid w:val="005062AB"/>
    <w:pPr>
      <w:tabs>
        <w:tab w:val="center" w:pos="4677"/>
        <w:tab w:val="right" w:pos="9355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5062AB"/>
    <w:rPr>
      <w:rFonts w:ascii="Times New Roman" w:hAnsi="Times New Roman" w:cs="Times New Roman"/>
      <w:sz w:val="28"/>
    </w:rPr>
  </w:style>
  <w:style w:type="paragraph" w:styleId="BalloonText">
    <w:name w:val="Balloon Text"/>
    <w:basedOn w:val="Normal"/>
    <w:link w:val="BalloonTextChar"/>
    <w:uiPriority w:val="99"/>
    <w:semiHidden/>
    <w:rsid w:val="005062A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062A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6999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90</TotalTime>
  <Pages>2</Pages>
  <Words>174</Words>
  <Characters>995</Characters>
  <Application>Microsoft Office Outlook</Application>
  <DocSecurity>0</DocSecurity>
  <Lines>0</Lines>
  <Paragraphs>0</Paragraphs>
  <ScaleCrop>false</ScaleCrop>
  <Company>apk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permyakova_ov</dc:creator>
  <cp:keywords/>
  <dc:description/>
  <cp:lastModifiedBy>User</cp:lastModifiedBy>
  <cp:revision>21</cp:revision>
  <cp:lastPrinted>2013-08-11T22:36:00Z</cp:lastPrinted>
  <dcterms:created xsi:type="dcterms:W3CDTF">2012-12-13T03:44:00Z</dcterms:created>
  <dcterms:modified xsi:type="dcterms:W3CDTF">2013-10-17T23:06:00Z</dcterms:modified>
</cp:coreProperties>
</file>