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9288" w:type="dxa"/>
        <w:tblLook w:val="00A0"/>
      </w:tblPr>
      <w:tblGrid>
        <w:gridCol w:w="5179"/>
      </w:tblGrid>
      <w:tr w:rsidR="00E958A5" w:rsidRPr="00105AE6" w:rsidTr="00577A24">
        <w:tc>
          <w:tcPr>
            <w:tcW w:w="5179" w:type="dxa"/>
          </w:tcPr>
          <w:p w:rsidR="00E958A5" w:rsidRPr="008674E1" w:rsidRDefault="00E958A5" w:rsidP="00577A24">
            <w:pPr>
              <w:ind w:left="-108" w:firstLine="0"/>
              <w:jc w:val="center"/>
              <w:rPr>
                <w:sz w:val="26"/>
                <w:szCs w:val="26"/>
              </w:rPr>
            </w:pPr>
            <w:r w:rsidRPr="008674E1">
              <w:rPr>
                <w:sz w:val="26"/>
                <w:szCs w:val="26"/>
              </w:rPr>
              <w:t>Приложение № 1</w:t>
            </w:r>
          </w:p>
          <w:p w:rsidR="00E958A5" w:rsidRPr="008674E1" w:rsidRDefault="00E958A5" w:rsidP="00577A24">
            <w:pPr>
              <w:autoSpaceDE w:val="0"/>
              <w:autoSpaceDN w:val="0"/>
              <w:adjustRightInd w:val="0"/>
              <w:spacing w:line="240" w:lineRule="auto"/>
              <w:ind w:left="-108" w:firstLine="0"/>
              <w:outlineLvl w:val="1"/>
              <w:rPr>
                <w:sz w:val="26"/>
                <w:szCs w:val="26"/>
              </w:rPr>
            </w:pPr>
            <w:r w:rsidRPr="008674E1">
              <w:rPr>
                <w:sz w:val="26"/>
                <w:szCs w:val="26"/>
              </w:rPr>
              <w:t xml:space="preserve">к муниципальной программе </w:t>
            </w:r>
          </w:p>
          <w:p w:rsidR="00E958A5" w:rsidRPr="008674E1" w:rsidRDefault="00E958A5" w:rsidP="00577A24">
            <w:pPr>
              <w:autoSpaceDE w:val="0"/>
              <w:autoSpaceDN w:val="0"/>
              <w:adjustRightInd w:val="0"/>
              <w:spacing w:line="240" w:lineRule="auto"/>
              <w:ind w:left="-108" w:firstLine="0"/>
              <w:outlineLvl w:val="1"/>
              <w:rPr>
                <w:sz w:val="26"/>
                <w:szCs w:val="26"/>
              </w:rPr>
            </w:pPr>
            <w:r w:rsidRPr="008674E1">
              <w:rPr>
                <w:sz w:val="26"/>
                <w:szCs w:val="26"/>
              </w:rPr>
              <w:t>«Развитие образования Дальнереченского городского округа»  на 2014-2016 годы,</w:t>
            </w:r>
          </w:p>
          <w:p w:rsidR="00E958A5" w:rsidRPr="008674E1" w:rsidRDefault="00E958A5" w:rsidP="00577A24">
            <w:pPr>
              <w:autoSpaceDE w:val="0"/>
              <w:autoSpaceDN w:val="0"/>
              <w:adjustRightInd w:val="0"/>
              <w:spacing w:line="240" w:lineRule="auto"/>
              <w:ind w:left="-108" w:firstLine="0"/>
              <w:outlineLvl w:val="1"/>
              <w:rPr>
                <w:sz w:val="26"/>
                <w:szCs w:val="26"/>
              </w:rPr>
            </w:pPr>
            <w:r w:rsidRPr="008674E1">
              <w:rPr>
                <w:sz w:val="26"/>
                <w:szCs w:val="26"/>
              </w:rPr>
              <w:t>утвержденной постановлением</w:t>
            </w:r>
          </w:p>
          <w:p w:rsidR="00E958A5" w:rsidRPr="008674E1" w:rsidRDefault="00E958A5" w:rsidP="00577A24">
            <w:pPr>
              <w:autoSpaceDE w:val="0"/>
              <w:autoSpaceDN w:val="0"/>
              <w:adjustRightInd w:val="0"/>
              <w:spacing w:line="240" w:lineRule="auto"/>
              <w:ind w:left="-108" w:firstLine="0"/>
              <w:outlineLvl w:val="1"/>
              <w:rPr>
                <w:sz w:val="26"/>
                <w:szCs w:val="26"/>
              </w:rPr>
            </w:pPr>
            <w:r w:rsidRPr="008674E1">
              <w:rPr>
                <w:sz w:val="26"/>
                <w:szCs w:val="26"/>
              </w:rPr>
              <w:t>администрации  Дальнереченского городского округа</w:t>
            </w:r>
          </w:p>
          <w:p w:rsidR="00E958A5" w:rsidRPr="008674E1" w:rsidRDefault="00E958A5" w:rsidP="00577A24">
            <w:pPr>
              <w:spacing w:line="240" w:lineRule="auto"/>
              <w:ind w:left="-108" w:firstLine="0"/>
              <w:rPr>
                <w:sz w:val="26"/>
                <w:szCs w:val="26"/>
              </w:rPr>
            </w:pPr>
            <w:r w:rsidRPr="008674E1">
              <w:rPr>
                <w:bCs/>
                <w:sz w:val="26"/>
                <w:szCs w:val="26"/>
              </w:rPr>
              <w:t xml:space="preserve">от </w:t>
            </w:r>
            <w:r>
              <w:rPr>
                <w:bCs/>
                <w:sz w:val="26"/>
                <w:szCs w:val="26"/>
              </w:rPr>
              <w:t>15 октября 2013 г_</w:t>
            </w:r>
            <w:r w:rsidRPr="008674E1">
              <w:rPr>
                <w:bCs/>
                <w:sz w:val="26"/>
                <w:szCs w:val="26"/>
              </w:rPr>
              <w:t xml:space="preserve">№ </w:t>
            </w:r>
            <w:bookmarkStart w:id="0" w:name="_GoBack"/>
            <w:bookmarkEnd w:id="0"/>
            <w:r>
              <w:rPr>
                <w:bCs/>
                <w:sz w:val="26"/>
                <w:szCs w:val="26"/>
              </w:rPr>
              <w:t>1258</w:t>
            </w:r>
          </w:p>
        </w:tc>
      </w:tr>
    </w:tbl>
    <w:p w:rsidR="00E958A5" w:rsidRDefault="00E958A5" w:rsidP="00C520E6">
      <w:pPr>
        <w:widowControl w:val="0"/>
        <w:autoSpaceDE w:val="0"/>
        <w:autoSpaceDN w:val="0"/>
        <w:adjustRightInd w:val="0"/>
        <w:spacing w:line="240" w:lineRule="auto"/>
        <w:jc w:val="center"/>
        <w:rPr>
          <w:szCs w:val="28"/>
        </w:rPr>
      </w:pPr>
      <w:bookmarkStart w:id="1" w:name="Par287"/>
      <w:bookmarkEnd w:id="1"/>
    </w:p>
    <w:p w:rsidR="00E958A5" w:rsidRPr="008674E1" w:rsidRDefault="00E958A5" w:rsidP="00F4077B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8674E1">
        <w:rPr>
          <w:b/>
          <w:sz w:val="26"/>
          <w:szCs w:val="26"/>
        </w:rPr>
        <w:t xml:space="preserve">СВЕДЕНИЯ </w:t>
      </w:r>
    </w:p>
    <w:p w:rsidR="00E958A5" w:rsidRPr="008674E1" w:rsidRDefault="00E958A5" w:rsidP="00C520E6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sz w:val="26"/>
          <w:szCs w:val="26"/>
        </w:rPr>
      </w:pPr>
      <w:r w:rsidRPr="008674E1">
        <w:rPr>
          <w:b/>
          <w:sz w:val="26"/>
          <w:szCs w:val="26"/>
        </w:rPr>
        <w:t xml:space="preserve">о показателях (индикаторах) муниципальной программы </w:t>
      </w:r>
    </w:p>
    <w:p w:rsidR="00E958A5" w:rsidRPr="008674E1" w:rsidRDefault="00E958A5" w:rsidP="00916A28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sz w:val="26"/>
          <w:szCs w:val="26"/>
          <w:u w:val="single"/>
        </w:rPr>
      </w:pPr>
      <w:r w:rsidRPr="008674E1">
        <w:rPr>
          <w:b/>
          <w:sz w:val="26"/>
          <w:szCs w:val="26"/>
          <w:u w:val="single"/>
        </w:rPr>
        <w:t xml:space="preserve">«Развитие образования  Дальнереченского городского округа» на 2014-2016 годы </w:t>
      </w:r>
    </w:p>
    <w:p w:rsidR="00E958A5" w:rsidRPr="008674E1" w:rsidRDefault="00E958A5" w:rsidP="00916A28">
      <w:pPr>
        <w:widowControl w:val="0"/>
        <w:autoSpaceDE w:val="0"/>
        <w:autoSpaceDN w:val="0"/>
        <w:adjustRightInd w:val="0"/>
        <w:spacing w:line="240" w:lineRule="auto"/>
        <w:jc w:val="center"/>
        <w:rPr>
          <w:sz w:val="26"/>
          <w:szCs w:val="26"/>
          <w:u w:val="single"/>
        </w:rPr>
      </w:pPr>
    </w:p>
    <w:tbl>
      <w:tblPr>
        <w:tblW w:w="1438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849"/>
        <w:gridCol w:w="49"/>
        <w:gridCol w:w="6659"/>
        <w:gridCol w:w="1443"/>
        <w:gridCol w:w="1422"/>
        <w:gridCol w:w="18"/>
        <w:gridCol w:w="2342"/>
        <w:gridCol w:w="31"/>
        <w:gridCol w:w="1567"/>
      </w:tblGrid>
      <w:tr w:rsidR="00E958A5" w:rsidRPr="008674E1" w:rsidTr="00683B1F">
        <w:trPr>
          <w:trHeight w:val="322"/>
          <w:tblCellSpacing w:w="5" w:type="nil"/>
        </w:trPr>
        <w:tc>
          <w:tcPr>
            <w:tcW w:w="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A5" w:rsidRPr="008674E1" w:rsidRDefault="00E958A5" w:rsidP="00E54E7C">
            <w:pPr>
              <w:pStyle w:val="ConsPlusCell"/>
              <w:rPr>
                <w:sz w:val="26"/>
                <w:szCs w:val="26"/>
              </w:rPr>
            </w:pPr>
            <w:r w:rsidRPr="008674E1">
              <w:rPr>
                <w:sz w:val="26"/>
                <w:szCs w:val="26"/>
              </w:rPr>
              <w:t xml:space="preserve"> № </w:t>
            </w:r>
            <w:r w:rsidRPr="008674E1">
              <w:rPr>
                <w:sz w:val="26"/>
                <w:szCs w:val="26"/>
              </w:rPr>
              <w:br/>
              <w:t>п/п</w:t>
            </w:r>
          </w:p>
        </w:tc>
        <w:tc>
          <w:tcPr>
            <w:tcW w:w="67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A5" w:rsidRPr="008674E1" w:rsidRDefault="00E958A5" w:rsidP="00DF5D7E">
            <w:pPr>
              <w:pStyle w:val="ConsPlusCell"/>
              <w:jc w:val="center"/>
              <w:rPr>
                <w:sz w:val="26"/>
                <w:szCs w:val="26"/>
              </w:rPr>
            </w:pPr>
            <w:r w:rsidRPr="008674E1">
              <w:rPr>
                <w:sz w:val="26"/>
                <w:szCs w:val="26"/>
              </w:rPr>
              <w:t>Показатель   (индикатор)  (наименование)</w:t>
            </w:r>
          </w:p>
        </w:tc>
        <w:tc>
          <w:tcPr>
            <w:tcW w:w="14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A5" w:rsidRPr="008674E1" w:rsidRDefault="00E958A5" w:rsidP="00E54E7C">
            <w:pPr>
              <w:pStyle w:val="ConsPlusCell"/>
              <w:jc w:val="center"/>
              <w:rPr>
                <w:sz w:val="26"/>
                <w:szCs w:val="26"/>
              </w:rPr>
            </w:pPr>
            <w:r w:rsidRPr="008674E1">
              <w:rPr>
                <w:sz w:val="26"/>
                <w:szCs w:val="26"/>
              </w:rPr>
              <w:t xml:space="preserve">Ед.   </w:t>
            </w:r>
            <w:r w:rsidRPr="008674E1">
              <w:rPr>
                <w:sz w:val="26"/>
                <w:szCs w:val="26"/>
              </w:rPr>
              <w:br/>
              <w:t>изм.</w:t>
            </w:r>
          </w:p>
        </w:tc>
        <w:tc>
          <w:tcPr>
            <w:tcW w:w="53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A5" w:rsidRPr="008674E1" w:rsidRDefault="00E958A5" w:rsidP="00E54E7C">
            <w:pPr>
              <w:pStyle w:val="ConsPlusCell"/>
              <w:jc w:val="center"/>
              <w:rPr>
                <w:sz w:val="26"/>
                <w:szCs w:val="26"/>
              </w:rPr>
            </w:pPr>
            <w:r w:rsidRPr="008674E1">
              <w:rPr>
                <w:sz w:val="26"/>
                <w:szCs w:val="26"/>
              </w:rPr>
              <w:t>Значения показателей</w:t>
            </w:r>
          </w:p>
        </w:tc>
      </w:tr>
      <w:tr w:rsidR="00E958A5" w:rsidRPr="008674E1" w:rsidTr="00683B1F">
        <w:trPr>
          <w:trHeight w:val="480"/>
          <w:tblCellSpacing w:w="5" w:type="nil"/>
        </w:trPr>
        <w:tc>
          <w:tcPr>
            <w:tcW w:w="8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A5" w:rsidRPr="008674E1" w:rsidRDefault="00E958A5" w:rsidP="00E54E7C">
            <w:pPr>
              <w:pStyle w:val="ConsPlusCell"/>
              <w:rPr>
                <w:sz w:val="26"/>
                <w:szCs w:val="26"/>
              </w:rPr>
            </w:pPr>
          </w:p>
        </w:tc>
        <w:tc>
          <w:tcPr>
            <w:tcW w:w="670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A5" w:rsidRPr="008674E1" w:rsidRDefault="00E958A5" w:rsidP="00E54E7C">
            <w:pPr>
              <w:pStyle w:val="ConsPlusCell"/>
              <w:rPr>
                <w:sz w:val="26"/>
                <w:szCs w:val="26"/>
              </w:rPr>
            </w:pPr>
          </w:p>
        </w:tc>
        <w:tc>
          <w:tcPr>
            <w:tcW w:w="14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A5" w:rsidRPr="008674E1" w:rsidRDefault="00E958A5" w:rsidP="00E54E7C">
            <w:pPr>
              <w:pStyle w:val="ConsPlusCell"/>
              <w:rPr>
                <w:sz w:val="26"/>
                <w:szCs w:val="26"/>
              </w:rPr>
            </w:pPr>
          </w:p>
        </w:tc>
        <w:tc>
          <w:tcPr>
            <w:tcW w:w="14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A5" w:rsidRPr="008674E1" w:rsidRDefault="00E958A5" w:rsidP="00E54E7C">
            <w:pPr>
              <w:pStyle w:val="ConsPlusCell"/>
              <w:jc w:val="center"/>
              <w:rPr>
                <w:sz w:val="26"/>
                <w:szCs w:val="26"/>
              </w:rPr>
            </w:pPr>
            <w:r w:rsidRPr="008674E1">
              <w:rPr>
                <w:sz w:val="26"/>
                <w:szCs w:val="26"/>
              </w:rPr>
              <w:t>2014</w:t>
            </w:r>
          </w:p>
        </w:tc>
        <w:tc>
          <w:tcPr>
            <w:tcW w:w="239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A5" w:rsidRPr="008674E1" w:rsidRDefault="00E958A5" w:rsidP="00E54E7C">
            <w:pPr>
              <w:pStyle w:val="ConsPlusCell"/>
              <w:jc w:val="center"/>
              <w:rPr>
                <w:sz w:val="26"/>
                <w:szCs w:val="26"/>
              </w:rPr>
            </w:pPr>
            <w:r w:rsidRPr="008674E1">
              <w:rPr>
                <w:sz w:val="26"/>
                <w:szCs w:val="26"/>
              </w:rPr>
              <w:t>2015</w:t>
            </w:r>
          </w:p>
        </w:tc>
        <w:tc>
          <w:tcPr>
            <w:tcW w:w="1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A5" w:rsidRPr="008674E1" w:rsidRDefault="00E958A5" w:rsidP="00E54E7C">
            <w:pPr>
              <w:pStyle w:val="ConsPlusCell"/>
              <w:jc w:val="center"/>
              <w:rPr>
                <w:sz w:val="26"/>
                <w:szCs w:val="26"/>
              </w:rPr>
            </w:pPr>
            <w:r w:rsidRPr="008674E1">
              <w:rPr>
                <w:sz w:val="26"/>
                <w:szCs w:val="26"/>
              </w:rPr>
              <w:t>2016</w:t>
            </w:r>
          </w:p>
        </w:tc>
      </w:tr>
      <w:tr w:rsidR="00E958A5" w:rsidRPr="008674E1" w:rsidTr="00683B1F">
        <w:trPr>
          <w:tblCellSpacing w:w="5" w:type="nil"/>
        </w:trPr>
        <w:tc>
          <w:tcPr>
            <w:tcW w:w="8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A5" w:rsidRPr="008674E1" w:rsidRDefault="00E958A5" w:rsidP="00E54E7C">
            <w:pPr>
              <w:pStyle w:val="ConsPlusCell"/>
              <w:jc w:val="center"/>
              <w:rPr>
                <w:sz w:val="26"/>
                <w:szCs w:val="26"/>
              </w:rPr>
            </w:pPr>
            <w:r w:rsidRPr="008674E1">
              <w:rPr>
                <w:sz w:val="26"/>
                <w:szCs w:val="26"/>
              </w:rPr>
              <w:t>1</w:t>
            </w:r>
          </w:p>
        </w:tc>
        <w:tc>
          <w:tcPr>
            <w:tcW w:w="670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A5" w:rsidRPr="008674E1" w:rsidRDefault="00E958A5" w:rsidP="00E54E7C">
            <w:pPr>
              <w:pStyle w:val="ConsPlusCell"/>
              <w:jc w:val="center"/>
              <w:rPr>
                <w:sz w:val="26"/>
                <w:szCs w:val="26"/>
              </w:rPr>
            </w:pPr>
            <w:r w:rsidRPr="008674E1">
              <w:rPr>
                <w:sz w:val="26"/>
                <w:szCs w:val="26"/>
              </w:rPr>
              <w:t>2</w:t>
            </w:r>
          </w:p>
        </w:tc>
        <w:tc>
          <w:tcPr>
            <w:tcW w:w="14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A5" w:rsidRPr="008674E1" w:rsidRDefault="00E958A5" w:rsidP="00E54E7C">
            <w:pPr>
              <w:pStyle w:val="ConsPlusCell"/>
              <w:jc w:val="center"/>
              <w:rPr>
                <w:sz w:val="26"/>
                <w:szCs w:val="26"/>
              </w:rPr>
            </w:pPr>
            <w:r w:rsidRPr="008674E1">
              <w:rPr>
                <w:sz w:val="26"/>
                <w:szCs w:val="26"/>
              </w:rPr>
              <w:t>3</w:t>
            </w:r>
          </w:p>
        </w:tc>
        <w:tc>
          <w:tcPr>
            <w:tcW w:w="14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A5" w:rsidRPr="008674E1" w:rsidRDefault="00E958A5" w:rsidP="00E54E7C">
            <w:pPr>
              <w:pStyle w:val="ConsPlusCell"/>
              <w:jc w:val="center"/>
              <w:rPr>
                <w:sz w:val="26"/>
                <w:szCs w:val="26"/>
              </w:rPr>
            </w:pPr>
            <w:r w:rsidRPr="008674E1">
              <w:rPr>
                <w:sz w:val="26"/>
                <w:szCs w:val="26"/>
              </w:rPr>
              <w:t>4</w:t>
            </w:r>
          </w:p>
        </w:tc>
        <w:tc>
          <w:tcPr>
            <w:tcW w:w="239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A5" w:rsidRPr="008674E1" w:rsidRDefault="00E958A5" w:rsidP="00E54E7C">
            <w:pPr>
              <w:pStyle w:val="ConsPlusCell"/>
              <w:jc w:val="center"/>
              <w:rPr>
                <w:sz w:val="26"/>
                <w:szCs w:val="26"/>
              </w:rPr>
            </w:pPr>
            <w:r w:rsidRPr="008674E1">
              <w:rPr>
                <w:sz w:val="26"/>
                <w:szCs w:val="26"/>
              </w:rPr>
              <w:t>5</w:t>
            </w:r>
          </w:p>
        </w:tc>
        <w:tc>
          <w:tcPr>
            <w:tcW w:w="1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A5" w:rsidRPr="008674E1" w:rsidRDefault="00E958A5" w:rsidP="00E54E7C">
            <w:pPr>
              <w:pStyle w:val="ConsPlusCell"/>
              <w:jc w:val="center"/>
              <w:rPr>
                <w:sz w:val="26"/>
                <w:szCs w:val="26"/>
              </w:rPr>
            </w:pPr>
            <w:r w:rsidRPr="008674E1">
              <w:rPr>
                <w:sz w:val="26"/>
                <w:szCs w:val="26"/>
              </w:rPr>
              <w:t>6</w:t>
            </w:r>
          </w:p>
        </w:tc>
      </w:tr>
      <w:tr w:rsidR="00E958A5" w:rsidRPr="008674E1" w:rsidTr="00683B1F">
        <w:trPr>
          <w:tblCellSpacing w:w="5" w:type="nil"/>
        </w:trPr>
        <w:tc>
          <w:tcPr>
            <w:tcW w:w="14380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A5" w:rsidRPr="008674E1" w:rsidRDefault="00E958A5" w:rsidP="00C33E8C">
            <w:pPr>
              <w:pStyle w:val="ConsPlusCell"/>
              <w:jc w:val="center"/>
              <w:rPr>
                <w:sz w:val="26"/>
                <w:szCs w:val="26"/>
              </w:rPr>
            </w:pPr>
            <w:r w:rsidRPr="008674E1">
              <w:rPr>
                <w:b/>
                <w:sz w:val="26"/>
                <w:szCs w:val="26"/>
              </w:rPr>
              <w:t>Муниципальная программа «Развитие образования Дальнереченского городского округа» на 2014-2016 годы</w:t>
            </w:r>
          </w:p>
        </w:tc>
      </w:tr>
      <w:tr w:rsidR="00E958A5" w:rsidRPr="008674E1" w:rsidTr="00683B1F">
        <w:trPr>
          <w:tblCellSpacing w:w="5" w:type="nil"/>
        </w:trPr>
        <w:tc>
          <w:tcPr>
            <w:tcW w:w="89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A5" w:rsidRPr="008674E1" w:rsidRDefault="00E958A5" w:rsidP="00CF0D48">
            <w:pPr>
              <w:pStyle w:val="ListParagraph"/>
              <w:numPr>
                <w:ilvl w:val="0"/>
                <w:numId w:val="17"/>
              </w:numPr>
              <w:spacing w:after="0"/>
              <w:ind w:left="0"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66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A5" w:rsidRPr="00683B1F" w:rsidRDefault="00E958A5" w:rsidP="00CF0D48">
            <w:pPr>
              <w:pStyle w:val="ConsPlusCell"/>
              <w:jc w:val="both"/>
              <w:rPr>
                <w:sz w:val="26"/>
                <w:szCs w:val="26"/>
              </w:rPr>
            </w:pPr>
            <w:r w:rsidRPr="00683B1F">
              <w:rPr>
                <w:sz w:val="26"/>
                <w:szCs w:val="26"/>
              </w:rPr>
              <w:t>Степень удовлетворенности населения качеством предоставления образовательных услуг</w:t>
            </w:r>
          </w:p>
        </w:tc>
        <w:tc>
          <w:tcPr>
            <w:tcW w:w="14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8A5" w:rsidRPr="00683B1F" w:rsidRDefault="00E958A5" w:rsidP="00CF0D4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 w:rsidRPr="00683B1F">
              <w:rPr>
                <w:sz w:val="26"/>
                <w:szCs w:val="26"/>
              </w:rPr>
              <w:t>%</w:t>
            </w:r>
          </w:p>
        </w:tc>
        <w:tc>
          <w:tcPr>
            <w:tcW w:w="14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8A5" w:rsidRPr="00683B1F" w:rsidRDefault="00E958A5" w:rsidP="00CF0D4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55</w:t>
            </w:r>
          </w:p>
        </w:tc>
        <w:tc>
          <w:tcPr>
            <w:tcW w:w="23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8A5" w:rsidRPr="00683B1F" w:rsidRDefault="00E958A5" w:rsidP="00CF0D4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</w:t>
            </w:r>
          </w:p>
        </w:tc>
        <w:tc>
          <w:tcPr>
            <w:tcW w:w="159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8A5" w:rsidRPr="00683B1F" w:rsidRDefault="00E958A5" w:rsidP="00CF0D4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68</w:t>
            </w:r>
          </w:p>
        </w:tc>
      </w:tr>
      <w:tr w:rsidR="00E958A5" w:rsidRPr="008674E1" w:rsidTr="00683B1F">
        <w:trPr>
          <w:tblCellSpacing w:w="5" w:type="nil"/>
        </w:trPr>
        <w:tc>
          <w:tcPr>
            <w:tcW w:w="89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A5" w:rsidRPr="008674E1" w:rsidRDefault="00E958A5" w:rsidP="00DD756D">
            <w:pPr>
              <w:pStyle w:val="ListParagraph"/>
              <w:numPr>
                <w:ilvl w:val="0"/>
                <w:numId w:val="17"/>
              </w:numPr>
              <w:tabs>
                <w:tab w:val="clear" w:pos="786"/>
                <w:tab w:val="num" w:pos="644"/>
              </w:tabs>
              <w:spacing w:after="0"/>
              <w:ind w:left="0"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66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A5" w:rsidRPr="00683B1F" w:rsidRDefault="00E958A5" w:rsidP="00CF0D48">
            <w:pPr>
              <w:pStyle w:val="ConsPlusCell"/>
              <w:jc w:val="both"/>
              <w:rPr>
                <w:sz w:val="26"/>
                <w:szCs w:val="26"/>
              </w:rPr>
            </w:pPr>
            <w:r w:rsidRPr="00683B1F">
              <w:rPr>
                <w:sz w:val="26"/>
                <w:szCs w:val="26"/>
              </w:rPr>
              <w:t>Обеспеченность детей дошкольного возраста местами в дошкольных образовательных учреждения</w:t>
            </w:r>
            <w:r>
              <w:rPr>
                <w:sz w:val="26"/>
                <w:szCs w:val="26"/>
              </w:rPr>
              <w:t>х</w:t>
            </w:r>
            <w:r w:rsidRPr="00683B1F">
              <w:rPr>
                <w:sz w:val="26"/>
                <w:szCs w:val="26"/>
              </w:rPr>
              <w:t xml:space="preserve"> </w:t>
            </w:r>
          </w:p>
        </w:tc>
        <w:tc>
          <w:tcPr>
            <w:tcW w:w="14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8A5" w:rsidRPr="00DD756D" w:rsidRDefault="00E958A5" w:rsidP="00445A94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 w:rsidRPr="00DD756D">
              <w:rPr>
                <w:sz w:val="26"/>
                <w:szCs w:val="26"/>
              </w:rPr>
              <w:t>кол-во детей в возрасте 1-6 лет на 100 мест</w:t>
            </w:r>
          </w:p>
        </w:tc>
        <w:tc>
          <w:tcPr>
            <w:tcW w:w="14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8A5" w:rsidRPr="00683B1F" w:rsidRDefault="00E958A5" w:rsidP="00CF0D48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113,1</w:t>
            </w:r>
          </w:p>
        </w:tc>
        <w:tc>
          <w:tcPr>
            <w:tcW w:w="23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8A5" w:rsidRPr="00683B1F" w:rsidRDefault="00E958A5" w:rsidP="00CF0D48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110,2</w:t>
            </w:r>
          </w:p>
        </w:tc>
        <w:tc>
          <w:tcPr>
            <w:tcW w:w="159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8A5" w:rsidRPr="00683B1F" w:rsidRDefault="00E958A5" w:rsidP="00CF0D48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108,8</w:t>
            </w:r>
          </w:p>
        </w:tc>
      </w:tr>
      <w:tr w:rsidR="00E958A5" w:rsidRPr="008674E1" w:rsidTr="00683B1F">
        <w:trPr>
          <w:trHeight w:val="320"/>
          <w:tblCellSpacing w:w="5" w:type="nil"/>
        </w:trPr>
        <w:tc>
          <w:tcPr>
            <w:tcW w:w="14380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A5" w:rsidRPr="008674E1" w:rsidRDefault="00E958A5" w:rsidP="00E54E7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6"/>
                <w:szCs w:val="26"/>
              </w:rPr>
            </w:pPr>
            <w:smartTag w:uri="urn:schemas-microsoft-com:office:smarttags" w:element="place">
              <w:r w:rsidRPr="008674E1">
                <w:rPr>
                  <w:b/>
                  <w:sz w:val="26"/>
                  <w:szCs w:val="26"/>
                  <w:lang w:val="en-US"/>
                </w:rPr>
                <w:t>I</w:t>
              </w:r>
              <w:r w:rsidRPr="008674E1">
                <w:rPr>
                  <w:b/>
                  <w:sz w:val="26"/>
                  <w:szCs w:val="26"/>
                </w:rPr>
                <w:t>.</w:t>
              </w:r>
            </w:smartTag>
            <w:r w:rsidRPr="008674E1">
              <w:rPr>
                <w:b/>
                <w:sz w:val="26"/>
                <w:szCs w:val="26"/>
              </w:rPr>
              <w:t xml:space="preserve"> Подпрограмма « Развитие системы дошкольного образования»</w:t>
            </w:r>
          </w:p>
        </w:tc>
      </w:tr>
      <w:tr w:rsidR="00E958A5" w:rsidRPr="008674E1" w:rsidTr="00683B1F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849" w:type="dxa"/>
          </w:tcPr>
          <w:p w:rsidR="00E958A5" w:rsidRPr="008674E1" w:rsidRDefault="00E958A5" w:rsidP="00E54E7C">
            <w:pPr>
              <w:pStyle w:val="ListParagraph"/>
              <w:numPr>
                <w:ilvl w:val="0"/>
                <w:numId w:val="17"/>
              </w:numPr>
              <w:spacing w:after="0"/>
              <w:ind w:left="0"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6708" w:type="dxa"/>
            <w:gridSpan w:val="2"/>
          </w:tcPr>
          <w:p w:rsidR="00E958A5" w:rsidRPr="008674E1" w:rsidRDefault="00E958A5" w:rsidP="00981F9B">
            <w:pPr>
              <w:spacing w:line="240" w:lineRule="auto"/>
              <w:ind w:firstLine="0"/>
              <w:rPr>
                <w:sz w:val="26"/>
                <w:szCs w:val="26"/>
              </w:rPr>
            </w:pPr>
            <w:r w:rsidRPr="008674E1">
              <w:rPr>
                <w:sz w:val="26"/>
                <w:szCs w:val="26"/>
              </w:rPr>
              <w:t>Доля детей в возрасте 1-6 лет, получающих услуги дошкольного образования</w:t>
            </w:r>
          </w:p>
        </w:tc>
        <w:tc>
          <w:tcPr>
            <w:tcW w:w="1443" w:type="dxa"/>
            <w:vAlign w:val="center"/>
          </w:tcPr>
          <w:p w:rsidR="00E958A5" w:rsidRPr="008674E1" w:rsidRDefault="00E958A5" w:rsidP="00981F9B">
            <w:pPr>
              <w:spacing w:line="240" w:lineRule="auto"/>
              <w:ind w:firstLine="0"/>
              <w:jc w:val="center"/>
              <w:rPr>
                <w:sz w:val="26"/>
                <w:szCs w:val="26"/>
                <w:lang w:val="en-US"/>
              </w:rPr>
            </w:pPr>
            <w:r w:rsidRPr="008674E1">
              <w:rPr>
                <w:sz w:val="26"/>
                <w:szCs w:val="26"/>
                <w:lang w:val="en-US"/>
              </w:rPr>
              <w:t>%</w:t>
            </w:r>
          </w:p>
        </w:tc>
        <w:tc>
          <w:tcPr>
            <w:tcW w:w="1422" w:type="dxa"/>
            <w:vAlign w:val="center"/>
          </w:tcPr>
          <w:p w:rsidR="00E958A5" w:rsidRPr="008674E1" w:rsidRDefault="00E958A5" w:rsidP="00E54E7C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 w:rsidRPr="008674E1">
              <w:rPr>
                <w:sz w:val="26"/>
                <w:szCs w:val="26"/>
              </w:rPr>
              <w:t>51,5</w:t>
            </w:r>
          </w:p>
        </w:tc>
        <w:tc>
          <w:tcPr>
            <w:tcW w:w="2391" w:type="dxa"/>
            <w:gridSpan w:val="3"/>
            <w:vAlign w:val="center"/>
          </w:tcPr>
          <w:p w:rsidR="00E958A5" w:rsidRPr="008674E1" w:rsidRDefault="00E958A5" w:rsidP="00E54E7C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 w:rsidRPr="008674E1">
              <w:rPr>
                <w:sz w:val="26"/>
                <w:szCs w:val="26"/>
              </w:rPr>
              <w:t>52,7</w:t>
            </w:r>
          </w:p>
        </w:tc>
        <w:tc>
          <w:tcPr>
            <w:tcW w:w="1567" w:type="dxa"/>
            <w:vAlign w:val="center"/>
          </w:tcPr>
          <w:p w:rsidR="00E958A5" w:rsidRPr="008674E1" w:rsidRDefault="00E958A5" w:rsidP="00E54E7C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 w:rsidRPr="008674E1">
              <w:rPr>
                <w:sz w:val="26"/>
                <w:szCs w:val="26"/>
              </w:rPr>
              <w:t>53,2</w:t>
            </w:r>
          </w:p>
        </w:tc>
      </w:tr>
      <w:tr w:rsidR="00E958A5" w:rsidRPr="008674E1" w:rsidTr="00683B1F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849" w:type="dxa"/>
          </w:tcPr>
          <w:p w:rsidR="00E958A5" w:rsidRPr="008674E1" w:rsidRDefault="00E958A5" w:rsidP="00E54E7C">
            <w:pPr>
              <w:pStyle w:val="ListParagraph"/>
              <w:numPr>
                <w:ilvl w:val="0"/>
                <w:numId w:val="17"/>
              </w:numPr>
              <w:spacing w:after="0"/>
              <w:ind w:left="0"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6708" w:type="dxa"/>
            <w:gridSpan w:val="2"/>
          </w:tcPr>
          <w:p w:rsidR="00E958A5" w:rsidRPr="008674E1" w:rsidRDefault="00E958A5" w:rsidP="00981F9B">
            <w:pPr>
              <w:spacing w:line="240" w:lineRule="auto"/>
              <w:ind w:firstLine="0"/>
              <w:rPr>
                <w:sz w:val="26"/>
                <w:szCs w:val="26"/>
              </w:rPr>
            </w:pPr>
            <w:r w:rsidRPr="008674E1">
              <w:rPr>
                <w:sz w:val="26"/>
                <w:szCs w:val="26"/>
              </w:rPr>
              <w:t>Доля детей в возрасте 1–6 лет, стоящих на учете для определения в муниципальные дошкольные образовательные учреждения, в общей численности детей в возрасте 1-6 лет</w:t>
            </w:r>
          </w:p>
        </w:tc>
        <w:tc>
          <w:tcPr>
            <w:tcW w:w="1443" w:type="dxa"/>
            <w:vAlign w:val="center"/>
          </w:tcPr>
          <w:p w:rsidR="00E958A5" w:rsidRPr="008674E1" w:rsidRDefault="00E958A5" w:rsidP="00981F9B">
            <w:pPr>
              <w:spacing w:line="240" w:lineRule="auto"/>
              <w:ind w:firstLine="0"/>
              <w:jc w:val="center"/>
              <w:rPr>
                <w:sz w:val="26"/>
                <w:szCs w:val="26"/>
                <w:lang w:val="en-US"/>
              </w:rPr>
            </w:pPr>
            <w:r w:rsidRPr="008674E1">
              <w:rPr>
                <w:sz w:val="26"/>
                <w:szCs w:val="26"/>
                <w:lang w:val="en-US"/>
              </w:rPr>
              <w:t>%</w:t>
            </w:r>
          </w:p>
        </w:tc>
        <w:tc>
          <w:tcPr>
            <w:tcW w:w="1422" w:type="dxa"/>
            <w:vAlign w:val="center"/>
          </w:tcPr>
          <w:p w:rsidR="00E958A5" w:rsidRPr="008674E1" w:rsidRDefault="00E958A5" w:rsidP="00E54E7C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 w:rsidRPr="008674E1">
              <w:rPr>
                <w:sz w:val="26"/>
                <w:szCs w:val="26"/>
              </w:rPr>
              <w:t>31,1</w:t>
            </w:r>
          </w:p>
        </w:tc>
        <w:tc>
          <w:tcPr>
            <w:tcW w:w="2391" w:type="dxa"/>
            <w:gridSpan w:val="3"/>
            <w:vAlign w:val="center"/>
          </w:tcPr>
          <w:p w:rsidR="00E958A5" w:rsidRPr="008674E1" w:rsidRDefault="00E958A5" w:rsidP="00E54E7C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 w:rsidRPr="008674E1">
              <w:rPr>
                <w:sz w:val="26"/>
                <w:szCs w:val="26"/>
              </w:rPr>
              <w:t>30,0</w:t>
            </w:r>
          </w:p>
        </w:tc>
        <w:tc>
          <w:tcPr>
            <w:tcW w:w="1567" w:type="dxa"/>
            <w:vAlign w:val="center"/>
          </w:tcPr>
          <w:p w:rsidR="00E958A5" w:rsidRPr="008674E1" w:rsidRDefault="00E958A5" w:rsidP="00E54E7C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 w:rsidRPr="008674E1">
              <w:rPr>
                <w:sz w:val="26"/>
                <w:szCs w:val="26"/>
              </w:rPr>
              <w:t>28,2</w:t>
            </w:r>
          </w:p>
        </w:tc>
      </w:tr>
      <w:tr w:rsidR="00E958A5" w:rsidRPr="008674E1" w:rsidTr="00683B1F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849" w:type="dxa"/>
          </w:tcPr>
          <w:p w:rsidR="00E958A5" w:rsidRPr="008674E1" w:rsidRDefault="00E958A5" w:rsidP="00E54E7C">
            <w:pPr>
              <w:pStyle w:val="ListParagraph"/>
              <w:numPr>
                <w:ilvl w:val="0"/>
                <w:numId w:val="17"/>
              </w:numPr>
              <w:spacing w:after="0"/>
              <w:ind w:left="0"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6708" w:type="dxa"/>
            <w:gridSpan w:val="2"/>
          </w:tcPr>
          <w:p w:rsidR="00E958A5" w:rsidRPr="008674E1" w:rsidRDefault="00E958A5" w:rsidP="00981F9B">
            <w:pPr>
              <w:pStyle w:val="ListParagraph"/>
              <w:spacing w:after="0"/>
              <w:ind w:left="0"/>
              <w:rPr>
                <w:sz w:val="26"/>
                <w:szCs w:val="26"/>
              </w:rPr>
            </w:pPr>
            <w:r w:rsidRPr="008674E1">
              <w:rPr>
                <w:sz w:val="26"/>
                <w:szCs w:val="26"/>
              </w:rPr>
              <w:t>Доля муниципальных дошкольных образовательных учреждений, здания которых находятся в аварийном состоянии или требуют капитального ремонта, в общей числе муниципальных дошкольных образовательных учреждений</w:t>
            </w:r>
          </w:p>
        </w:tc>
        <w:tc>
          <w:tcPr>
            <w:tcW w:w="1443" w:type="dxa"/>
            <w:vAlign w:val="center"/>
          </w:tcPr>
          <w:p w:rsidR="00E958A5" w:rsidRPr="008674E1" w:rsidRDefault="00E958A5" w:rsidP="00981F9B">
            <w:pPr>
              <w:spacing w:line="240" w:lineRule="auto"/>
              <w:ind w:firstLine="0"/>
              <w:jc w:val="center"/>
              <w:rPr>
                <w:sz w:val="26"/>
                <w:szCs w:val="26"/>
                <w:lang w:val="en-US"/>
              </w:rPr>
            </w:pPr>
            <w:r w:rsidRPr="008674E1">
              <w:rPr>
                <w:sz w:val="26"/>
                <w:szCs w:val="26"/>
                <w:lang w:val="en-US"/>
              </w:rPr>
              <w:t>%</w:t>
            </w:r>
          </w:p>
        </w:tc>
        <w:tc>
          <w:tcPr>
            <w:tcW w:w="1422" w:type="dxa"/>
            <w:vAlign w:val="center"/>
          </w:tcPr>
          <w:p w:rsidR="00E958A5" w:rsidRPr="008674E1" w:rsidRDefault="00E958A5" w:rsidP="00E54E7C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 w:rsidRPr="008674E1">
              <w:rPr>
                <w:sz w:val="26"/>
                <w:szCs w:val="26"/>
              </w:rPr>
              <w:t>0</w:t>
            </w:r>
          </w:p>
        </w:tc>
        <w:tc>
          <w:tcPr>
            <w:tcW w:w="2391" w:type="dxa"/>
            <w:gridSpan w:val="3"/>
            <w:vAlign w:val="center"/>
          </w:tcPr>
          <w:p w:rsidR="00E958A5" w:rsidRPr="008674E1" w:rsidRDefault="00E958A5" w:rsidP="00E54E7C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 w:rsidRPr="008674E1">
              <w:rPr>
                <w:sz w:val="26"/>
                <w:szCs w:val="26"/>
              </w:rPr>
              <w:t>0</w:t>
            </w:r>
          </w:p>
        </w:tc>
        <w:tc>
          <w:tcPr>
            <w:tcW w:w="1567" w:type="dxa"/>
            <w:vAlign w:val="center"/>
          </w:tcPr>
          <w:p w:rsidR="00E958A5" w:rsidRPr="008674E1" w:rsidRDefault="00E958A5" w:rsidP="00E54E7C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 w:rsidRPr="008674E1">
              <w:rPr>
                <w:sz w:val="26"/>
                <w:szCs w:val="26"/>
              </w:rPr>
              <w:t>0</w:t>
            </w:r>
          </w:p>
        </w:tc>
      </w:tr>
      <w:tr w:rsidR="00E958A5" w:rsidRPr="008674E1" w:rsidTr="00683B1F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14380" w:type="dxa"/>
            <w:gridSpan w:val="9"/>
          </w:tcPr>
          <w:p w:rsidR="00E958A5" w:rsidRPr="008674E1" w:rsidRDefault="00E958A5" w:rsidP="00E54E7C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 w:rsidRPr="008674E1">
              <w:rPr>
                <w:b/>
                <w:sz w:val="26"/>
                <w:szCs w:val="26"/>
                <w:lang w:val="en-US"/>
              </w:rPr>
              <w:t>II</w:t>
            </w:r>
            <w:r w:rsidRPr="008674E1">
              <w:rPr>
                <w:b/>
                <w:sz w:val="26"/>
                <w:szCs w:val="26"/>
              </w:rPr>
              <w:t>. Подпрограмма « Развитие системы общего образования»</w:t>
            </w:r>
          </w:p>
        </w:tc>
      </w:tr>
      <w:tr w:rsidR="00E958A5" w:rsidRPr="008674E1" w:rsidTr="00683B1F">
        <w:trPr>
          <w:trHeight w:val="320"/>
          <w:tblCellSpacing w:w="5" w:type="nil"/>
        </w:trPr>
        <w:tc>
          <w:tcPr>
            <w:tcW w:w="8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A5" w:rsidRPr="008674E1" w:rsidRDefault="00E958A5" w:rsidP="00E54E7C">
            <w:pPr>
              <w:pStyle w:val="ConsPlusCell"/>
              <w:numPr>
                <w:ilvl w:val="0"/>
                <w:numId w:val="17"/>
              </w:numPr>
              <w:ind w:left="0" w:firstLine="0"/>
              <w:rPr>
                <w:sz w:val="26"/>
                <w:szCs w:val="26"/>
              </w:rPr>
            </w:pPr>
          </w:p>
        </w:tc>
        <w:tc>
          <w:tcPr>
            <w:tcW w:w="670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A5" w:rsidRPr="008674E1" w:rsidRDefault="00E958A5" w:rsidP="00290136">
            <w:pPr>
              <w:widowControl w:val="0"/>
              <w:spacing w:line="240" w:lineRule="auto"/>
              <w:ind w:firstLine="0"/>
              <w:rPr>
                <w:sz w:val="26"/>
                <w:szCs w:val="26"/>
              </w:rPr>
            </w:pPr>
            <w:r w:rsidRPr="008674E1">
              <w:rPr>
                <w:sz w:val="26"/>
                <w:szCs w:val="26"/>
              </w:rPr>
              <w:t>Д</w:t>
            </w:r>
            <w:r>
              <w:rPr>
                <w:sz w:val="26"/>
                <w:szCs w:val="26"/>
              </w:rPr>
              <w:t>о</w:t>
            </w:r>
            <w:r w:rsidRPr="008674E1">
              <w:rPr>
                <w:sz w:val="26"/>
                <w:szCs w:val="26"/>
              </w:rPr>
              <w:t>ля выпускников, успешно сдавших единый государственный экзамен (далее – ЕГЭ) по русскому языку и математике</w:t>
            </w:r>
          </w:p>
        </w:tc>
        <w:tc>
          <w:tcPr>
            <w:tcW w:w="14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8A5" w:rsidRPr="008674E1" w:rsidRDefault="00E958A5" w:rsidP="00981F9B">
            <w:pPr>
              <w:spacing w:line="240" w:lineRule="auto"/>
              <w:ind w:firstLine="0"/>
              <w:jc w:val="center"/>
              <w:rPr>
                <w:sz w:val="26"/>
                <w:szCs w:val="26"/>
                <w:lang w:val="en-US"/>
              </w:rPr>
            </w:pPr>
            <w:r w:rsidRPr="008674E1">
              <w:rPr>
                <w:sz w:val="26"/>
                <w:szCs w:val="26"/>
                <w:lang w:val="en-US"/>
              </w:rPr>
              <w:t>%</w:t>
            </w:r>
          </w:p>
        </w:tc>
        <w:tc>
          <w:tcPr>
            <w:tcW w:w="14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8A5" w:rsidRPr="008674E1" w:rsidRDefault="00E958A5" w:rsidP="00E54E7C">
            <w:pPr>
              <w:pStyle w:val="ConsPlusCell"/>
              <w:jc w:val="center"/>
              <w:rPr>
                <w:sz w:val="26"/>
                <w:szCs w:val="26"/>
              </w:rPr>
            </w:pPr>
            <w:r w:rsidRPr="008674E1">
              <w:rPr>
                <w:sz w:val="26"/>
                <w:szCs w:val="26"/>
              </w:rPr>
              <w:t>98,7</w:t>
            </w:r>
          </w:p>
        </w:tc>
        <w:tc>
          <w:tcPr>
            <w:tcW w:w="239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8A5" w:rsidRPr="008674E1" w:rsidRDefault="00E958A5" w:rsidP="00E54E7C">
            <w:pPr>
              <w:pStyle w:val="ConsPlusCell"/>
              <w:jc w:val="center"/>
              <w:rPr>
                <w:sz w:val="26"/>
                <w:szCs w:val="26"/>
              </w:rPr>
            </w:pPr>
            <w:r w:rsidRPr="008674E1">
              <w:rPr>
                <w:sz w:val="26"/>
                <w:szCs w:val="26"/>
              </w:rPr>
              <w:t>98,8</w:t>
            </w:r>
          </w:p>
        </w:tc>
        <w:tc>
          <w:tcPr>
            <w:tcW w:w="1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8A5" w:rsidRPr="008674E1" w:rsidRDefault="00E958A5" w:rsidP="00E54E7C">
            <w:pPr>
              <w:pStyle w:val="ConsPlusCell"/>
              <w:jc w:val="center"/>
              <w:rPr>
                <w:sz w:val="26"/>
                <w:szCs w:val="26"/>
              </w:rPr>
            </w:pPr>
            <w:r w:rsidRPr="008674E1">
              <w:rPr>
                <w:sz w:val="26"/>
                <w:szCs w:val="26"/>
              </w:rPr>
              <w:t>99,0</w:t>
            </w:r>
          </w:p>
        </w:tc>
      </w:tr>
      <w:tr w:rsidR="00E958A5" w:rsidRPr="008674E1" w:rsidTr="00683B1F">
        <w:trPr>
          <w:trHeight w:val="320"/>
          <w:tblCellSpacing w:w="5" w:type="nil"/>
        </w:trPr>
        <w:tc>
          <w:tcPr>
            <w:tcW w:w="8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A5" w:rsidRPr="008674E1" w:rsidRDefault="00E958A5" w:rsidP="00E54E7C">
            <w:pPr>
              <w:pStyle w:val="ConsPlusCell"/>
              <w:numPr>
                <w:ilvl w:val="0"/>
                <w:numId w:val="17"/>
              </w:numPr>
              <w:ind w:left="0" w:firstLine="0"/>
              <w:rPr>
                <w:sz w:val="26"/>
                <w:szCs w:val="26"/>
                <w:lang w:val="en-US"/>
              </w:rPr>
            </w:pPr>
          </w:p>
        </w:tc>
        <w:tc>
          <w:tcPr>
            <w:tcW w:w="670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A5" w:rsidRPr="008674E1" w:rsidRDefault="00E958A5" w:rsidP="00981F9B">
            <w:pPr>
              <w:pStyle w:val="ListParagraph"/>
              <w:spacing w:after="0"/>
              <w:ind w:left="0"/>
              <w:rPr>
                <w:sz w:val="26"/>
                <w:szCs w:val="26"/>
              </w:rPr>
            </w:pPr>
            <w:r w:rsidRPr="008674E1">
              <w:rPr>
                <w:sz w:val="26"/>
                <w:szCs w:val="26"/>
              </w:rPr>
              <w:t>Доля муниципальных образовательных учреждений, реализующих программы общего образования, здания которых находятся в аварийном состоянии или требуют капитального ремонта, в общей численности муниципальных образовательных учреждений, реализующих программы общего образования</w:t>
            </w:r>
          </w:p>
        </w:tc>
        <w:tc>
          <w:tcPr>
            <w:tcW w:w="14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8A5" w:rsidRPr="008674E1" w:rsidRDefault="00E958A5" w:rsidP="00981F9B">
            <w:pPr>
              <w:spacing w:line="240" w:lineRule="auto"/>
              <w:ind w:firstLine="0"/>
              <w:jc w:val="center"/>
              <w:rPr>
                <w:sz w:val="26"/>
                <w:szCs w:val="26"/>
                <w:lang w:val="en-US"/>
              </w:rPr>
            </w:pPr>
            <w:r w:rsidRPr="008674E1">
              <w:rPr>
                <w:sz w:val="26"/>
                <w:szCs w:val="26"/>
                <w:lang w:val="en-US"/>
              </w:rPr>
              <w:t>%</w:t>
            </w:r>
          </w:p>
        </w:tc>
        <w:tc>
          <w:tcPr>
            <w:tcW w:w="14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8A5" w:rsidRPr="008674E1" w:rsidRDefault="00E958A5" w:rsidP="00981F9B">
            <w:pPr>
              <w:pStyle w:val="ConsPlusCell"/>
              <w:jc w:val="center"/>
              <w:rPr>
                <w:sz w:val="26"/>
                <w:szCs w:val="26"/>
                <w:lang w:val="en-US"/>
              </w:rPr>
            </w:pPr>
            <w:r w:rsidRPr="008674E1">
              <w:rPr>
                <w:sz w:val="26"/>
                <w:szCs w:val="26"/>
                <w:lang w:val="en-US"/>
              </w:rPr>
              <w:t>0</w:t>
            </w:r>
          </w:p>
        </w:tc>
        <w:tc>
          <w:tcPr>
            <w:tcW w:w="239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8A5" w:rsidRPr="008674E1" w:rsidRDefault="00E958A5" w:rsidP="00981F9B">
            <w:pPr>
              <w:pStyle w:val="ConsPlusCell"/>
              <w:jc w:val="center"/>
              <w:rPr>
                <w:sz w:val="26"/>
                <w:szCs w:val="26"/>
                <w:lang w:val="en-US"/>
              </w:rPr>
            </w:pPr>
            <w:r w:rsidRPr="008674E1">
              <w:rPr>
                <w:sz w:val="26"/>
                <w:szCs w:val="26"/>
                <w:lang w:val="en-US"/>
              </w:rPr>
              <w:t>0</w:t>
            </w:r>
          </w:p>
        </w:tc>
        <w:tc>
          <w:tcPr>
            <w:tcW w:w="1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8A5" w:rsidRPr="008674E1" w:rsidRDefault="00E958A5" w:rsidP="00981F9B">
            <w:pPr>
              <w:pStyle w:val="ConsPlusCell"/>
              <w:jc w:val="center"/>
              <w:rPr>
                <w:sz w:val="26"/>
                <w:szCs w:val="26"/>
                <w:lang w:val="en-US"/>
              </w:rPr>
            </w:pPr>
            <w:r w:rsidRPr="008674E1">
              <w:rPr>
                <w:sz w:val="26"/>
                <w:szCs w:val="26"/>
                <w:lang w:val="en-US"/>
              </w:rPr>
              <w:t>0</w:t>
            </w:r>
          </w:p>
        </w:tc>
      </w:tr>
      <w:tr w:rsidR="00E958A5" w:rsidRPr="008674E1" w:rsidTr="00683B1F">
        <w:trPr>
          <w:trHeight w:val="320"/>
          <w:tblCellSpacing w:w="5" w:type="nil"/>
        </w:trPr>
        <w:tc>
          <w:tcPr>
            <w:tcW w:w="8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A5" w:rsidRPr="008674E1" w:rsidRDefault="00E958A5" w:rsidP="00E54E7C">
            <w:pPr>
              <w:pStyle w:val="ConsPlusCell"/>
              <w:numPr>
                <w:ilvl w:val="0"/>
                <w:numId w:val="17"/>
              </w:numPr>
              <w:ind w:left="0" w:firstLine="0"/>
              <w:rPr>
                <w:sz w:val="26"/>
                <w:szCs w:val="26"/>
                <w:lang w:val="en-US"/>
              </w:rPr>
            </w:pPr>
          </w:p>
        </w:tc>
        <w:tc>
          <w:tcPr>
            <w:tcW w:w="670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A5" w:rsidRPr="008674E1" w:rsidRDefault="00E958A5" w:rsidP="00981F9B">
            <w:pPr>
              <w:pStyle w:val="ListParagraph"/>
              <w:spacing w:after="0"/>
              <w:ind w:left="0"/>
              <w:rPr>
                <w:sz w:val="26"/>
                <w:szCs w:val="26"/>
              </w:rPr>
            </w:pPr>
            <w:r w:rsidRPr="008674E1">
              <w:rPr>
                <w:sz w:val="26"/>
                <w:szCs w:val="26"/>
              </w:rPr>
              <w:t>Доля обучающихся в муниципальных общеобразовательных учреждениях, занимающихся во вторую (третью) смену, в общей численности обучающихся в муниципальных общеобразовательных учреждениях</w:t>
            </w:r>
          </w:p>
        </w:tc>
        <w:tc>
          <w:tcPr>
            <w:tcW w:w="14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8A5" w:rsidRPr="008674E1" w:rsidRDefault="00E958A5" w:rsidP="00981F9B">
            <w:pPr>
              <w:spacing w:line="240" w:lineRule="auto"/>
              <w:ind w:firstLine="0"/>
              <w:jc w:val="center"/>
              <w:rPr>
                <w:sz w:val="26"/>
                <w:szCs w:val="26"/>
                <w:lang w:val="en-US"/>
              </w:rPr>
            </w:pPr>
            <w:r w:rsidRPr="008674E1">
              <w:rPr>
                <w:sz w:val="26"/>
                <w:szCs w:val="26"/>
                <w:lang w:val="en-US"/>
              </w:rPr>
              <w:t>%</w:t>
            </w:r>
          </w:p>
        </w:tc>
        <w:tc>
          <w:tcPr>
            <w:tcW w:w="14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8A5" w:rsidRPr="008674E1" w:rsidRDefault="00E958A5" w:rsidP="00981F9B">
            <w:pPr>
              <w:pStyle w:val="ConsPlusCell"/>
              <w:jc w:val="center"/>
              <w:rPr>
                <w:sz w:val="26"/>
                <w:szCs w:val="26"/>
              </w:rPr>
            </w:pPr>
            <w:r w:rsidRPr="008674E1">
              <w:rPr>
                <w:sz w:val="26"/>
                <w:szCs w:val="26"/>
              </w:rPr>
              <w:t>38,7</w:t>
            </w:r>
          </w:p>
        </w:tc>
        <w:tc>
          <w:tcPr>
            <w:tcW w:w="239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8A5" w:rsidRPr="008674E1" w:rsidRDefault="00E958A5" w:rsidP="00981F9B">
            <w:pPr>
              <w:pStyle w:val="ConsPlusCell"/>
              <w:jc w:val="center"/>
              <w:rPr>
                <w:sz w:val="26"/>
                <w:szCs w:val="26"/>
              </w:rPr>
            </w:pPr>
            <w:r w:rsidRPr="008674E1">
              <w:rPr>
                <w:sz w:val="26"/>
                <w:szCs w:val="26"/>
              </w:rPr>
              <w:t>38,7</w:t>
            </w:r>
          </w:p>
        </w:tc>
        <w:tc>
          <w:tcPr>
            <w:tcW w:w="1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8A5" w:rsidRPr="008674E1" w:rsidRDefault="00E958A5" w:rsidP="00981F9B">
            <w:pPr>
              <w:pStyle w:val="ConsPlusCell"/>
              <w:jc w:val="center"/>
              <w:rPr>
                <w:sz w:val="26"/>
                <w:szCs w:val="26"/>
              </w:rPr>
            </w:pPr>
            <w:r w:rsidRPr="008674E1">
              <w:rPr>
                <w:sz w:val="26"/>
                <w:szCs w:val="26"/>
              </w:rPr>
              <w:t>37,9</w:t>
            </w:r>
          </w:p>
        </w:tc>
      </w:tr>
      <w:tr w:rsidR="00E958A5" w:rsidRPr="008674E1" w:rsidTr="00683B1F">
        <w:trPr>
          <w:trHeight w:val="320"/>
          <w:tblCellSpacing w:w="5" w:type="nil"/>
        </w:trPr>
        <w:tc>
          <w:tcPr>
            <w:tcW w:w="8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A5" w:rsidRPr="008674E1" w:rsidRDefault="00E958A5" w:rsidP="00E54E7C">
            <w:pPr>
              <w:pStyle w:val="ConsPlusCell"/>
              <w:numPr>
                <w:ilvl w:val="0"/>
                <w:numId w:val="17"/>
              </w:numPr>
              <w:ind w:left="0" w:firstLine="0"/>
              <w:rPr>
                <w:sz w:val="26"/>
                <w:szCs w:val="26"/>
                <w:lang w:val="en-US"/>
              </w:rPr>
            </w:pPr>
          </w:p>
        </w:tc>
        <w:tc>
          <w:tcPr>
            <w:tcW w:w="670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A5" w:rsidRPr="008674E1" w:rsidRDefault="00E958A5" w:rsidP="00981F9B">
            <w:pPr>
              <w:pStyle w:val="ListParagraph"/>
              <w:spacing w:after="0"/>
              <w:ind w:left="0"/>
              <w:rPr>
                <w:sz w:val="26"/>
                <w:szCs w:val="26"/>
              </w:rPr>
            </w:pPr>
            <w:r w:rsidRPr="008674E1">
              <w:rPr>
                <w:sz w:val="26"/>
                <w:szCs w:val="26"/>
              </w:rPr>
              <w:t>Доля муниципальных общеобразовательных учреждений, соответствующих современным требованиям обучения, в общем количестве муниципальных общеобразовательных учреждений (процентов)</w:t>
            </w:r>
          </w:p>
        </w:tc>
        <w:tc>
          <w:tcPr>
            <w:tcW w:w="14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8A5" w:rsidRPr="008674E1" w:rsidRDefault="00E958A5" w:rsidP="00CF0D48">
            <w:pPr>
              <w:spacing w:line="240" w:lineRule="auto"/>
              <w:ind w:firstLine="0"/>
              <w:jc w:val="center"/>
              <w:rPr>
                <w:sz w:val="26"/>
                <w:szCs w:val="26"/>
                <w:lang w:val="en-US"/>
              </w:rPr>
            </w:pPr>
            <w:r w:rsidRPr="008674E1">
              <w:rPr>
                <w:sz w:val="26"/>
                <w:szCs w:val="26"/>
                <w:lang w:val="en-US"/>
              </w:rPr>
              <w:t>%</w:t>
            </w:r>
          </w:p>
        </w:tc>
        <w:tc>
          <w:tcPr>
            <w:tcW w:w="14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8A5" w:rsidRPr="008674E1" w:rsidRDefault="00E958A5" w:rsidP="00981F9B">
            <w:pPr>
              <w:pStyle w:val="ConsPlusCell"/>
              <w:jc w:val="center"/>
              <w:rPr>
                <w:sz w:val="26"/>
                <w:szCs w:val="26"/>
              </w:rPr>
            </w:pPr>
            <w:r w:rsidRPr="008674E1">
              <w:rPr>
                <w:sz w:val="26"/>
                <w:szCs w:val="26"/>
              </w:rPr>
              <w:t>57,1</w:t>
            </w:r>
          </w:p>
        </w:tc>
        <w:tc>
          <w:tcPr>
            <w:tcW w:w="239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8A5" w:rsidRPr="008674E1" w:rsidRDefault="00E958A5" w:rsidP="00981F9B">
            <w:pPr>
              <w:pStyle w:val="ConsPlusCell"/>
              <w:jc w:val="center"/>
              <w:rPr>
                <w:sz w:val="26"/>
                <w:szCs w:val="26"/>
              </w:rPr>
            </w:pPr>
            <w:r w:rsidRPr="008674E1">
              <w:rPr>
                <w:sz w:val="26"/>
                <w:szCs w:val="26"/>
              </w:rPr>
              <w:t>58,5</w:t>
            </w:r>
          </w:p>
        </w:tc>
        <w:tc>
          <w:tcPr>
            <w:tcW w:w="1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8A5" w:rsidRPr="008674E1" w:rsidRDefault="00E958A5" w:rsidP="00981F9B">
            <w:pPr>
              <w:pStyle w:val="ConsPlusCell"/>
              <w:jc w:val="center"/>
              <w:rPr>
                <w:sz w:val="26"/>
                <w:szCs w:val="26"/>
              </w:rPr>
            </w:pPr>
            <w:r w:rsidRPr="008674E1">
              <w:rPr>
                <w:sz w:val="26"/>
                <w:szCs w:val="26"/>
              </w:rPr>
              <w:t>60,0</w:t>
            </w:r>
          </w:p>
        </w:tc>
      </w:tr>
      <w:tr w:rsidR="00E958A5" w:rsidRPr="008674E1" w:rsidTr="00683B1F">
        <w:trPr>
          <w:trHeight w:val="320"/>
          <w:tblCellSpacing w:w="5" w:type="nil"/>
        </w:trPr>
        <w:tc>
          <w:tcPr>
            <w:tcW w:w="8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A5" w:rsidRPr="008674E1" w:rsidRDefault="00E958A5" w:rsidP="00E54E7C">
            <w:pPr>
              <w:pStyle w:val="ConsPlusCell"/>
              <w:numPr>
                <w:ilvl w:val="0"/>
                <w:numId w:val="17"/>
              </w:numPr>
              <w:ind w:left="0" w:firstLine="0"/>
              <w:rPr>
                <w:sz w:val="26"/>
                <w:szCs w:val="26"/>
              </w:rPr>
            </w:pPr>
            <w:r w:rsidRPr="008674E1">
              <w:rPr>
                <w:sz w:val="26"/>
                <w:szCs w:val="26"/>
                <w:lang w:val="en-US"/>
              </w:rPr>
              <w:t>/</w:t>
            </w:r>
          </w:p>
        </w:tc>
        <w:tc>
          <w:tcPr>
            <w:tcW w:w="670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A5" w:rsidRDefault="00E958A5" w:rsidP="00916A28">
            <w:pPr>
              <w:pStyle w:val="ListParagraph"/>
              <w:spacing w:after="0"/>
              <w:ind w:left="0"/>
              <w:rPr>
                <w:sz w:val="26"/>
                <w:szCs w:val="26"/>
              </w:rPr>
            </w:pPr>
            <w:r w:rsidRPr="008674E1">
              <w:rPr>
                <w:sz w:val="26"/>
                <w:szCs w:val="26"/>
              </w:rPr>
              <w:t>Доля выпускников муниципальных общеобразовательных учреждений, не сдавших единый государственный   экзамен,   в    общей     численности выпускников муниципальных общеобразовательных учреждений (процентов)</w:t>
            </w:r>
          </w:p>
          <w:p w:rsidR="00E958A5" w:rsidRPr="008674E1" w:rsidRDefault="00E958A5" w:rsidP="00916A28">
            <w:pPr>
              <w:pStyle w:val="ListParagraph"/>
              <w:spacing w:after="0"/>
              <w:ind w:left="0"/>
              <w:rPr>
                <w:sz w:val="26"/>
                <w:szCs w:val="26"/>
              </w:rPr>
            </w:pPr>
          </w:p>
        </w:tc>
        <w:tc>
          <w:tcPr>
            <w:tcW w:w="14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8A5" w:rsidRPr="008674E1" w:rsidRDefault="00E958A5" w:rsidP="00E54E7C">
            <w:pPr>
              <w:spacing w:line="240" w:lineRule="auto"/>
              <w:ind w:firstLine="0"/>
              <w:jc w:val="center"/>
              <w:rPr>
                <w:sz w:val="26"/>
                <w:szCs w:val="26"/>
                <w:lang w:val="en-US"/>
              </w:rPr>
            </w:pPr>
            <w:r w:rsidRPr="008674E1">
              <w:rPr>
                <w:sz w:val="26"/>
                <w:szCs w:val="26"/>
                <w:lang w:val="en-US"/>
              </w:rPr>
              <w:t>%</w:t>
            </w:r>
          </w:p>
        </w:tc>
        <w:tc>
          <w:tcPr>
            <w:tcW w:w="14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8A5" w:rsidRPr="008674E1" w:rsidRDefault="00E958A5" w:rsidP="00E54E7C">
            <w:pPr>
              <w:pStyle w:val="ConsPlusCell"/>
              <w:jc w:val="center"/>
              <w:rPr>
                <w:sz w:val="26"/>
                <w:szCs w:val="26"/>
              </w:rPr>
            </w:pPr>
            <w:r w:rsidRPr="008674E1">
              <w:rPr>
                <w:sz w:val="26"/>
                <w:szCs w:val="26"/>
              </w:rPr>
              <w:t>1,9</w:t>
            </w:r>
          </w:p>
        </w:tc>
        <w:tc>
          <w:tcPr>
            <w:tcW w:w="239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8A5" w:rsidRPr="008674E1" w:rsidRDefault="00E958A5" w:rsidP="00E54E7C">
            <w:pPr>
              <w:pStyle w:val="ConsPlusCell"/>
              <w:jc w:val="center"/>
              <w:rPr>
                <w:sz w:val="26"/>
                <w:szCs w:val="26"/>
              </w:rPr>
            </w:pPr>
            <w:r w:rsidRPr="008674E1">
              <w:rPr>
                <w:sz w:val="26"/>
                <w:szCs w:val="26"/>
              </w:rPr>
              <w:t>1,7</w:t>
            </w:r>
          </w:p>
        </w:tc>
        <w:tc>
          <w:tcPr>
            <w:tcW w:w="1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8A5" w:rsidRPr="008674E1" w:rsidRDefault="00E958A5" w:rsidP="00E54E7C">
            <w:pPr>
              <w:pStyle w:val="ConsPlusCell"/>
              <w:jc w:val="center"/>
              <w:rPr>
                <w:sz w:val="26"/>
                <w:szCs w:val="26"/>
              </w:rPr>
            </w:pPr>
            <w:r w:rsidRPr="008674E1">
              <w:rPr>
                <w:sz w:val="26"/>
                <w:szCs w:val="26"/>
              </w:rPr>
              <w:t>1,3</w:t>
            </w:r>
          </w:p>
        </w:tc>
      </w:tr>
      <w:tr w:rsidR="00E958A5" w:rsidRPr="008674E1" w:rsidTr="00683B1F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14380" w:type="dxa"/>
            <w:gridSpan w:val="9"/>
          </w:tcPr>
          <w:p w:rsidR="00E958A5" w:rsidRPr="008674E1" w:rsidRDefault="00E958A5" w:rsidP="00E54E7C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 w:rsidRPr="008674E1">
              <w:rPr>
                <w:b/>
                <w:sz w:val="26"/>
                <w:szCs w:val="26"/>
                <w:lang w:val="en-US"/>
              </w:rPr>
              <w:t>III</w:t>
            </w:r>
            <w:r w:rsidRPr="008674E1">
              <w:rPr>
                <w:b/>
                <w:sz w:val="26"/>
                <w:szCs w:val="26"/>
              </w:rPr>
              <w:t>. Подпрограмма «Развитие системы дополнительного образования, отдыха, оздоровления и занятости детей и подростков Дальнереченского городского округа»</w:t>
            </w:r>
          </w:p>
        </w:tc>
      </w:tr>
      <w:tr w:rsidR="00E958A5" w:rsidRPr="008674E1" w:rsidTr="00683B1F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849" w:type="dxa"/>
          </w:tcPr>
          <w:p w:rsidR="00E958A5" w:rsidRPr="008674E1" w:rsidRDefault="00E958A5" w:rsidP="00916A28">
            <w:pPr>
              <w:numPr>
                <w:ilvl w:val="0"/>
                <w:numId w:val="24"/>
              </w:numPr>
              <w:spacing w:line="240" w:lineRule="auto"/>
              <w:ind w:left="0"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6708" w:type="dxa"/>
            <w:gridSpan w:val="2"/>
          </w:tcPr>
          <w:p w:rsidR="00E958A5" w:rsidRPr="008674E1" w:rsidRDefault="00E958A5" w:rsidP="00981F9B">
            <w:pPr>
              <w:tabs>
                <w:tab w:val="left" w:pos="916"/>
              </w:tabs>
              <w:spacing w:line="240" w:lineRule="auto"/>
              <w:ind w:firstLine="0"/>
              <w:rPr>
                <w:sz w:val="26"/>
                <w:szCs w:val="26"/>
              </w:rPr>
            </w:pPr>
            <w:r w:rsidRPr="008674E1">
              <w:rPr>
                <w:sz w:val="26"/>
                <w:szCs w:val="26"/>
              </w:rPr>
              <w:t>Доля  детей  школьного возраста,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данной возрастной группы</w:t>
            </w:r>
          </w:p>
        </w:tc>
        <w:tc>
          <w:tcPr>
            <w:tcW w:w="1443" w:type="dxa"/>
            <w:vAlign w:val="center"/>
          </w:tcPr>
          <w:p w:rsidR="00E958A5" w:rsidRPr="008674E1" w:rsidRDefault="00E958A5" w:rsidP="00E54E7C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 w:rsidRPr="008674E1">
              <w:rPr>
                <w:sz w:val="26"/>
                <w:szCs w:val="26"/>
              </w:rPr>
              <w:t>%</w:t>
            </w:r>
          </w:p>
        </w:tc>
        <w:tc>
          <w:tcPr>
            <w:tcW w:w="1422" w:type="dxa"/>
            <w:vAlign w:val="center"/>
          </w:tcPr>
          <w:p w:rsidR="00E958A5" w:rsidRPr="008674E1" w:rsidRDefault="00E958A5" w:rsidP="00E54E7C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 w:rsidRPr="008674E1">
              <w:rPr>
                <w:sz w:val="26"/>
                <w:szCs w:val="26"/>
              </w:rPr>
              <w:t>19,6</w:t>
            </w:r>
          </w:p>
        </w:tc>
        <w:tc>
          <w:tcPr>
            <w:tcW w:w="2391" w:type="dxa"/>
            <w:gridSpan w:val="3"/>
            <w:vAlign w:val="center"/>
          </w:tcPr>
          <w:p w:rsidR="00E958A5" w:rsidRPr="008674E1" w:rsidRDefault="00E958A5" w:rsidP="00E54E7C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 w:rsidRPr="008674E1">
              <w:rPr>
                <w:sz w:val="26"/>
                <w:szCs w:val="26"/>
              </w:rPr>
              <w:t>20,0</w:t>
            </w:r>
          </w:p>
        </w:tc>
        <w:tc>
          <w:tcPr>
            <w:tcW w:w="1567" w:type="dxa"/>
            <w:vAlign w:val="center"/>
          </w:tcPr>
          <w:p w:rsidR="00E958A5" w:rsidRPr="008674E1" w:rsidRDefault="00E958A5" w:rsidP="00E54E7C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 w:rsidRPr="008674E1">
              <w:rPr>
                <w:sz w:val="26"/>
                <w:szCs w:val="26"/>
              </w:rPr>
              <w:t>21,0</w:t>
            </w:r>
          </w:p>
        </w:tc>
      </w:tr>
      <w:tr w:rsidR="00E958A5" w:rsidRPr="008674E1" w:rsidTr="00683B1F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849" w:type="dxa"/>
          </w:tcPr>
          <w:p w:rsidR="00E958A5" w:rsidRPr="008674E1" w:rsidRDefault="00E958A5" w:rsidP="00916A28">
            <w:pPr>
              <w:numPr>
                <w:ilvl w:val="0"/>
                <w:numId w:val="24"/>
              </w:numPr>
              <w:spacing w:line="240" w:lineRule="auto"/>
              <w:ind w:left="0"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6708" w:type="dxa"/>
            <w:gridSpan w:val="2"/>
          </w:tcPr>
          <w:p w:rsidR="00E958A5" w:rsidRPr="008674E1" w:rsidRDefault="00E958A5" w:rsidP="00981F9B">
            <w:pPr>
              <w:spacing w:line="240" w:lineRule="auto"/>
              <w:ind w:hanging="8"/>
              <w:rPr>
                <w:sz w:val="26"/>
                <w:szCs w:val="26"/>
              </w:rPr>
            </w:pPr>
            <w:r w:rsidRPr="008674E1">
              <w:rPr>
                <w:sz w:val="26"/>
                <w:szCs w:val="26"/>
              </w:rPr>
              <w:t>Доля детей и подростков, охваченных всеми формами отдыха и оздоровления, от общего числа детей в возрасте от 7 до 17 лет</w:t>
            </w:r>
          </w:p>
        </w:tc>
        <w:tc>
          <w:tcPr>
            <w:tcW w:w="1443" w:type="dxa"/>
            <w:vAlign w:val="center"/>
          </w:tcPr>
          <w:p w:rsidR="00E958A5" w:rsidRPr="008674E1" w:rsidRDefault="00E958A5" w:rsidP="00E54E7C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 w:rsidRPr="008674E1">
              <w:rPr>
                <w:sz w:val="26"/>
                <w:szCs w:val="26"/>
              </w:rPr>
              <w:t>%</w:t>
            </w:r>
          </w:p>
        </w:tc>
        <w:tc>
          <w:tcPr>
            <w:tcW w:w="1422" w:type="dxa"/>
            <w:vAlign w:val="center"/>
          </w:tcPr>
          <w:p w:rsidR="00E958A5" w:rsidRPr="008674E1" w:rsidRDefault="00E958A5" w:rsidP="00E54E7C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 w:rsidRPr="008674E1">
              <w:rPr>
                <w:sz w:val="26"/>
                <w:szCs w:val="26"/>
              </w:rPr>
              <w:t>60</w:t>
            </w:r>
          </w:p>
        </w:tc>
        <w:tc>
          <w:tcPr>
            <w:tcW w:w="2391" w:type="dxa"/>
            <w:gridSpan w:val="3"/>
            <w:vAlign w:val="center"/>
          </w:tcPr>
          <w:p w:rsidR="00E958A5" w:rsidRPr="008674E1" w:rsidRDefault="00E958A5" w:rsidP="00E54E7C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 w:rsidRPr="008674E1">
              <w:rPr>
                <w:sz w:val="26"/>
                <w:szCs w:val="26"/>
              </w:rPr>
              <w:t>70</w:t>
            </w:r>
          </w:p>
        </w:tc>
        <w:tc>
          <w:tcPr>
            <w:tcW w:w="1567" w:type="dxa"/>
            <w:vAlign w:val="center"/>
          </w:tcPr>
          <w:p w:rsidR="00E958A5" w:rsidRPr="008674E1" w:rsidRDefault="00E958A5" w:rsidP="00E54E7C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 w:rsidRPr="008674E1">
              <w:rPr>
                <w:sz w:val="26"/>
                <w:szCs w:val="26"/>
              </w:rPr>
              <w:t>80</w:t>
            </w:r>
          </w:p>
        </w:tc>
      </w:tr>
      <w:tr w:rsidR="00E958A5" w:rsidRPr="008674E1" w:rsidTr="00683B1F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711"/>
        </w:trPr>
        <w:tc>
          <w:tcPr>
            <w:tcW w:w="849" w:type="dxa"/>
          </w:tcPr>
          <w:p w:rsidR="00E958A5" w:rsidRPr="008674E1" w:rsidRDefault="00E958A5" w:rsidP="00916A28">
            <w:pPr>
              <w:numPr>
                <w:ilvl w:val="0"/>
                <w:numId w:val="24"/>
              </w:numPr>
              <w:spacing w:line="240" w:lineRule="auto"/>
              <w:ind w:left="0"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6708" w:type="dxa"/>
            <w:gridSpan w:val="2"/>
          </w:tcPr>
          <w:p w:rsidR="00E958A5" w:rsidRPr="008674E1" w:rsidRDefault="00E958A5" w:rsidP="00E54E7C">
            <w:pPr>
              <w:spacing w:line="240" w:lineRule="auto"/>
              <w:ind w:firstLine="0"/>
              <w:rPr>
                <w:sz w:val="26"/>
                <w:szCs w:val="26"/>
              </w:rPr>
            </w:pPr>
            <w:r w:rsidRPr="008674E1">
              <w:rPr>
                <w:sz w:val="26"/>
                <w:szCs w:val="26"/>
              </w:rPr>
              <w:t>Количество функционирующих лагерей с дневным пребыванием детей, организованных на базе общеобразовательных учреждений</w:t>
            </w:r>
          </w:p>
        </w:tc>
        <w:tc>
          <w:tcPr>
            <w:tcW w:w="1443" w:type="dxa"/>
            <w:vAlign w:val="center"/>
          </w:tcPr>
          <w:p w:rsidR="00E958A5" w:rsidRPr="008674E1" w:rsidRDefault="00E958A5" w:rsidP="00E54E7C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 w:rsidRPr="008674E1">
              <w:rPr>
                <w:sz w:val="26"/>
                <w:szCs w:val="26"/>
              </w:rPr>
              <w:t>ед.</w:t>
            </w:r>
          </w:p>
        </w:tc>
        <w:tc>
          <w:tcPr>
            <w:tcW w:w="1422" w:type="dxa"/>
            <w:vAlign w:val="center"/>
          </w:tcPr>
          <w:p w:rsidR="00E958A5" w:rsidRPr="008674E1" w:rsidRDefault="00E958A5" w:rsidP="00E54E7C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 w:rsidRPr="008674E1">
              <w:rPr>
                <w:sz w:val="26"/>
                <w:szCs w:val="26"/>
              </w:rPr>
              <w:t>7</w:t>
            </w:r>
          </w:p>
        </w:tc>
        <w:tc>
          <w:tcPr>
            <w:tcW w:w="2391" w:type="dxa"/>
            <w:gridSpan w:val="3"/>
            <w:vAlign w:val="center"/>
          </w:tcPr>
          <w:p w:rsidR="00E958A5" w:rsidRPr="008674E1" w:rsidRDefault="00E958A5" w:rsidP="00E54E7C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 w:rsidRPr="008674E1">
              <w:rPr>
                <w:sz w:val="26"/>
                <w:szCs w:val="26"/>
              </w:rPr>
              <w:t>7</w:t>
            </w:r>
          </w:p>
        </w:tc>
        <w:tc>
          <w:tcPr>
            <w:tcW w:w="1567" w:type="dxa"/>
            <w:vAlign w:val="center"/>
          </w:tcPr>
          <w:p w:rsidR="00E958A5" w:rsidRPr="008674E1" w:rsidRDefault="00E958A5" w:rsidP="00E54E7C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 w:rsidRPr="008674E1">
              <w:rPr>
                <w:sz w:val="26"/>
                <w:szCs w:val="26"/>
              </w:rPr>
              <w:t>7</w:t>
            </w:r>
          </w:p>
        </w:tc>
      </w:tr>
      <w:tr w:rsidR="00E958A5" w:rsidRPr="008674E1" w:rsidTr="00683B1F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711"/>
        </w:trPr>
        <w:tc>
          <w:tcPr>
            <w:tcW w:w="849" w:type="dxa"/>
          </w:tcPr>
          <w:p w:rsidR="00E958A5" w:rsidRPr="008674E1" w:rsidRDefault="00E958A5" w:rsidP="00916A28">
            <w:pPr>
              <w:numPr>
                <w:ilvl w:val="0"/>
                <w:numId w:val="24"/>
              </w:numPr>
              <w:spacing w:line="240" w:lineRule="auto"/>
              <w:ind w:left="0"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6708" w:type="dxa"/>
            <w:gridSpan w:val="2"/>
          </w:tcPr>
          <w:p w:rsidR="00E958A5" w:rsidRPr="008674E1" w:rsidRDefault="00E958A5" w:rsidP="008674E1">
            <w:pPr>
              <w:spacing w:line="240" w:lineRule="auto"/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</w:t>
            </w:r>
            <w:r w:rsidRPr="008674E1">
              <w:rPr>
                <w:sz w:val="26"/>
                <w:szCs w:val="26"/>
              </w:rPr>
              <w:t>оличество детских и молодежных военно-патриотических объединений нарастающим итогом</w:t>
            </w:r>
          </w:p>
        </w:tc>
        <w:tc>
          <w:tcPr>
            <w:tcW w:w="1443" w:type="dxa"/>
            <w:vAlign w:val="center"/>
          </w:tcPr>
          <w:p w:rsidR="00E958A5" w:rsidRPr="008674E1" w:rsidRDefault="00E958A5" w:rsidP="00670643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 w:rsidRPr="008674E1">
              <w:rPr>
                <w:sz w:val="26"/>
                <w:szCs w:val="26"/>
              </w:rPr>
              <w:t>ед.</w:t>
            </w:r>
          </w:p>
        </w:tc>
        <w:tc>
          <w:tcPr>
            <w:tcW w:w="1422" w:type="dxa"/>
            <w:vAlign w:val="center"/>
          </w:tcPr>
          <w:p w:rsidR="00E958A5" w:rsidRPr="008674E1" w:rsidRDefault="00E958A5" w:rsidP="00E54E7C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48</w:t>
            </w:r>
          </w:p>
        </w:tc>
        <w:tc>
          <w:tcPr>
            <w:tcW w:w="2391" w:type="dxa"/>
            <w:gridSpan w:val="3"/>
            <w:vAlign w:val="center"/>
          </w:tcPr>
          <w:p w:rsidR="00E958A5" w:rsidRPr="008674E1" w:rsidRDefault="00E958A5" w:rsidP="00E54E7C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</w:t>
            </w:r>
          </w:p>
        </w:tc>
        <w:tc>
          <w:tcPr>
            <w:tcW w:w="1567" w:type="dxa"/>
            <w:vAlign w:val="center"/>
          </w:tcPr>
          <w:p w:rsidR="00E958A5" w:rsidRPr="008674E1" w:rsidRDefault="00E958A5" w:rsidP="00E54E7C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54</w:t>
            </w:r>
          </w:p>
        </w:tc>
      </w:tr>
      <w:tr w:rsidR="00E958A5" w:rsidRPr="008674E1" w:rsidTr="00683B1F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711"/>
        </w:trPr>
        <w:tc>
          <w:tcPr>
            <w:tcW w:w="849" w:type="dxa"/>
          </w:tcPr>
          <w:p w:rsidR="00E958A5" w:rsidRPr="008674E1" w:rsidRDefault="00E958A5" w:rsidP="00916A28">
            <w:pPr>
              <w:numPr>
                <w:ilvl w:val="0"/>
                <w:numId w:val="24"/>
              </w:numPr>
              <w:spacing w:line="240" w:lineRule="auto"/>
              <w:ind w:left="0"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6708" w:type="dxa"/>
            <w:gridSpan w:val="2"/>
          </w:tcPr>
          <w:p w:rsidR="00E958A5" w:rsidRPr="008674E1" w:rsidRDefault="00E958A5" w:rsidP="008674E1">
            <w:pPr>
              <w:spacing w:line="240" w:lineRule="auto"/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</w:t>
            </w:r>
            <w:r w:rsidRPr="008674E1">
              <w:rPr>
                <w:sz w:val="26"/>
                <w:szCs w:val="26"/>
              </w:rPr>
              <w:t>бщее число участников детских и молодежных военно-патриотических объединений нарастающим итогом</w:t>
            </w:r>
          </w:p>
        </w:tc>
        <w:tc>
          <w:tcPr>
            <w:tcW w:w="1443" w:type="dxa"/>
            <w:vAlign w:val="center"/>
          </w:tcPr>
          <w:p w:rsidR="00E958A5" w:rsidRPr="008674E1" w:rsidRDefault="00E958A5" w:rsidP="00670643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чел</w:t>
            </w:r>
            <w:r w:rsidRPr="008674E1">
              <w:rPr>
                <w:sz w:val="26"/>
                <w:szCs w:val="26"/>
              </w:rPr>
              <w:t>.</w:t>
            </w:r>
          </w:p>
        </w:tc>
        <w:tc>
          <w:tcPr>
            <w:tcW w:w="1422" w:type="dxa"/>
            <w:vAlign w:val="center"/>
          </w:tcPr>
          <w:p w:rsidR="00E958A5" w:rsidRPr="008674E1" w:rsidRDefault="00E958A5" w:rsidP="00E54E7C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960</w:t>
            </w:r>
          </w:p>
        </w:tc>
        <w:tc>
          <w:tcPr>
            <w:tcW w:w="2391" w:type="dxa"/>
            <w:gridSpan w:val="3"/>
            <w:vAlign w:val="center"/>
          </w:tcPr>
          <w:p w:rsidR="00E958A5" w:rsidRPr="008674E1" w:rsidRDefault="00E958A5" w:rsidP="00E54E7C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1000</w:t>
            </w:r>
          </w:p>
        </w:tc>
        <w:tc>
          <w:tcPr>
            <w:tcW w:w="1567" w:type="dxa"/>
            <w:vAlign w:val="center"/>
          </w:tcPr>
          <w:p w:rsidR="00E958A5" w:rsidRPr="008674E1" w:rsidRDefault="00E958A5" w:rsidP="00E54E7C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1080</w:t>
            </w:r>
          </w:p>
        </w:tc>
      </w:tr>
      <w:tr w:rsidR="00E958A5" w:rsidRPr="008674E1" w:rsidTr="00683B1F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711"/>
        </w:trPr>
        <w:tc>
          <w:tcPr>
            <w:tcW w:w="849" w:type="dxa"/>
          </w:tcPr>
          <w:p w:rsidR="00E958A5" w:rsidRPr="008674E1" w:rsidRDefault="00E958A5" w:rsidP="00916A28">
            <w:pPr>
              <w:numPr>
                <w:ilvl w:val="0"/>
                <w:numId w:val="24"/>
              </w:numPr>
              <w:spacing w:line="240" w:lineRule="auto"/>
              <w:ind w:left="0"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6708" w:type="dxa"/>
            <w:gridSpan w:val="2"/>
          </w:tcPr>
          <w:p w:rsidR="00E958A5" w:rsidRPr="008674E1" w:rsidRDefault="00E958A5" w:rsidP="008674E1">
            <w:pPr>
              <w:spacing w:line="240" w:lineRule="auto"/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</w:t>
            </w:r>
            <w:r w:rsidRPr="008674E1">
              <w:rPr>
                <w:sz w:val="26"/>
                <w:szCs w:val="26"/>
              </w:rPr>
              <w:t>оличество музеев, комнат и уголков боевой и трудовой Славы в образовательных учреждениях Дальнереченского городского округа</w:t>
            </w:r>
          </w:p>
        </w:tc>
        <w:tc>
          <w:tcPr>
            <w:tcW w:w="1443" w:type="dxa"/>
            <w:vAlign w:val="center"/>
          </w:tcPr>
          <w:p w:rsidR="00E958A5" w:rsidRPr="008674E1" w:rsidRDefault="00E958A5" w:rsidP="00670643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 w:rsidRPr="008674E1">
              <w:rPr>
                <w:sz w:val="26"/>
                <w:szCs w:val="26"/>
              </w:rPr>
              <w:t>ед.</w:t>
            </w:r>
          </w:p>
        </w:tc>
        <w:tc>
          <w:tcPr>
            <w:tcW w:w="1422" w:type="dxa"/>
            <w:vAlign w:val="center"/>
          </w:tcPr>
          <w:p w:rsidR="00E958A5" w:rsidRPr="008674E1" w:rsidRDefault="00E958A5" w:rsidP="00E54E7C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2391" w:type="dxa"/>
            <w:gridSpan w:val="3"/>
            <w:vAlign w:val="center"/>
          </w:tcPr>
          <w:p w:rsidR="00E958A5" w:rsidRPr="008674E1" w:rsidRDefault="00E958A5" w:rsidP="00E54E7C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567" w:type="dxa"/>
            <w:vAlign w:val="center"/>
          </w:tcPr>
          <w:p w:rsidR="00E958A5" w:rsidRPr="008674E1" w:rsidRDefault="00E958A5" w:rsidP="00E54E7C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</w:tr>
      <w:tr w:rsidR="00E958A5" w:rsidRPr="008674E1" w:rsidTr="00683B1F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711"/>
        </w:trPr>
        <w:tc>
          <w:tcPr>
            <w:tcW w:w="849" w:type="dxa"/>
          </w:tcPr>
          <w:p w:rsidR="00E958A5" w:rsidRPr="008674E1" w:rsidRDefault="00E958A5" w:rsidP="00916A28">
            <w:pPr>
              <w:numPr>
                <w:ilvl w:val="0"/>
                <w:numId w:val="24"/>
              </w:numPr>
              <w:spacing w:line="240" w:lineRule="auto"/>
              <w:ind w:left="0"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6708" w:type="dxa"/>
            <w:gridSpan w:val="2"/>
          </w:tcPr>
          <w:p w:rsidR="00E958A5" w:rsidRPr="008674E1" w:rsidRDefault="00E958A5" w:rsidP="008674E1">
            <w:pPr>
              <w:spacing w:line="240" w:lineRule="auto"/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</w:t>
            </w:r>
            <w:r w:rsidRPr="008674E1">
              <w:rPr>
                <w:sz w:val="26"/>
                <w:szCs w:val="26"/>
              </w:rPr>
              <w:t>оличество  мероприятий патриотической направленности для детей и  молодёжи  допризывного возраста</w:t>
            </w:r>
          </w:p>
        </w:tc>
        <w:tc>
          <w:tcPr>
            <w:tcW w:w="1443" w:type="dxa"/>
            <w:vAlign w:val="center"/>
          </w:tcPr>
          <w:p w:rsidR="00E958A5" w:rsidRPr="008674E1" w:rsidRDefault="00E958A5" w:rsidP="00670643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 w:rsidRPr="008674E1">
              <w:rPr>
                <w:sz w:val="26"/>
                <w:szCs w:val="26"/>
              </w:rPr>
              <w:t>ед.</w:t>
            </w:r>
          </w:p>
        </w:tc>
        <w:tc>
          <w:tcPr>
            <w:tcW w:w="1422" w:type="dxa"/>
            <w:vAlign w:val="center"/>
          </w:tcPr>
          <w:p w:rsidR="00E958A5" w:rsidRPr="008674E1" w:rsidRDefault="00E958A5" w:rsidP="00E54E7C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2391" w:type="dxa"/>
            <w:gridSpan w:val="3"/>
            <w:vAlign w:val="center"/>
          </w:tcPr>
          <w:p w:rsidR="00E958A5" w:rsidRPr="008674E1" w:rsidRDefault="00E958A5" w:rsidP="00E54E7C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1567" w:type="dxa"/>
            <w:vAlign w:val="center"/>
          </w:tcPr>
          <w:p w:rsidR="00E958A5" w:rsidRPr="008674E1" w:rsidRDefault="00E958A5" w:rsidP="00E54E7C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</w:tr>
      <w:tr w:rsidR="00E958A5" w:rsidRPr="008674E1" w:rsidTr="00683B1F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711"/>
        </w:trPr>
        <w:tc>
          <w:tcPr>
            <w:tcW w:w="849" w:type="dxa"/>
          </w:tcPr>
          <w:p w:rsidR="00E958A5" w:rsidRPr="008674E1" w:rsidRDefault="00E958A5" w:rsidP="00916A28">
            <w:pPr>
              <w:numPr>
                <w:ilvl w:val="0"/>
                <w:numId w:val="24"/>
              </w:numPr>
              <w:spacing w:line="240" w:lineRule="auto"/>
              <w:ind w:left="0"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6708" w:type="dxa"/>
            <w:gridSpan w:val="2"/>
          </w:tcPr>
          <w:p w:rsidR="00E958A5" w:rsidRPr="008674E1" w:rsidRDefault="00E958A5" w:rsidP="008674E1">
            <w:pPr>
              <w:spacing w:line="240" w:lineRule="auto"/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</w:t>
            </w:r>
            <w:r w:rsidRPr="008674E1">
              <w:rPr>
                <w:sz w:val="26"/>
                <w:szCs w:val="26"/>
              </w:rPr>
              <w:t>оличество молодежи, охваченной городскими массово- патриотическими мероприятиями</w:t>
            </w:r>
          </w:p>
        </w:tc>
        <w:tc>
          <w:tcPr>
            <w:tcW w:w="1443" w:type="dxa"/>
            <w:vAlign w:val="center"/>
          </w:tcPr>
          <w:p w:rsidR="00E958A5" w:rsidRPr="008674E1" w:rsidRDefault="00E958A5" w:rsidP="00E54E7C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чел.</w:t>
            </w:r>
          </w:p>
        </w:tc>
        <w:tc>
          <w:tcPr>
            <w:tcW w:w="1422" w:type="dxa"/>
            <w:vAlign w:val="center"/>
          </w:tcPr>
          <w:p w:rsidR="00E958A5" w:rsidRPr="008674E1" w:rsidRDefault="00E958A5" w:rsidP="00E54E7C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2391" w:type="dxa"/>
            <w:gridSpan w:val="3"/>
            <w:vAlign w:val="center"/>
          </w:tcPr>
          <w:p w:rsidR="00E958A5" w:rsidRPr="008674E1" w:rsidRDefault="00E958A5" w:rsidP="00E54E7C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  <w:tc>
          <w:tcPr>
            <w:tcW w:w="1567" w:type="dxa"/>
            <w:vAlign w:val="center"/>
          </w:tcPr>
          <w:p w:rsidR="00E958A5" w:rsidRPr="008674E1" w:rsidRDefault="00E958A5" w:rsidP="00E54E7C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</w:t>
            </w:r>
          </w:p>
        </w:tc>
      </w:tr>
    </w:tbl>
    <w:p w:rsidR="00E958A5" w:rsidRPr="008674E1" w:rsidRDefault="00E958A5">
      <w:pPr>
        <w:rPr>
          <w:sz w:val="26"/>
          <w:szCs w:val="26"/>
        </w:rPr>
      </w:pPr>
    </w:p>
    <w:sectPr w:rsidR="00E958A5" w:rsidRPr="008674E1" w:rsidSect="00E54E7C">
      <w:headerReference w:type="default" r:id="rId7"/>
      <w:pgSz w:w="16838" w:h="11906" w:orient="landscape"/>
      <w:pgMar w:top="1134" w:right="851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58A5" w:rsidRDefault="00E958A5" w:rsidP="00E54E7C">
      <w:pPr>
        <w:spacing w:line="240" w:lineRule="auto"/>
      </w:pPr>
      <w:r>
        <w:separator/>
      </w:r>
    </w:p>
  </w:endnote>
  <w:endnote w:type="continuationSeparator" w:id="0">
    <w:p w:rsidR="00E958A5" w:rsidRDefault="00E958A5" w:rsidP="00E54E7C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58A5" w:rsidRDefault="00E958A5" w:rsidP="00E54E7C">
      <w:pPr>
        <w:spacing w:line="240" w:lineRule="auto"/>
      </w:pPr>
      <w:r>
        <w:separator/>
      </w:r>
    </w:p>
  </w:footnote>
  <w:footnote w:type="continuationSeparator" w:id="0">
    <w:p w:rsidR="00E958A5" w:rsidRDefault="00E958A5" w:rsidP="00E54E7C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58A5" w:rsidRDefault="00E958A5">
    <w:pPr>
      <w:pStyle w:val="Header"/>
      <w:jc w:val="center"/>
    </w:pPr>
    <w:fldSimple w:instr="PAGE   \* MERGEFORMAT">
      <w:r>
        <w:rPr>
          <w:noProof/>
        </w:rPr>
        <w:t>2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E3648"/>
    <w:multiLevelType w:val="hybridMultilevel"/>
    <w:tmpl w:val="33129CFE"/>
    <w:lvl w:ilvl="0" w:tplc="9962CE9A">
      <w:start w:val="1"/>
      <w:numFmt w:val="decimal"/>
      <w:lvlText w:val="%1."/>
      <w:lvlJc w:val="left"/>
      <w:pPr>
        <w:ind w:left="360" w:hanging="360"/>
      </w:pPr>
      <w:rPr>
        <w:rFonts w:cs="Times New Roman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2E643DD"/>
    <w:multiLevelType w:val="hybridMultilevel"/>
    <w:tmpl w:val="9586B242"/>
    <w:lvl w:ilvl="0" w:tplc="03064A9E">
      <w:start w:val="5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6A57097"/>
    <w:multiLevelType w:val="hybridMultilevel"/>
    <w:tmpl w:val="805A5F0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77107CC"/>
    <w:multiLevelType w:val="hybridMultilevel"/>
    <w:tmpl w:val="B8BEEC40"/>
    <w:lvl w:ilvl="0" w:tplc="CCECF21A">
      <w:start w:val="1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65370BA"/>
    <w:multiLevelType w:val="hybridMultilevel"/>
    <w:tmpl w:val="C7E2C602"/>
    <w:lvl w:ilvl="0" w:tplc="AC48EEBC">
      <w:start w:val="6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C7B296D"/>
    <w:multiLevelType w:val="hybridMultilevel"/>
    <w:tmpl w:val="0178A24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3156BE5"/>
    <w:multiLevelType w:val="multilevel"/>
    <w:tmpl w:val="4AAE4A9A"/>
    <w:lvl w:ilvl="0">
      <w:start w:val="6"/>
      <w:numFmt w:val="decimal"/>
      <w:lvlText w:val="%1."/>
      <w:lvlJc w:val="left"/>
      <w:pPr>
        <w:ind w:left="777" w:hanging="360"/>
      </w:pPr>
      <w:rPr>
        <w:rFonts w:cs="Times New Roman" w:hint="default"/>
      </w:rPr>
    </w:lvl>
    <w:lvl w:ilvl="1">
      <w:numFmt w:val="none"/>
      <w:lvlText w:val=""/>
      <w:lvlJc w:val="left"/>
      <w:pPr>
        <w:tabs>
          <w:tab w:val="num" w:pos="360"/>
        </w:tabs>
      </w:pPr>
      <w:rPr>
        <w:rFonts w:cs="Times New Roman" w:hint="default"/>
      </w:rPr>
    </w:lvl>
    <w:lvl w:ilvl="2">
      <w:numFmt w:val="none"/>
      <w:lvlText w:val=""/>
      <w:lvlJc w:val="left"/>
      <w:pPr>
        <w:tabs>
          <w:tab w:val="num" w:pos="360"/>
        </w:tabs>
      </w:pPr>
      <w:rPr>
        <w:rFonts w:cs="Times New Roman" w:hint="default"/>
      </w:rPr>
    </w:lvl>
    <w:lvl w:ilvl="3">
      <w:numFmt w:val="none"/>
      <w:lvlText w:val=""/>
      <w:lvlJc w:val="left"/>
      <w:pPr>
        <w:tabs>
          <w:tab w:val="num" w:pos="360"/>
        </w:tabs>
      </w:pPr>
      <w:rPr>
        <w:rFonts w:cs="Times New Roman" w:hint="default"/>
      </w:rPr>
    </w:lvl>
    <w:lvl w:ilvl="4">
      <w:numFmt w:val="none"/>
      <w:lvlText w:val=""/>
      <w:lvlJc w:val="left"/>
      <w:pPr>
        <w:tabs>
          <w:tab w:val="num" w:pos="360"/>
        </w:tabs>
      </w:pPr>
      <w:rPr>
        <w:rFonts w:cs="Times New Roman" w:hint="default"/>
      </w:rPr>
    </w:lvl>
    <w:lvl w:ilvl="5">
      <w:numFmt w:val="none"/>
      <w:lvlText w:val=""/>
      <w:lvlJc w:val="left"/>
      <w:pPr>
        <w:tabs>
          <w:tab w:val="num" w:pos="360"/>
        </w:tabs>
      </w:pPr>
      <w:rPr>
        <w:rFonts w:cs="Times New Roman" w:hint="default"/>
      </w:rPr>
    </w:lvl>
    <w:lvl w:ilvl="6">
      <w:numFmt w:val="none"/>
      <w:lvlText w:val=""/>
      <w:lvlJc w:val="left"/>
      <w:pPr>
        <w:tabs>
          <w:tab w:val="num" w:pos="360"/>
        </w:tabs>
      </w:pPr>
      <w:rPr>
        <w:rFonts w:cs="Times New Roman" w:hint="default"/>
      </w:rPr>
    </w:lvl>
    <w:lvl w:ilvl="7">
      <w:numFmt w:val="none"/>
      <w:lvlText w:val=""/>
      <w:lvlJc w:val="left"/>
      <w:pPr>
        <w:tabs>
          <w:tab w:val="num" w:pos="360"/>
        </w:tabs>
      </w:pPr>
      <w:rPr>
        <w:rFonts w:cs="Times New Roman" w:hint="default"/>
      </w:rPr>
    </w:lvl>
    <w:lvl w:ilvl="8">
      <w:start w:val="1"/>
      <w:numFmt w:val="decimal"/>
      <w:isLgl/>
      <w:lvlText w:val="%1.%3.%4.%5.%6.%7.%8.%9."/>
      <w:lvlJc w:val="left"/>
      <w:pPr>
        <w:ind w:left="1857" w:hanging="1440"/>
      </w:pPr>
      <w:rPr>
        <w:rFonts w:cs="Times New Roman" w:hint="default"/>
        <w:b w:val="0"/>
      </w:rPr>
    </w:lvl>
  </w:abstractNum>
  <w:abstractNum w:abstractNumId="7">
    <w:nsid w:val="399B2573"/>
    <w:multiLevelType w:val="hybridMultilevel"/>
    <w:tmpl w:val="751E98FA"/>
    <w:lvl w:ilvl="0" w:tplc="000F0409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413130DF"/>
    <w:multiLevelType w:val="hybridMultilevel"/>
    <w:tmpl w:val="07E2CF50"/>
    <w:lvl w:ilvl="0" w:tplc="0EE2680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2D80816"/>
    <w:multiLevelType w:val="hybridMultilevel"/>
    <w:tmpl w:val="D32E428C"/>
    <w:lvl w:ilvl="0" w:tplc="80FA935A">
      <w:start w:val="55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44E67B2C"/>
    <w:multiLevelType w:val="hybridMultilevel"/>
    <w:tmpl w:val="8640AD24"/>
    <w:lvl w:ilvl="0" w:tplc="CCECF21A">
      <w:start w:val="1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476F334C"/>
    <w:multiLevelType w:val="hybridMultilevel"/>
    <w:tmpl w:val="C964B1E0"/>
    <w:lvl w:ilvl="0" w:tplc="9A320DB0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4DDE121D"/>
    <w:multiLevelType w:val="hybridMultilevel"/>
    <w:tmpl w:val="322E83D0"/>
    <w:lvl w:ilvl="0" w:tplc="000F0409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4F31555C"/>
    <w:multiLevelType w:val="hybridMultilevel"/>
    <w:tmpl w:val="50589AE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51DE7F13"/>
    <w:multiLevelType w:val="hybridMultilevel"/>
    <w:tmpl w:val="CF068E94"/>
    <w:lvl w:ilvl="0" w:tplc="8BAA7F02">
      <w:start w:val="5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555B3D56"/>
    <w:multiLevelType w:val="hybridMultilevel"/>
    <w:tmpl w:val="7BA83FF2"/>
    <w:lvl w:ilvl="0" w:tplc="0419000F">
      <w:start w:val="1"/>
      <w:numFmt w:val="decimal"/>
      <w:lvlText w:val="%1."/>
      <w:lvlJc w:val="left"/>
      <w:pPr>
        <w:ind w:left="719" w:hanging="360"/>
      </w:pPr>
      <w:rPr>
        <w:rFonts w:cs="Times New Roman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9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9" w:hanging="180"/>
      </w:pPr>
      <w:rPr>
        <w:rFonts w:cs="Times New Roman"/>
      </w:rPr>
    </w:lvl>
  </w:abstractNum>
  <w:abstractNum w:abstractNumId="16">
    <w:nsid w:val="63935651"/>
    <w:multiLevelType w:val="hybridMultilevel"/>
    <w:tmpl w:val="35DEE2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66D0785B"/>
    <w:multiLevelType w:val="hybridMultilevel"/>
    <w:tmpl w:val="FC42F8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6D424A0F"/>
    <w:multiLevelType w:val="hybridMultilevel"/>
    <w:tmpl w:val="BF6656F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6DB100D4"/>
    <w:multiLevelType w:val="hybridMultilevel"/>
    <w:tmpl w:val="93022E6E"/>
    <w:lvl w:ilvl="0" w:tplc="88303CE0">
      <w:start w:val="4"/>
      <w:numFmt w:val="decimal"/>
      <w:lvlText w:val="%1."/>
      <w:lvlJc w:val="left"/>
      <w:pPr>
        <w:ind w:left="644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71E06997"/>
    <w:multiLevelType w:val="hybridMultilevel"/>
    <w:tmpl w:val="E190F76E"/>
    <w:lvl w:ilvl="0" w:tplc="0419000F">
      <w:start w:val="1"/>
      <w:numFmt w:val="decimal"/>
      <w:lvlText w:val="%1."/>
      <w:lvlJc w:val="left"/>
      <w:pPr>
        <w:ind w:left="719" w:hanging="360"/>
      </w:pPr>
      <w:rPr>
        <w:rFonts w:cs="Times New Roman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9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9" w:hanging="180"/>
      </w:pPr>
      <w:rPr>
        <w:rFonts w:cs="Times New Roman"/>
      </w:rPr>
    </w:lvl>
  </w:abstractNum>
  <w:abstractNum w:abstractNumId="21">
    <w:nsid w:val="71F46A56"/>
    <w:multiLevelType w:val="hybridMultilevel"/>
    <w:tmpl w:val="86B670E8"/>
    <w:lvl w:ilvl="0" w:tplc="CCECF21A">
      <w:start w:val="1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73A97681"/>
    <w:multiLevelType w:val="hybridMultilevel"/>
    <w:tmpl w:val="0A8A9D0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  <w:rPr>
        <w:rFonts w:cs="Times New Roman"/>
      </w:rPr>
    </w:lvl>
    <w:lvl w:ilvl="2" w:tplc="001B0409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  <w:rPr>
        <w:rFonts w:cs="Times New Roman"/>
      </w:rPr>
    </w:lvl>
    <w:lvl w:ilvl="3" w:tplc="000F0409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  <w:rPr>
        <w:rFonts w:cs="Times New Roman"/>
      </w:rPr>
    </w:lvl>
    <w:lvl w:ilvl="4" w:tplc="0019040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  <w:rPr>
        <w:rFonts w:cs="Times New Roman"/>
      </w:rPr>
    </w:lvl>
    <w:lvl w:ilvl="5" w:tplc="001B0409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  <w:rPr>
        <w:rFonts w:cs="Times New Roman"/>
      </w:rPr>
    </w:lvl>
    <w:lvl w:ilvl="6" w:tplc="000F0409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  <w:rPr>
        <w:rFonts w:cs="Times New Roman"/>
      </w:rPr>
    </w:lvl>
    <w:lvl w:ilvl="7" w:tplc="0019040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  <w:rPr>
        <w:rFonts w:cs="Times New Roman"/>
      </w:rPr>
    </w:lvl>
    <w:lvl w:ilvl="8" w:tplc="001B0409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  <w:rPr>
        <w:rFonts w:cs="Times New Roman"/>
      </w:rPr>
    </w:lvl>
  </w:abstractNum>
  <w:abstractNum w:abstractNumId="23">
    <w:nsid w:val="7BAA755A"/>
    <w:multiLevelType w:val="hybridMultilevel"/>
    <w:tmpl w:val="C018C8A2"/>
    <w:lvl w:ilvl="0" w:tplc="F3D6E7F4">
      <w:start w:val="25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7DCF3318"/>
    <w:multiLevelType w:val="hybridMultilevel"/>
    <w:tmpl w:val="A3D4A21E"/>
    <w:lvl w:ilvl="0" w:tplc="CCECF21A">
      <w:start w:val="15"/>
      <w:numFmt w:val="decimal"/>
      <w:lvlText w:val="%1."/>
      <w:lvlJc w:val="left"/>
      <w:pPr>
        <w:ind w:left="7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7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9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1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3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5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7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9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12" w:hanging="180"/>
      </w:pPr>
      <w:rPr>
        <w:rFonts w:cs="Times New Roman"/>
      </w:rPr>
    </w:lvl>
  </w:abstractNum>
  <w:num w:numId="1">
    <w:abstractNumId w:val="20"/>
  </w:num>
  <w:num w:numId="2">
    <w:abstractNumId w:val="7"/>
  </w:num>
  <w:num w:numId="3">
    <w:abstractNumId w:val="0"/>
  </w:num>
  <w:num w:numId="4">
    <w:abstractNumId w:val="2"/>
  </w:num>
  <w:num w:numId="5">
    <w:abstractNumId w:val="17"/>
  </w:num>
  <w:num w:numId="6">
    <w:abstractNumId w:val="14"/>
  </w:num>
  <w:num w:numId="7">
    <w:abstractNumId w:val="22"/>
  </w:num>
  <w:num w:numId="8">
    <w:abstractNumId w:val="15"/>
  </w:num>
  <w:num w:numId="9">
    <w:abstractNumId w:val="6"/>
  </w:num>
  <w:num w:numId="10">
    <w:abstractNumId w:val="10"/>
  </w:num>
  <w:num w:numId="11">
    <w:abstractNumId w:val="8"/>
  </w:num>
  <w:num w:numId="12">
    <w:abstractNumId w:val="21"/>
  </w:num>
  <w:num w:numId="13">
    <w:abstractNumId w:val="3"/>
  </w:num>
  <w:num w:numId="14">
    <w:abstractNumId w:val="5"/>
  </w:num>
  <w:num w:numId="15">
    <w:abstractNumId w:val="24"/>
  </w:num>
  <w:num w:numId="16">
    <w:abstractNumId w:val="9"/>
  </w:num>
  <w:num w:numId="17">
    <w:abstractNumId w:val="12"/>
  </w:num>
  <w:num w:numId="18">
    <w:abstractNumId w:val="13"/>
  </w:num>
  <w:num w:numId="19">
    <w:abstractNumId w:val="18"/>
  </w:num>
  <w:num w:numId="20">
    <w:abstractNumId w:val="11"/>
  </w:num>
  <w:num w:numId="21">
    <w:abstractNumId w:val="23"/>
  </w:num>
  <w:num w:numId="22">
    <w:abstractNumId w:val="4"/>
  </w:num>
  <w:num w:numId="23">
    <w:abstractNumId w:val="1"/>
  </w:num>
  <w:num w:numId="24">
    <w:abstractNumId w:val="19"/>
  </w:num>
  <w:num w:numId="25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520E6"/>
    <w:rsid w:val="0000020F"/>
    <w:rsid w:val="0000274F"/>
    <w:rsid w:val="00002E3A"/>
    <w:rsid w:val="00003FE1"/>
    <w:rsid w:val="00011281"/>
    <w:rsid w:val="00016788"/>
    <w:rsid w:val="00017DE3"/>
    <w:rsid w:val="000201E0"/>
    <w:rsid w:val="00020F24"/>
    <w:rsid w:val="00020F82"/>
    <w:rsid w:val="00023130"/>
    <w:rsid w:val="0002375F"/>
    <w:rsid w:val="0002609A"/>
    <w:rsid w:val="00026E80"/>
    <w:rsid w:val="00027B63"/>
    <w:rsid w:val="00034379"/>
    <w:rsid w:val="00037F79"/>
    <w:rsid w:val="00037FF7"/>
    <w:rsid w:val="000407F6"/>
    <w:rsid w:val="000411BA"/>
    <w:rsid w:val="000432CA"/>
    <w:rsid w:val="000437FD"/>
    <w:rsid w:val="000449DA"/>
    <w:rsid w:val="00044B9D"/>
    <w:rsid w:val="00045247"/>
    <w:rsid w:val="00046366"/>
    <w:rsid w:val="000530F0"/>
    <w:rsid w:val="00054AD6"/>
    <w:rsid w:val="0005652F"/>
    <w:rsid w:val="000600B9"/>
    <w:rsid w:val="00060CB4"/>
    <w:rsid w:val="00064099"/>
    <w:rsid w:val="00064762"/>
    <w:rsid w:val="00065A8F"/>
    <w:rsid w:val="00067458"/>
    <w:rsid w:val="000703E5"/>
    <w:rsid w:val="00074934"/>
    <w:rsid w:val="00075134"/>
    <w:rsid w:val="00090FEF"/>
    <w:rsid w:val="00092D9E"/>
    <w:rsid w:val="0009655F"/>
    <w:rsid w:val="00097E60"/>
    <w:rsid w:val="000A0BEB"/>
    <w:rsid w:val="000A2028"/>
    <w:rsid w:val="000A4BC8"/>
    <w:rsid w:val="000A5897"/>
    <w:rsid w:val="000B0D36"/>
    <w:rsid w:val="000B1719"/>
    <w:rsid w:val="000B259F"/>
    <w:rsid w:val="000B3C19"/>
    <w:rsid w:val="000B5813"/>
    <w:rsid w:val="000B7A1E"/>
    <w:rsid w:val="000C0778"/>
    <w:rsid w:val="000C08EA"/>
    <w:rsid w:val="000C0AF3"/>
    <w:rsid w:val="000C2480"/>
    <w:rsid w:val="000C7704"/>
    <w:rsid w:val="000D0373"/>
    <w:rsid w:val="000D1A55"/>
    <w:rsid w:val="000D1B78"/>
    <w:rsid w:val="000D4A41"/>
    <w:rsid w:val="000D598C"/>
    <w:rsid w:val="000D6719"/>
    <w:rsid w:val="000E718A"/>
    <w:rsid w:val="000E73E4"/>
    <w:rsid w:val="000E753A"/>
    <w:rsid w:val="000E7ABF"/>
    <w:rsid w:val="000E7E5F"/>
    <w:rsid w:val="000F022F"/>
    <w:rsid w:val="000F073A"/>
    <w:rsid w:val="00105AE6"/>
    <w:rsid w:val="00113FB7"/>
    <w:rsid w:val="00115ECA"/>
    <w:rsid w:val="00117C21"/>
    <w:rsid w:val="001230C5"/>
    <w:rsid w:val="00123773"/>
    <w:rsid w:val="001263FC"/>
    <w:rsid w:val="0012745E"/>
    <w:rsid w:val="00130DE2"/>
    <w:rsid w:val="00130ECA"/>
    <w:rsid w:val="00132818"/>
    <w:rsid w:val="00135600"/>
    <w:rsid w:val="001371AA"/>
    <w:rsid w:val="001373DC"/>
    <w:rsid w:val="001378EA"/>
    <w:rsid w:val="0014239E"/>
    <w:rsid w:val="0014335C"/>
    <w:rsid w:val="00145D79"/>
    <w:rsid w:val="00152925"/>
    <w:rsid w:val="00152930"/>
    <w:rsid w:val="00152C67"/>
    <w:rsid w:val="0015624B"/>
    <w:rsid w:val="00163297"/>
    <w:rsid w:val="001635D3"/>
    <w:rsid w:val="00164064"/>
    <w:rsid w:val="00164C96"/>
    <w:rsid w:val="00167877"/>
    <w:rsid w:val="001777D0"/>
    <w:rsid w:val="00183487"/>
    <w:rsid w:val="00184BE4"/>
    <w:rsid w:val="00186957"/>
    <w:rsid w:val="001943C5"/>
    <w:rsid w:val="00197598"/>
    <w:rsid w:val="00197EE8"/>
    <w:rsid w:val="001A0D33"/>
    <w:rsid w:val="001A2F3A"/>
    <w:rsid w:val="001A3237"/>
    <w:rsid w:val="001A5F14"/>
    <w:rsid w:val="001B2874"/>
    <w:rsid w:val="001B4D21"/>
    <w:rsid w:val="001C02FD"/>
    <w:rsid w:val="001C1F11"/>
    <w:rsid w:val="001D1C9B"/>
    <w:rsid w:val="001D3221"/>
    <w:rsid w:val="001D3BC7"/>
    <w:rsid w:val="001D6956"/>
    <w:rsid w:val="001D7308"/>
    <w:rsid w:val="001E2723"/>
    <w:rsid w:val="001E2E74"/>
    <w:rsid w:val="001E6B3A"/>
    <w:rsid w:val="001F41F4"/>
    <w:rsid w:val="001F6C48"/>
    <w:rsid w:val="0020156E"/>
    <w:rsid w:val="00206253"/>
    <w:rsid w:val="00207703"/>
    <w:rsid w:val="00210CFA"/>
    <w:rsid w:val="002162A4"/>
    <w:rsid w:val="00216F7D"/>
    <w:rsid w:val="00217B77"/>
    <w:rsid w:val="00221EB3"/>
    <w:rsid w:val="0022559F"/>
    <w:rsid w:val="002318B2"/>
    <w:rsid w:val="002318EE"/>
    <w:rsid w:val="00232155"/>
    <w:rsid w:val="00232506"/>
    <w:rsid w:val="00234DE2"/>
    <w:rsid w:val="002352A7"/>
    <w:rsid w:val="00236E5F"/>
    <w:rsid w:val="002458B4"/>
    <w:rsid w:val="002458CE"/>
    <w:rsid w:val="0025078E"/>
    <w:rsid w:val="002527FE"/>
    <w:rsid w:val="002539BA"/>
    <w:rsid w:val="00254065"/>
    <w:rsid w:val="00261D81"/>
    <w:rsid w:val="00262AD5"/>
    <w:rsid w:val="002705B9"/>
    <w:rsid w:val="00277738"/>
    <w:rsid w:val="00281EB5"/>
    <w:rsid w:val="002833BB"/>
    <w:rsid w:val="0029008E"/>
    <w:rsid w:val="00290136"/>
    <w:rsid w:val="00291C08"/>
    <w:rsid w:val="0029230F"/>
    <w:rsid w:val="002968D0"/>
    <w:rsid w:val="002A24DB"/>
    <w:rsid w:val="002A5EF4"/>
    <w:rsid w:val="002A6B49"/>
    <w:rsid w:val="002A765C"/>
    <w:rsid w:val="002B06E0"/>
    <w:rsid w:val="002B29AF"/>
    <w:rsid w:val="002B50EE"/>
    <w:rsid w:val="002C0373"/>
    <w:rsid w:val="002C1E8A"/>
    <w:rsid w:val="002C275F"/>
    <w:rsid w:val="002C3B5C"/>
    <w:rsid w:val="002D0E02"/>
    <w:rsid w:val="002D107F"/>
    <w:rsid w:val="002D4DCB"/>
    <w:rsid w:val="002E02F7"/>
    <w:rsid w:val="002E3831"/>
    <w:rsid w:val="002E7B98"/>
    <w:rsid w:val="002F5D97"/>
    <w:rsid w:val="00300B39"/>
    <w:rsid w:val="00301541"/>
    <w:rsid w:val="003068CC"/>
    <w:rsid w:val="003074BB"/>
    <w:rsid w:val="00307BE8"/>
    <w:rsid w:val="00310FAF"/>
    <w:rsid w:val="00314532"/>
    <w:rsid w:val="003164D6"/>
    <w:rsid w:val="00322B01"/>
    <w:rsid w:val="003230A2"/>
    <w:rsid w:val="00331403"/>
    <w:rsid w:val="00331AD7"/>
    <w:rsid w:val="0033245E"/>
    <w:rsid w:val="003325B3"/>
    <w:rsid w:val="003355F9"/>
    <w:rsid w:val="00336A04"/>
    <w:rsid w:val="00337D6D"/>
    <w:rsid w:val="00340671"/>
    <w:rsid w:val="00343A80"/>
    <w:rsid w:val="003444EA"/>
    <w:rsid w:val="00345DF0"/>
    <w:rsid w:val="00351838"/>
    <w:rsid w:val="003568AF"/>
    <w:rsid w:val="0036129B"/>
    <w:rsid w:val="00362145"/>
    <w:rsid w:val="003648DF"/>
    <w:rsid w:val="0036520C"/>
    <w:rsid w:val="00366B68"/>
    <w:rsid w:val="00370944"/>
    <w:rsid w:val="00380EB0"/>
    <w:rsid w:val="00383FFE"/>
    <w:rsid w:val="00384329"/>
    <w:rsid w:val="00392147"/>
    <w:rsid w:val="00393DBA"/>
    <w:rsid w:val="00394817"/>
    <w:rsid w:val="003A3588"/>
    <w:rsid w:val="003A72C2"/>
    <w:rsid w:val="003B1136"/>
    <w:rsid w:val="003B6E9C"/>
    <w:rsid w:val="003C2D39"/>
    <w:rsid w:val="003C3324"/>
    <w:rsid w:val="003C6E96"/>
    <w:rsid w:val="003D0778"/>
    <w:rsid w:val="003D76C2"/>
    <w:rsid w:val="003E316E"/>
    <w:rsid w:val="003E3F70"/>
    <w:rsid w:val="003F0EBB"/>
    <w:rsid w:val="003F20B8"/>
    <w:rsid w:val="003F2911"/>
    <w:rsid w:val="003F438E"/>
    <w:rsid w:val="004057CF"/>
    <w:rsid w:val="00413F80"/>
    <w:rsid w:val="004140C7"/>
    <w:rsid w:val="004246EF"/>
    <w:rsid w:val="00425FDC"/>
    <w:rsid w:val="004272B5"/>
    <w:rsid w:val="004377EA"/>
    <w:rsid w:val="004379CA"/>
    <w:rsid w:val="004441DD"/>
    <w:rsid w:val="00445A94"/>
    <w:rsid w:val="00453313"/>
    <w:rsid w:val="00457980"/>
    <w:rsid w:val="004613C0"/>
    <w:rsid w:val="00461CA7"/>
    <w:rsid w:val="00464EB9"/>
    <w:rsid w:val="00466E47"/>
    <w:rsid w:val="0046734B"/>
    <w:rsid w:val="00475160"/>
    <w:rsid w:val="00480D30"/>
    <w:rsid w:val="00481AB4"/>
    <w:rsid w:val="004831E4"/>
    <w:rsid w:val="004911BE"/>
    <w:rsid w:val="00491975"/>
    <w:rsid w:val="00491AED"/>
    <w:rsid w:val="00491C20"/>
    <w:rsid w:val="00492FD0"/>
    <w:rsid w:val="00496208"/>
    <w:rsid w:val="004968B7"/>
    <w:rsid w:val="004A065C"/>
    <w:rsid w:val="004A3844"/>
    <w:rsid w:val="004A3B8B"/>
    <w:rsid w:val="004B0D3C"/>
    <w:rsid w:val="004B29FA"/>
    <w:rsid w:val="004B4F90"/>
    <w:rsid w:val="004B6EDC"/>
    <w:rsid w:val="004C144D"/>
    <w:rsid w:val="004C2830"/>
    <w:rsid w:val="004D5DC0"/>
    <w:rsid w:val="004D5F90"/>
    <w:rsid w:val="004D6CFD"/>
    <w:rsid w:val="004D7D20"/>
    <w:rsid w:val="004E05D0"/>
    <w:rsid w:val="004E5072"/>
    <w:rsid w:val="004F3659"/>
    <w:rsid w:val="004F3E7A"/>
    <w:rsid w:val="00504F35"/>
    <w:rsid w:val="00507EE6"/>
    <w:rsid w:val="0051145E"/>
    <w:rsid w:val="0051217D"/>
    <w:rsid w:val="00515629"/>
    <w:rsid w:val="00520524"/>
    <w:rsid w:val="00521FE2"/>
    <w:rsid w:val="005311C8"/>
    <w:rsid w:val="00531BE7"/>
    <w:rsid w:val="00533717"/>
    <w:rsid w:val="00540A33"/>
    <w:rsid w:val="005418F6"/>
    <w:rsid w:val="00542167"/>
    <w:rsid w:val="005422EC"/>
    <w:rsid w:val="00545649"/>
    <w:rsid w:val="00546D7D"/>
    <w:rsid w:val="005472CE"/>
    <w:rsid w:val="005475E3"/>
    <w:rsid w:val="0055067C"/>
    <w:rsid w:val="00551797"/>
    <w:rsid w:val="005518A2"/>
    <w:rsid w:val="00551EE7"/>
    <w:rsid w:val="005628A5"/>
    <w:rsid w:val="00562A82"/>
    <w:rsid w:val="00566A8E"/>
    <w:rsid w:val="0056737B"/>
    <w:rsid w:val="005704B2"/>
    <w:rsid w:val="005711F2"/>
    <w:rsid w:val="005716F5"/>
    <w:rsid w:val="00577A24"/>
    <w:rsid w:val="005806A6"/>
    <w:rsid w:val="00581B01"/>
    <w:rsid w:val="0058486B"/>
    <w:rsid w:val="00584B29"/>
    <w:rsid w:val="00585E1D"/>
    <w:rsid w:val="00586B0A"/>
    <w:rsid w:val="00587DAC"/>
    <w:rsid w:val="00590F17"/>
    <w:rsid w:val="0059165E"/>
    <w:rsid w:val="00593540"/>
    <w:rsid w:val="005940CA"/>
    <w:rsid w:val="00595687"/>
    <w:rsid w:val="005A3F5D"/>
    <w:rsid w:val="005B1AB1"/>
    <w:rsid w:val="005B2337"/>
    <w:rsid w:val="005B4D67"/>
    <w:rsid w:val="005C001D"/>
    <w:rsid w:val="005C28C0"/>
    <w:rsid w:val="005C355E"/>
    <w:rsid w:val="005C715C"/>
    <w:rsid w:val="005D1C1F"/>
    <w:rsid w:val="005D28C1"/>
    <w:rsid w:val="005D5CC8"/>
    <w:rsid w:val="005E2F0C"/>
    <w:rsid w:val="005E728F"/>
    <w:rsid w:val="005F17BC"/>
    <w:rsid w:val="005F1F0F"/>
    <w:rsid w:val="005F72DB"/>
    <w:rsid w:val="00605998"/>
    <w:rsid w:val="00610618"/>
    <w:rsid w:val="00613EE1"/>
    <w:rsid w:val="006155EF"/>
    <w:rsid w:val="00617DC6"/>
    <w:rsid w:val="0062116A"/>
    <w:rsid w:val="0062127F"/>
    <w:rsid w:val="00622319"/>
    <w:rsid w:val="00624852"/>
    <w:rsid w:val="006254FA"/>
    <w:rsid w:val="00625641"/>
    <w:rsid w:val="00626C0B"/>
    <w:rsid w:val="006360A6"/>
    <w:rsid w:val="00637FF1"/>
    <w:rsid w:val="00645F89"/>
    <w:rsid w:val="006470FE"/>
    <w:rsid w:val="00647228"/>
    <w:rsid w:val="00647D16"/>
    <w:rsid w:val="00652B9F"/>
    <w:rsid w:val="00653F1F"/>
    <w:rsid w:val="0065484A"/>
    <w:rsid w:val="00657E9A"/>
    <w:rsid w:val="00664041"/>
    <w:rsid w:val="00665472"/>
    <w:rsid w:val="006671BD"/>
    <w:rsid w:val="00670643"/>
    <w:rsid w:val="006755EF"/>
    <w:rsid w:val="00675D08"/>
    <w:rsid w:val="00676CE0"/>
    <w:rsid w:val="00681304"/>
    <w:rsid w:val="00681E24"/>
    <w:rsid w:val="00682B45"/>
    <w:rsid w:val="00683B1F"/>
    <w:rsid w:val="00686E48"/>
    <w:rsid w:val="00691D8A"/>
    <w:rsid w:val="00694B03"/>
    <w:rsid w:val="006973D5"/>
    <w:rsid w:val="006A776C"/>
    <w:rsid w:val="006B2B0F"/>
    <w:rsid w:val="006B4254"/>
    <w:rsid w:val="006B615C"/>
    <w:rsid w:val="006C2D27"/>
    <w:rsid w:val="006C7565"/>
    <w:rsid w:val="006D20B8"/>
    <w:rsid w:val="006D2F3F"/>
    <w:rsid w:val="006D33F0"/>
    <w:rsid w:val="006D55E3"/>
    <w:rsid w:val="006D6776"/>
    <w:rsid w:val="006D67B6"/>
    <w:rsid w:val="006D6F9F"/>
    <w:rsid w:val="006D71A7"/>
    <w:rsid w:val="006E4108"/>
    <w:rsid w:val="006E48C6"/>
    <w:rsid w:val="006E5030"/>
    <w:rsid w:val="006F5F29"/>
    <w:rsid w:val="00700F7C"/>
    <w:rsid w:val="00701A2D"/>
    <w:rsid w:val="00707A6F"/>
    <w:rsid w:val="007116C4"/>
    <w:rsid w:val="007126D9"/>
    <w:rsid w:val="00712AD6"/>
    <w:rsid w:val="007153FE"/>
    <w:rsid w:val="00717DAF"/>
    <w:rsid w:val="00723446"/>
    <w:rsid w:val="0072388F"/>
    <w:rsid w:val="00724FA1"/>
    <w:rsid w:val="00726889"/>
    <w:rsid w:val="00727355"/>
    <w:rsid w:val="00730DE1"/>
    <w:rsid w:val="007332C7"/>
    <w:rsid w:val="00736782"/>
    <w:rsid w:val="0073723A"/>
    <w:rsid w:val="007373B4"/>
    <w:rsid w:val="00741F45"/>
    <w:rsid w:val="00743F19"/>
    <w:rsid w:val="00744DB3"/>
    <w:rsid w:val="0075122E"/>
    <w:rsid w:val="007564B7"/>
    <w:rsid w:val="00760E3B"/>
    <w:rsid w:val="00763734"/>
    <w:rsid w:val="00764951"/>
    <w:rsid w:val="0076590D"/>
    <w:rsid w:val="007672AB"/>
    <w:rsid w:val="00770FD1"/>
    <w:rsid w:val="00771E96"/>
    <w:rsid w:val="00772DB1"/>
    <w:rsid w:val="0077320E"/>
    <w:rsid w:val="00776C38"/>
    <w:rsid w:val="00786291"/>
    <w:rsid w:val="00786EBD"/>
    <w:rsid w:val="007908CE"/>
    <w:rsid w:val="007913B1"/>
    <w:rsid w:val="00792A2B"/>
    <w:rsid w:val="00794372"/>
    <w:rsid w:val="00796A96"/>
    <w:rsid w:val="007A0211"/>
    <w:rsid w:val="007A1189"/>
    <w:rsid w:val="007A1307"/>
    <w:rsid w:val="007A4144"/>
    <w:rsid w:val="007B0AEB"/>
    <w:rsid w:val="007B3C2F"/>
    <w:rsid w:val="007B4E9F"/>
    <w:rsid w:val="007C2F6C"/>
    <w:rsid w:val="007C78F4"/>
    <w:rsid w:val="007D056C"/>
    <w:rsid w:val="007D517A"/>
    <w:rsid w:val="007E1169"/>
    <w:rsid w:val="007E3178"/>
    <w:rsid w:val="007E45B2"/>
    <w:rsid w:val="007E4604"/>
    <w:rsid w:val="007E4DEF"/>
    <w:rsid w:val="007E53EC"/>
    <w:rsid w:val="007E5676"/>
    <w:rsid w:val="007F5D90"/>
    <w:rsid w:val="007F5E78"/>
    <w:rsid w:val="008002E5"/>
    <w:rsid w:val="0080128B"/>
    <w:rsid w:val="00803C89"/>
    <w:rsid w:val="00803CBD"/>
    <w:rsid w:val="008065A2"/>
    <w:rsid w:val="00806F63"/>
    <w:rsid w:val="0081102F"/>
    <w:rsid w:val="00812C7E"/>
    <w:rsid w:val="00826FDA"/>
    <w:rsid w:val="008302A2"/>
    <w:rsid w:val="008371DF"/>
    <w:rsid w:val="00840148"/>
    <w:rsid w:val="008414FF"/>
    <w:rsid w:val="008426B8"/>
    <w:rsid w:val="008441CF"/>
    <w:rsid w:val="00844EF6"/>
    <w:rsid w:val="00845A45"/>
    <w:rsid w:val="0085137D"/>
    <w:rsid w:val="00851E0E"/>
    <w:rsid w:val="00855524"/>
    <w:rsid w:val="008579B7"/>
    <w:rsid w:val="00860414"/>
    <w:rsid w:val="00860501"/>
    <w:rsid w:val="008622C7"/>
    <w:rsid w:val="00862C6F"/>
    <w:rsid w:val="008654E4"/>
    <w:rsid w:val="00865611"/>
    <w:rsid w:val="00865CCD"/>
    <w:rsid w:val="00865DC3"/>
    <w:rsid w:val="00866B2D"/>
    <w:rsid w:val="0086715F"/>
    <w:rsid w:val="008674E1"/>
    <w:rsid w:val="00867C75"/>
    <w:rsid w:val="00867E3D"/>
    <w:rsid w:val="008728B5"/>
    <w:rsid w:val="00875BA5"/>
    <w:rsid w:val="008763D4"/>
    <w:rsid w:val="008825D7"/>
    <w:rsid w:val="00885B11"/>
    <w:rsid w:val="00885CB9"/>
    <w:rsid w:val="00885DBD"/>
    <w:rsid w:val="00891108"/>
    <w:rsid w:val="00891E44"/>
    <w:rsid w:val="00893D15"/>
    <w:rsid w:val="00895854"/>
    <w:rsid w:val="00896677"/>
    <w:rsid w:val="00896B50"/>
    <w:rsid w:val="008976B9"/>
    <w:rsid w:val="008A0778"/>
    <w:rsid w:val="008A3279"/>
    <w:rsid w:val="008A4075"/>
    <w:rsid w:val="008A53CF"/>
    <w:rsid w:val="008A5CB5"/>
    <w:rsid w:val="008A766C"/>
    <w:rsid w:val="008B0DA3"/>
    <w:rsid w:val="008B39D8"/>
    <w:rsid w:val="008B4B3E"/>
    <w:rsid w:val="008C0029"/>
    <w:rsid w:val="008C29BB"/>
    <w:rsid w:val="008C53B0"/>
    <w:rsid w:val="008C58C3"/>
    <w:rsid w:val="008C7259"/>
    <w:rsid w:val="008D36CE"/>
    <w:rsid w:val="008D373D"/>
    <w:rsid w:val="008D3A53"/>
    <w:rsid w:val="008D4539"/>
    <w:rsid w:val="008E1D0B"/>
    <w:rsid w:val="008E3D8A"/>
    <w:rsid w:val="008E58F1"/>
    <w:rsid w:val="008E618F"/>
    <w:rsid w:val="008F2F5C"/>
    <w:rsid w:val="008F39CE"/>
    <w:rsid w:val="008F4BBD"/>
    <w:rsid w:val="008F6EA7"/>
    <w:rsid w:val="0090272B"/>
    <w:rsid w:val="009063C8"/>
    <w:rsid w:val="009064B4"/>
    <w:rsid w:val="00907F63"/>
    <w:rsid w:val="009107E2"/>
    <w:rsid w:val="00913ADD"/>
    <w:rsid w:val="00916A28"/>
    <w:rsid w:val="00924668"/>
    <w:rsid w:val="00927A77"/>
    <w:rsid w:val="009320AF"/>
    <w:rsid w:val="00936A75"/>
    <w:rsid w:val="0093726A"/>
    <w:rsid w:val="009411A3"/>
    <w:rsid w:val="0094165F"/>
    <w:rsid w:val="009440FD"/>
    <w:rsid w:val="00945A0F"/>
    <w:rsid w:val="00950DAB"/>
    <w:rsid w:val="00951568"/>
    <w:rsid w:val="009525C7"/>
    <w:rsid w:val="00952D65"/>
    <w:rsid w:val="00954487"/>
    <w:rsid w:val="00954965"/>
    <w:rsid w:val="009569F4"/>
    <w:rsid w:val="0095719D"/>
    <w:rsid w:val="0095736D"/>
    <w:rsid w:val="00961FC8"/>
    <w:rsid w:val="009628BB"/>
    <w:rsid w:val="00963744"/>
    <w:rsid w:val="00966A91"/>
    <w:rsid w:val="009706A8"/>
    <w:rsid w:val="009716B6"/>
    <w:rsid w:val="009732BC"/>
    <w:rsid w:val="009744D6"/>
    <w:rsid w:val="00977052"/>
    <w:rsid w:val="009771D4"/>
    <w:rsid w:val="00977908"/>
    <w:rsid w:val="0097794B"/>
    <w:rsid w:val="009800E9"/>
    <w:rsid w:val="009809EC"/>
    <w:rsid w:val="00981F9B"/>
    <w:rsid w:val="00983A21"/>
    <w:rsid w:val="009850BA"/>
    <w:rsid w:val="00990705"/>
    <w:rsid w:val="009942FC"/>
    <w:rsid w:val="0099654B"/>
    <w:rsid w:val="009A0C64"/>
    <w:rsid w:val="009A14CB"/>
    <w:rsid w:val="009A2413"/>
    <w:rsid w:val="009A756E"/>
    <w:rsid w:val="009B25FF"/>
    <w:rsid w:val="009B4F63"/>
    <w:rsid w:val="009B6363"/>
    <w:rsid w:val="009B6AB8"/>
    <w:rsid w:val="009C1F31"/>
    <w:rsid w:val="009C46AA"/>
    <w:rsid w:val="009C4C03"/>
    <w:rsid w:val="009C729E"/>
    <w:rsid w:val="009D36BA"/>
    <w:rsid w:val="009D58E1"/>
    <w:rsid w:val="009D69E7"/>
    <w:rsid w:val="009E2397"/>
    <w:rsid w:val="009E455D"/>
    <w:rsid w:val="009E4EAF"/>
    <w:rsid w:val="009E525E"/>
    <w:rsid w:val="009E7469"/>
    <w:rsid w:val="009E78B0"/>
    <w:rsid w:val="00A04E1F"/>
    <w:rsid w:val="00A05A3F"/>
    <w:rsid w:val="00A05AB9"/>
    <w:rsid w:val="00A06756"/>
    <w:rsid w:val="00A10AB5"/>
    <w:rsid w:val="00A10EC5"/>
    <w:rsid w:val="00A171EB"/>
    <w:rsid w:val="00A2184E"/>
    <w:rsid w:val="00A22291"/>
    <w:rsid w:val="00A26E76"/>
    <w:rsid w:val="00A277A7"/>
    <w:rsid w:val="00A31A9A"/>
    <w:rsid w:val="00A401C3"/>
    <w:rsid w:val="00A410CF"/>
    <w:rsid w:val="00A411A6"/>
    <w:rsid w:val="00A42D1C"/>
    <w:rsid w:val="00A43D3E"/>
    <w:rsid w:val="00A4566B"/>
    <w:rsid w:val="00A45876"/>
    <w:rsid w:val="00A458FB"/>
    <w:rsid w:val="00A57613"/>
    <w:rsid w:val="00A608B9"/>
    <w:rsid w:val="00A64114"/>
    <w:rsid w:val="00A644A0"/>
    <w:rsid w:val="00A65589"/>
    <w:rsid w:val="00A72976"/>
    <w:rsid w:val="00A73477"/>
    <w:rsid w:val="00A73C55"/>
    <w:rsid w:val="00A7792D"/>
    <w:rsid w:val="00A77EB4"/>
    <w:rsid w:val="00A80DAE"/>
    <w:rsid w:val="00A82092"/>
    <w:rsid w:val="00A8716D"/>
    <w:rsid w:val="00A93081"/>
    <w:rsid w:val="00A95FA5"/>
    <w:rsid w:val="00A97196"/>
    <w:rsid w:val="00AA03AA"/>
    <w:rsid w:val="00AA5057"/>
    <w:rsid w:val="00AA548F"/>
    <w:rsid w:val="00AA5DAF"/>
    <w:rsid w:val="00AA71AF"/>
    <w:rsid w:val="00AB2FD8"/>
    <w:rsid w:val="00AC43FE"/>
    <w:rsid w:val="00AC4CFE"/>
    <w:rsid w:val="00AC4E16"/>
    <w:rsid w:val="00AD4D09"/>
    <w:rsid w:val="00AD5D26"/>
    <w:rsid w:val="00AD5F6B"/>
    <w:rsid w:val="00AE5547"/>
    <w:rsid w:val="00AE5A71"/>
    <w:rsid w:val="00AE6276"/>
    <w:rsid w:val="00AE78CA"/>
    <w:rsid w:val="00AF134B"/>
    <w:rsid w:val="00AF1775"/>
    <w:rsid w:val="00AF2A7B"/>
    <w:rsid w:val="00AF37DB"/>
    <w:rsid w:val="00B009B1"/>
    <w:rsid w:val="00B017DE"/>
    <w:rsid w:val="00B02641"/>
    <w:rsid w:val="00B02D45"/>
    <w:rsid w:val="00B06485"/>
    <w:rsid w:val="00B068A0"/>
    <w:rsid w:val="00B10312"/>
    <w:rsid w:val="00B1329D"/>
    <w:rsid w:val="00B17FB6"/>
    <w:rsid w:val="00B206E5"/>
    <w:rsid w:val="00B217B2"/>
    <w:rsid w:val="00B2244D"/>
    <w:rsid w:val="00B227CA"/>
    <w:rsid w:val="00B22C13"/>
    <w:rsid w:val="00B26B1E"/>
    <w:rsid w:val="00B27433"/>
    <w:rsid w:val="00B32850"/>
    <w:rsid w:val="00B55E64"/>
    <w:rsid w:val="00B56FBB"/>
    <w:rsid w:val="00B62190"/>
    <w:rsid w:val="00B65953"/>
    <w:rsid w:val="00B70E7F"/>
    <w:rsid w:val="00B73322"/>
    <w:rsid w:val="00B76CB3"/>
    <w:rsid w:val="00B84799"/>
    <w:rsid w:val="00B84817"/>
    <w:rsid w:val="00B8765A"/>
    <w:rsid w:val="00B91C44"/>
    <w:rsid w:val="00B9290F"/>
    <w:rsid w:val="00B96483"/>
    <w:rsid w:val="00BA5B07"/>
    <w:rsid w:val="00BA67A8"/>
    <w:rsid w:val="00BB4799"/>
    <w:rsid w:val="00BB775F"/>
    <w:rsid w:val="00BC2773"/>
    <w:rsid w:val="00BC6296"/>
    <w:rsid w:val="00BD1A2E"/>
    <w:rsid w:val="00BD2975"/>
    <w:rsid w:val="00BD4696"/>
    <w:rsid w:val="00BD6A77"/>
    <w:rsid w:val="00BE1863"/>
    <w:rsid w:val="00BE3FF1"/>
    <w:rsid w:val="00BE417C"/>
    <w:rsid w:val="00BE6456"/>
    <w:rsid w:val="00BE6F60"/>
    <w:rsid w:val="00BF25E8"/>
    <w:rsid w:val="00BF3996"/>
    <w:rsid w:val="00BF5C34"/>
    <w:rsid w:val="00C04666"/>
    <w:rsid w:val="00C10E1C"/>
    <w:rsid w:val="00C33E8C"/>
    <w:rsid w:val="00C34820"/>
    <w:rsid w:val="00C43430"/>
    <w:rsid w:val="00C43C18"/>
    <w:rsid w:val="00C46CEC"/>
    <w:rsid w:val="00C50B92"/>
    <w:rsid w:val="00C520E6"/>
    <w:rsid w:val="00C53140"/>
    <w:rsid w:val="00C5358E"/>
    <w:rsid w:val="00C53B06"/>
    <w:rsid w:val="00C54006"/>
    <w:rsid w:val="00C560E8"/>
    <w:rsid w:val="00C600CA"/>
    <w:rsid w:val="00C60E4A"/>
    <w:rsid w:val="00C704B4"/>
    <w:rsid w:val="00C7304E"/>
    <w:rsid w:val="00C7407A"/>
    <w:rsid w:val="00C80848"/>
    <w:rsid w:val="00C815DE"/>
    <w:rsid w:val="00C827A7"/>
    <w:rsid w:val="00C847D1"/>
    <w:rsid w:val="00C854D4"/>
    <w:rsid w:val="00C92EE1"/>
    <w:rsid w:val="00C95B7E"/>
    <w:rsid w:val="00C968D2"/>
    <w:rsid w:val="00CA480A"/>
    <w:rsid w:val="00CA5C44"/>
    <w:rsid w:val="00CB208E"/>
    <w:rsid w:val="00CC2EDD"/>
    <w:rsid w:val="00CC50C5"/>
    <w:rsid w:val="00CC6A02"/>
    <w:rsid w:val="00CC7FB6"/>
    <w:rsid w:val="00CD1E56"/>
    <w:rsid w:val="00CD256E"/>
    <w:rsid w:val="00CD42B1"/>
    <w:rsid w:val="00CD5578"/>
    <w:rsid w:val="00CD5C5A"/>
    <w:rsid w:val="00CE38CE"/>
    <w:rsid w:val="00CE3F58"/>
    <w:rsid w:val="00CE51AF"/>
    <w:rsid w:val="00CF0338"/>
    <w:rsid w:val="00CF0D48"/>
    <w:rsid w:val="00CF0D64"/>
    <w:rsid w:val="00CF0D7F"/>
    <w:rsid w:val="00CF480E"/>
    <w:rsid w:val="00CF5ABF"/>
    <w:rsid w:val="00CF603A"/>
    <w:rsid w:val="00D02032"/>
    <w:rsid w:val="00D04E95"/>
    <w:rsid w:val="00D059CE"/>
    <w:rsid w:val="00D10334"/>
    <w:rsid w:val="00D11955"/>
    <w:rsid w:val="00D13291"/>
    <w:rsid w:val="00D16388"/>
    <w:rsid w:val="00D16DA7"/>
    <w:rsid w:val="00D23D33"/>
    <w:rsid w:val="00D257A6"/>
    <w:rsid w:val="00D26D5D"/>
    <w:rsid w:val="00D33CA0"/>
    <w:rsid w:val="00D3571A"/>
    <w:rsid w:val="00D36240"/>
    <w:rsid w:val="00D37453"/>
    <w:rsid w:val="00D43713"/>
    <w:rsid w:val="00D45ECF"/>
    <w:rsid w:val="00D4617E"/>
    <w:rsid w:val="00D549FC"/>
    <w:rsid w:val="00D56148"/>
    <w:rsid w:val="00D56A9C"/>
    <w:rsid w:val="00D61C9D"/>
    <w:rsid w:val="00D64925"/>
    <w:rsid w:val="00D66898"/>
    <w:rsid w:val="00D71B05"/>
    <w:rsid w:val="00D71FD5"/>
    <w:rsid w:val="00D725D6"/>
    <w:rsid w:val="00D72F2B"/>
    <w:rsid w:val="00D74E48"/>
    <w:rsid w:val="00D7592C"/>
    <w:rsid w:val="00D77697"/>
    <w:rsid w:val="00D80B4A"/>
    <w:rsid w:val="00D8193E"/>
    <w:rsid w:val="00D8575B"/>
    <w:rsid w:val="00D9061C"/>
    <w:rsid w:val="00D90FB7"/>
    <w:rsid w:val="00D97C99"/>
    <w:rsid w:val="00DA0DC2"/>
    <w:rsid w:val="00DA1C97"/>
    <w:rsid w:val="00DA2024"/>
    <w:rsid w:val="00DA2940"/>
    <w:rsid w:val="00DB06C6"/>
    <w:rsid w:val="00DB495E"/>
    <w:rsid w:val="00DC0274"/>
    <w:rsid w:val="00DC1439"/>
    <w:rsid w:val="00DC5FF0"/>
    <w:rsid w:val="00DD2EBD"/>
    <w:rsid w:val="00DD2F31"/>
    <w:rsid w:val="00DD5B2F"/>
    <w:rsid w:val="00DD640C"/>
    <w:rsid w:val="00DD6A52"/>
    <w:rsid w:val="00DD756D"/>
    <w:rsid w:val="00DE0DA1"/>
    <w:rsid w:val="00DE27D7"/>
    <w:rsid w:val="00DE366E"/>
    <w:rsid w:val="00DE3835"/>
    <w:rsid w:val="00DE5DD6"/>
    <w:rsid w:val="00DF09E4"/>
    <w:rsid w:val="00DF25AC"/>
    <w:rsid w:val="00DF35CA"/>
    <w:rsid w:val="00DF5D7E"/>
    <w:rsid w:val="00DF68C2"/>
    <w:rsid w:val="00E045FF"/>
    <w:rsid w:val="00E06AA0"/>
    <w:rsid w:val="00E1042C"/>
    <w:rsid w:val="00E111C1"/>
    <w:rsid w:val="00E113F3"/>
    <w:rsid w:val="00E12422"/>
    <w:rsid w:val="00E2111F"/>
    <w:rsid w:val="00E240AB"/>
    <w:rsid w:val="00E24CD6"/>
    <w:rsid w:val="00E308CF"/>
    <w:rsid w:val="00E32535"/>
    <w:rsid w:val="00E32C99"/>
    <w:rsid w:val="00E33D80"/>
    <w:rsid w:val="00E36801"/>
    <w:rsid w:val="00E4213E"/>
    <w:rsid w:val="00E46355"/>
    <w:rsid w:val="00E549BE"/>
    <w:rsid w:val="00E54E7C"/>
    <w:rsid w:val="00E57C06"/>
    <w:rsid w:val="00E622CF"/>
    <w:rsid w:val="00E632AE"/>
    <w:rsid w:val="00E75233"/>
    <w:rsid w:val="00E7554A"/>
    <w:rsid w:val="00E76212"/>
    <w:rsid w:val="00E803E7"/>
    <w:rsid w:val="00E843D0"/>
    <w:rsid w:val="00E8713F"/>
    <w:rsid w:val="00E90604"/>
    <w:rsid w:val="00E922D2"/>
    <w:rsid w:val="00E958A5"/>
    <w:rsid w:val="00E97E32"/>
    <w:rsid w:val="00EA0854"/>
    <w:rsid w:val="00EA1138"/>
    <w:rsid w:val="00EA4D2C"/>
    <w:rsid w:val="00EA6044"/>
    <w:rsid w:val="00EA6AF4"/>
    <w:rsid w:val="00EA75BF"/>
    <w:rsid w:val="00EA7657"/>
    <w:rsid w:val="00EB2AE3"/>
    <w:rsid w:val="00EB3292"/>
    <w:rsid w:val="00EB7118"/>
    <w:rsid w:val="00EC3A51"/>
    <w:rsid w:val="00EC4E75"/>
    <w:rsid w:val="00EC4E7C"/>
    <w:rsid w:val="00EC57B6"/>
    <w:rsid w:val="00EC5F77"/>
    <w:rsid w:val="00EC7C31"/>
    <w:rsid w:val="00ED3277"/>
    <w:rsid w:val="00EE042F"/>
    <w:rsid w:val="00EE4A5D"/>
    <w:rsid w:val="00EE668C"/>
    <w:rsid w:val="00EF08E8"/>
    <w:rsid w:val="00EF0FF9"/>
    <w:rsid w:val="00EF5046"/>
    <w:rsid w:val="00EF57EA"/>
    <w:rsid w:val="00EF68B0"/>
    <w:rsid w:val="00EF74CF"/>
    <w:rsid w:val="00F004CB"/>
    <w:rsid w:val="00F0115F"/>
    <w:rsid w:val="00F050D1"/>
    <w:rsid w:val="00F100AD"/>
    <w:rsid w:val="00F12581"/>
    <w:rsid w:val="00F14F4D"/>
    <w:rsid w:val="00F20F95"/>
    <w:rsid w:val="00F31BE1"/>
    <w:rsid w:val="00F3258F"/>
    <w:rsid w:val="00F32CAC"/>
    <w:rsid w:val="00F339F1"/>
    <w:rsid w:val="00F33E7E"/>
    <w:rsid w:val="00F4077B"/>
    <w:rsid w:val="00F4102C"/>
    <w:rsid w:val="00F4170F"/>
    <w:rsid w:val="00F50F44"/>
    <w:rsid w:val="00F53134"/>
    <w:rsid w:val="00F622E2"/>
    <w:rsid w:val="00F7074A"/>
    <w:rsid w:val="00F70BB6"/>
    <w:rsid w:val="00F74EA0"/>
    <w:rsid w:val="00F77A27"/>
    <w:rsid w:val="00F8084E"/>
    <w:rsid w:val="00F83918"/>
    <w:rsid w:val="00F86A74"/>
    <w:rsid w:val="00F907B1"/>
    <w:rsid w:val="00F90FCE"/>
    <w:rsid w:val="00FA39A2"/>
    <w:rsid w:val="00FA6635"/>
    <w:rsid w:val="00FA7C6B"/>
    <w:rsid w:val="00FB1076"/>
    <w:rsid w:val="00FB2D5E"/>
    <w:rsid w:val="00FB711A"/>
    <w:rsid w:val="00FC1D06"/>
    <w:rsid w:val="00FC4319"/>
    <w:rsid w:val="00FC6876"/>
    <w:rsid w:val="00FD090D"/>
    <w:rsid w:val="00FD2339"/>
    <w:rsid w:val="00FD2D89"/>
    <w:rsid w:val="00FD4E1A"/>
    <w:rsid w:val="00FD61D9"/>
    <w:rsid w:val="00FD7B00"/>
    <w:rsid w:val="00FE70AC"/>
    <w:rsid w:val="00FF72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5E3"/>
    <w:pPr>
      <w:spacing w:line="360" w:lineRule="auto"/>
      <w:ind w:firstLine="709"/>
      <w:jc w:val="both"/>
    </w:pPr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C520E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customStyle="1" w:styleId="ConsPlusNormal">
    <w:name w:val="ConsPlusNormal"/>
    <w:uiPriority w:val="99"/>
    <w:rsid w:val="00C520E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ListParagraph">
    <w:name w:val="List Paragraph"/>
    <w:basedOn w:val="Normal"/>
    <w:uiPriority w:val="99"/>
    <w:qFormat/>
    <w:rsid w:val="00C520E6"/>
    <w:pPr>
      <w:spacing w:after="60" w:line="240" w:lineRule="auto"/>
      <w:ind w:left="720" w:firstLine="0"/>
      <w:contextualSpacing/>
    </w:pPr>
    <w:rPr>
      <w:rFonts w:eastAsia="Times New Roman"/>
      <w:sz w:val="24"/>
      <w:szCs w:val="24"/>
      <w:lang w:eastAsia="ru-RU"/>
    </w:rPr>
  </w:style>
  <w:style w:type="paragraph" w:styleId="BodyTextIndent3">
    <w:name w:val="Body Text Indent 3"/>
    <w:basedOn w:val="Normal"/>
    <w:link w:val="BodyTextIndent3Char"/>
    <w:uiPriority w:val="99"/>
    <w:rsid w:val="00C520E6"/>
    <w:pPr>
      <w:spacing w:after="120" w:line="240" w:lineRule="auto"/>
      <w:ind w:left="283" w:firstLine="0"/>
      <w:jc w:val="left"/>
    </w:pPr>
    <w:rPr>
      <w:rFonts w:eastAsia="Times New Roman"/>
      <w:sz w:val="16"/>
      <w:szCs w:val="16"/>
      <w:lang w:eastAsia="ru-RU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C520E6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C520E6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9800E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800E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5418F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54E7C"/>
    <w:pPr>
      <w:tabs>
        <w:tab w:val="center" w:pos="4677"/>
        <w:tab w:val="right" w:pos="9355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E54E7C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E54E7C"/>
    <w:pPr>
      <w:tabs>
        <w:tab w:val="center" w:pos="4677"/>
        <w:tab w:val="right" w:pos="9355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E54E7C"/>
    <w:rPr>
      <w:rFonts w:ascii="Times New Roman" w:hAnsi="Times New Roman" w:cs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9595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95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95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95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95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95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76</TotalTime>
  <Pages>3</Pages>
  <Words>551</Words>
  <Characters>3144</Characters>
  <Application>Microsoft Office Outlook</Application>
  <DocSecurity>0</DocSecurity>
  <Lines>0</Lines>
  <Paragraphs>0</Paragraphs>
  <ScaleCrop>false</ScaleCrop>
  <Company>apk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permyakova_ov</dc:creator>
  <cp:keywords/>
  <dc:description/>
  <cp:lastModifiedBy>User</cp:lastModifiedBy>
  <cp:revision>30</cp:revision>
  <cp:lastPrinted>2013-10-14T22:26:00Z</cp:lastPrinted>
  <dcterms:created xsi:type="dcterms:W3CDTF">2012-12-13T01:24:00Z</dcterms:created>
  <dcterms:modified xsi:type="dcterms:W3CDTF">2013-10-17T22:30:00Z</dcterms:modified>
</cp:coreProperties>
</file>