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4648"/>
        <w:gridCol w:w="5167"/>
      </w:tblGrid>
      <w:tr w:rsidR="00E16C6F" w:rsidRPr="00FA7150" w:rsidTr="00BB0218">
        <w:tc>
          <w:tcPr>
            <w:tcW w:w="4648" w:type="dxa"/>
          </w:tcPr>
          <w:p w:rsidR="00E16C6F" w:rsidRDefault="00E16C6F" w:rsidP="00FA7150">
            <w:pPr>
              <w:snapToGrid w:val="0"/>
              <w:ind w:firstLine="700"/>
              <w:jc w:val="both"/>
              <w:rPr>
                <w:color w:val="000000"/>
                <w:sz w:val="28"/>
                <w:szCs w:val="28"/>
              </w:rPr>
            </w:pPr>
          </w:p>
        </w:tc>
        <w:tc>
          <w:tcPr>
            <w:tcW w:w="5167" w:type="dxa"/>
          </w:tcPr>
          <w:p w:rsidR="00E16C6F" w:rsidRPr="00FA7150" w:rsidRDefault="00E16C6F" w:rsidP="00FA7150">
            <w:pPr>
              <w:snapToGrid w:val="0"/>
              <w:ind w:firstLine="700"/>
              <w:jc w:val="center"/>
              <w:rPr>
                <w:color w:val="000000"/>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5.4pt;margin-top:0;width:247.2pt;height:144.55pt;z-index:251658240;mso-position-horizontal-relative:margin;mso-position-vertical-relative:text" stroked="f">
                  <v:fill color2="black"/>
                  <v:textbox inset="0,0,0,0">
                    <w:txbxContent>
                      <w:tbl>
                        <w:tblPr>
                          <w:tblW w:w="0" w:type="auto"/>
                          <w:tblInd w:w="108" w:type="dxa"/>
                          <w:tblLayout w:type="fixed"/>
                          <w:tblLook w:val="0000"/>
                        </w:tblPr>
                        <w:tblGrid>
                          <w:gridCol w:w="4951"/>
                        </w:tblGrid>
                        <w:tr w:rsidR="00E16C6F">
                          <w:trPr>
                            <w:trHeight w:val="470"/>
                          </w:trPr>
                          <w:tc>
                            <w:tcPr>
                              <w:tcW w:w="4951" w:type="dxa"/>
                            </w:tcPr>
                            <w:p w:rsidR="00E16C6F" w:rsidRDefault="00E16C6F">
                              <w:pPr>
                                <w:shd w:val="clear" w:color="auto" w:fill="FFFFFF"/>
                                <w:tabs>
                                  <w:tab w:val="left" w:pos="4603"/>
                                </w:tabs>
                                <w:snapToGrid w:val="0"/>
                                <w:jc w:val="center"/>
                                <w:rPr>
                                  <w:sz w:val="28"/>
                                  <w:szCs w:val="28"/>
                                </w:rPr>
                              </w:pPr>
                              <w:bookmarkStart w:id="0" w:name="_GoBack"/>
                              <w:bookmarkEnd w:id="0"/>
                              <w:r>
                                <w:rPr>
                                  <w:sz w:val="28"/>
                                  <w:szCs w:val="28"/>
                                </w:rPr>
                                <w:t>УТВЕРЖДЁН</w:t>
                              </w:r>
                            </w:p>
                            <w:p w:rsidR="00E16C6F" w:rsidRDefault="00E16C6F">
                              <w:pPr>
                                <w:shd w:val="clear" w:color="auto" w:fill="FFFFFF"/>
                                <w:tabs>
                                  <w:tab w:val="left" w:pos="4603"/>
                                </w:tabs>
                                <w:jc w:val="center"/>
                                <w:rPr>
                                  <w:sz w:val="28"/>
                                  <w:szCs w:val="28"/>
                                </w:rPr>
                              </w:pPr>
                              <w:r>
                                <w:rPr>
                                  <w:sz w:val="28"/>
                                  <w:szCs w:val="28"/>
                                </w:rPr>
                                <w:t xml:space="preserve">постановлением </w:t>
                              </w:r>
                            </w:p>
                            <w:p w:rsidR="00E16C6F" w:rsidRDefault="00E16C6F">
                              <w:pPr>
                                <w:shd w:val="clear" w:color="auto" w:fill="FFFFFF"/>
                                <w:tabs>
                                  <w:tab w:val="left" w:pos="4603"/>
                                </w:tabs>
                                <w:jc w:val="center"/>
                                <w:rPr>
                                  <w:sz w:val="28"/>
                                  <w:szCs w:val="28"/>
                                </w:rPr>
                              </w:pPr>
                              <w:r>
                                <w:rPr>
                                  <w:sz w:val="28"/>
                                  <w:szCs w:val="28"/>
                                </w:rPr>
                                <w:t xml:space="preserve">администрации Дальнереченского </w:t>
                              </w:r>
                            </w:p>
                            <w:p w:rsidR="00E16C6F" w:rsidRDefault="00E16C6F">
                              <w:pPr>
                                <w:shd w:val="clear" w:color="auto" w:fill="FFFFFF"/>
                                <w:tabs>
                                  <w:tab w:val="left" w:pos="4603"/>
                                </w:tabs>
                                <w:jc w:val="center"/>
                                <w:rPr>
                                  <w:sz w:val="28"/>
                                  <w:szCs w:val="28"/>
                                </w:rPr>
                              </w:pPr>
                              <w:r>
                                <w:rPr>
                                  <w:sz w:val="28"/>
                                  <w:szCs w:val="28"/>
                                </w:rPr>
                                <w:t>городского округа</w:t>
                              </w:r>
                            </w:p>
                            <w:p w:rsidR="00E16C6F" w:rsidRDefault="00E16C6F">
                              <w:pPr>
                                <w:shd w:val="clear" w:color="auto" w:fill="FFFFFF"/>
                                <w:tabs>
                                  <w:tab w:val="left" w:pos="4603"/>
                                </w:tabs>
                                <w:jc w:val="center"/>
                                <w:rPr>
                                  <w:sz w:val="28"/>
                                  <w:szCs w:val="28"/>
                                </w:rPr>
                              </w:pPr>
                              <w:r>
                                <w:rPr>
                                  <w:sz w:val="28"/>
                                  <w:szCs w:val="28"/>
                                </w:rPr>
                                <w:t xml:space="preserve"> город Дальнереченск</w:t>
                              </w:r>
                            </w:p>
                            <w:p w:rsidR="00E16C6F" w:rsidRDefault="00E16C6F">
                              <w:pPr>
                                <w:shd w:val="clear" w:color="auto" w:fill="FFFFFF"/>
                                <w:tabs>
                                  <w:tab w:val="left" w:pos="4603"/>
                                </w:tabs>
                                <w:jc w:val="center"/>
                                <w:rPr>
                                  <w:sz w:val="28"/>
                                  <w:szCs w:val="28"/>
                                </w:rPr>
                              </w:pPr>
                            </w:p>
                            <w:p w:rsidR="00E16C6F" w:rsidRPr="00595E9E" w:rsidRDefault="00E16C6F">
                              <w:pPr>
                                <w:pStyle w:val="Title"/>
                                <w:ind w:firstLine="700"/>
                                <w:jc w:val="left"/>
                              </w:pPr>
                              <w:r w:rsidRPr="00595E9E">
                                <w:t xml:space="preserve">от </w:t>
                              </w:r>
                              <w:r>
                                <w:t>29 сентября 2015г. № 1006</w:t>
                              </w:r>
                            </w:p>
                          </w:tc>
                        </w:tr>
                      </w:tbl>
                      <w:p w:rsidR="00E16C6F" w:rsidRDefault="00E16C6F" w:rsidP="00BB0218">
                        <w:r>
                          <w:t xml:space="preserve"> </w:t>
                        </w:r>
                      </w:p>
                    </w:txbxContent>
                  </v:textbox>
                  <w10:wrap type="square" side="largest" anchorx="margin"/>
                </v:shape>
              </w:pict>
            </w:r>
          </w:p>
        </w:tc>
      </w:tr>
    </w:tbl>
    <w:p w:rsidR="00E16C6F" w:rsidRDefault="00E16C6F" w:rsidP="00FA7150">
      <w:pPr>
        <w:pStyle w:val="ListParagraph"/>
        <w:spacing w:line="240" w:lineRule="auto"/>
        <w:ind w:left="0" w:firstLine="0"/>
        <w:rPr>
          <w:sz w:val="28"/>
          <w:szCs w:val="28"/>
        </w:rPr>
      </w:pPr>
    </w:p>
    <w:p w:rsidR="00E16C6F" w:rsidRDefault="00E16C6F" w:rsidP="00FA7150">
      <w:pPr>
        <w:pStyle w:val="ListParagraph"/>
        <w:spacing w:line="240" w:lineRule="auto"/>
        <w:ind w:left="0" w:firstLine="0"/>
        <w:rPr>
          <w:sz w:val="28"/>
          <w:szCs w:val="28"/>
        </w:rPr>
      </w:pPr>
    </w:p>
    <w:p w:rsidR="00E16C6F" w:rsidRDefault="00E16C6F" w:rsidP="00FA7150">
      <w:pPr>
        <w:pStyle w:val="ListParagraph"/>
        <w:spacing w:line="240" w:lineRule="auto"/>
        <w:ind w:left="0" w:firstLine="0"/>
        <w:rPr>
          <w:sz w:val="28"/>
          <w:szCs w:val="28"/>
        </w:rPr>
      </w:pPr>
    </w:p>
    <w:p w:rsidR="00E16C6F" w:rsidRDefault="00E16C6F" w:rsidP="00FA7150">
      <w:pPr>
        <w:pStyle w:val="ListParagraph"/>
        <w:spacing w:line="240" w:lineRule="auto"/>
        <w:ind w:left="0" w:firstLine="0"/>
        <w:rPr>
          <w:sz w:val="28"/>
          <w:szCs w:val="28"/>
        </w:rPr>
      </w:pPr>
    </w:p>
    <w:p w:rsidR="00E16C6F" w:rsidRDefault="00E16C6F" w:rsidP="00FA7150">
      <w:pPr>
        <w:pStyle w:val="ListParagraph"/>
        <w:spacing w:line="240" w:lineRule="auto"/>
        <w:ind w:left="0" w:firstLine="0"/>
        <w:rPr>
          <w:sz w:val="28"/>
          <w:szCs w:val="28"/>
        </w:rPr>
      </w:pPr>
    </w:p>
    <w:p w:rsidR="00E16C6F" w:rsidRPr="00FA7150" w:rsidRDefault="00E16C6F" w:rsidP="00FA7150">
      <w:pPr>
        <w:pStyle w:val="ListParagraph"/>
        <w:spacing w:line="240" w:lineRule="auto"/>
        <w:ind w:left="0" w:firstLine="0"/>
        <w:rPr>
          <w:sz w:val="28"/>
          <w:szCs w:val="28"/>
        </w:rPr>
      </w:pPr>
    </w:p>
    <w:p w:rsidR="00E16C6F" w:rsidRPr="00FA7150" w:rsidRDefault="00E16C6F" w:rsidP="00FA7150">
      <w:pPr>
        <w:jc w:val="center"/>
        <w:rPr>
          <w:b/>
          <w:sz w:val="28"/>
          <w:szCs w:val="28"/>
        </w:rPr>
      </w:pPr>
      <w:r w:rsidRPr="00FA7150">
        <w:rPr>
          <w:b/>
          <w:sz w:val="28"/>
          <w:szCs w:val="28"/>
        </w:rPr>
        <w:t>УСТАВ</w:t>
      </w:r>
    </w:p>
    <w:p w:rsidR="00E16C6F" w:rsidRPr="00FA7150" w:rsidRDefault="00E16C6F" w:rsidP="00FA7150">
      <w:pPr>
        <w:jc w:val="center"/>
        <w:rPr>
          <w:b/>
          <w:sz w:val="28"/>
          <w:szCs w:val="28"/>
        </w:rPr>
      </w:pPr>
      <w:r w:rsidRPr="00FA7150">
        <w:rPr>
          <w:b/>
          <w:sz w:val="28"/>
          <w:szCs w:val="28"/>
        </w:rPr>
        <w:t xml:space="preserve">Муниципального бюджетного общеобразовательного учреждения </w:t>
      </w:r>
    </w:p>
    <w:p w:rsidR="00E16C6F" w:rsidRPr="00FA7150" w:rsidRDefault="00E16C6F" w:rsidP="00FA7150">
      <w:pPr>
        <w:shd w:val="clear" w:color="auto" w:fill="FFFFFF"/>
        <w:tabs>
          <w:tab w:val="left" w:pos="200"/>
        </w:tabs>
        <w:jc w:val="center"/>
        <w:rPr>
          <w:b/>
          <w:sz w:val="28"/>
          <w:szCs w:val="28"/>
        </w:rPr>
      </w:pPr>
      <w:r w:rsidRPr="00FA7150">
        <w:rPr>
          <w:b/>
          <w:sz w:val="28"/>
          <w:szCs w:val="28"/>
        </w:rPr>
        <w:t>«Основная общеобразовательная школа № 12»</w:t>
      </w:r>
    </w:p>
    <w:p w:rsidR="00E16C6F" w:rsidRPr="00FA7150" w:rsidRDefault="00E16C6F" w:rsidP="00FA7150">
      <w:pPr>
        <w:shd w:val="clear" w:color="auto" w:fill="FFFFFF"/>
        <w:tabs>
          <w:tab w:val="left" w:pos="200"/>
        </w:tabs>
        <w:jc w:val="center"/>
        <w:rPr>
          <w:b/>
          <w:color w:val="000000"/>
          <w:sz w:val="28"/>
          <w:szCs w:val="28"/>
        </w:rPr>
      </w:pPr>
      <w:r w:rsidRPr="00FA7150">
        <w:rPr>
          <w:b/>
          <w:sz w:val="28"/>
          <w:szCs w:val="28"/>
        </w:rPr>
        <w:t>Дальнереченского городского округа</w:t>
      </w:r>
    </w:p>
    <w:p w:rsidR="00E16C6F" w:rsidRDefault="00E16C6F" w:rsidP="00907B2C">
      <w:pPr>
        <w:spacing w:after="200" w:line="276" w:lineRule="auto"/>
        <w:jc w:val="center"/>
        <w:rPr>
          <w:color w:val="000000"/>
          <w:sz w:val="28"/>
          <w:szCs w:val="28"/>
        </w:rPr>
      </w:pPr>
    </w:p>
    <w:p w:rsidR="00E16C6F" w:rsidRDefault="00E16C6F" w:rsidP="00907B2C">
      <w:pPr>
        <w:spacing w:after="200" w:line="276" w:lineRule="auto"/>
        <w:jc w:val="center"/>
        <w:rPr>
          <w:color w:val="000000"/>
          <w:sz w:val="28"/>
          <w:szCs w:val="28"/>
        </w:rPr>
      </w:pPr>
      <w:r>
        <w:rPr>
          <w:color w:val="000000"/>
          <w:sz w:val="28"/>
          <w:szCs w:val="28"/>
        </w:rPr>
        <w:t>(новая редакция)</w:t>
      </w:r>
    </w:p>
    <w:p w:rsidR="00E16C6F" w:rsidRDefault="00E16C6F" w:rsidP="00907B2C">
      <w:pPr>
        <w:spacing w:after="200" w:line="276" w:lineRule="auto"/>
        <w:jc w:val="center"/>
        <w:rPr>
          <w:color w:val="000000"/>
          <w:sz w:val="28"/>
          <w:szCs w:val="28"/>
        </w:rPr>
      </w:pPr>
    </w:p>
    <w:p w:rsidR="00E16C6F" w:rsidRDefault="00E16C6F" w:rsidP="00907B2C">
      <w:pPr>
        <w:spacing w:after="200" w:line="276" w:lineRule="auto"/>
        <w:jc w:val="center"/>
        <w:rPr>
          <w:color w:val="000000"/>
          <w:sz w:val="28"/>
          <w:szCs w:val="28"/>
        </w:rPr>
      </w:pPr>
    </w:p>
    <w:p w:rsidR="00E16C6F" w:rsidRDefault="00E16C6F" w:rsidP="00907B2C">
      <w:pPr>
        <w:spacing w:after="200" w:line="276" w:lineRule="auto"/>
        <w:jc w:val="center"/>
        <w:rPr>
          <w:color w:val="000000"/>
          <w:sz w:val="28"/>
          <w:szCs w:val="28"/>
        </w:rPr>
      </w:pPr>
    </w:p>
    <w:p w:rsidR="00E16C6F" w:rsidRDefault="00E16C6F" w:rsidP="00907B2C">
      <w:pPr>
        <w:spacing w:after="200" w:line="276" w:lineRule="auto"/>
        <w:jc w:val="center"/>
        <w:rPr>
          <w:color w:val="000000"/>
          <w:sz w:val="28"/>
          <w:szCs w:val="28"/>
        </w:rPr>
      </w:pPr>
    </w:p>
    <w:p w:rsidR="00E16C6F" w:rsidRDefault="00E16C6F" w:rsidP="00907B2C">
      <w:pPr>
        <w:spacing w:after="200" w:line="276" w:lineRule="auto"/>
        <w:jc w:val="center"/>
        <w:rPr>
          <w:color w:val="000000"/>
          <w:sz w:val="28"/>
          <w:szCs w:val="28"/>
        </w:rPr>
      </w:pPr>
    </w:p>
    <w:p w:rsidR="00E16C6F" w:rsidRDefault="00E16C6F" w:rsidP="00907B2C">
      <w:pPr>
        <w:spacing w:after="200" w:line="276" w:lineRule="auto"/>
        <w:jc w:val="center"/>
        <w:rPr>
          <w:color w:val="000000"/>
          <w:sz w:val="28"/>
          <w:szCs w:val="28"/>
        </w:rPr>
      </w:pPr>
    </w:p>
    <w:p w:rsidR="00E16C6F" w:rsidRDefault="00E16C6F" w:rsidP="00907B2C">
      <w:pPr>
        <w:spacing w:after="200" w:line="276" w:lineRule="auto"/>
        <w:jc w:val="center"/>
        <w:rPr>
          <w:color w:val="000000"/>
          <w:sz w:val="28"/>
          <w:szCs w:val="28"/>
        </w:rPr>
      </w:pPr>
    </w:p>
    <w:p w:rsidR="00E16C6F" w:rsidRDefault="00E16C6F" w:rsidP="00907B2C">
      <w:pPr>
        <w:spacing w:after="200" w:line="276" w:lineRule="auto"/>
        <w:jc w:val="center"/>
        <w:rPr>
          <w:color w:val="000000"/>
          <w:sz w:val="28"/>
          <w:szCs w:val="28"/>
        </w:rPr>
      </w:pPr>
    </w:p>
    <w:p w:rsidR="00E16C6F" w:rsidRDefault="00E16C6F" w:rsidP="00907B2C">
      <w:pPr>
        <w:spacing w:after="200" w:line="276" w:lineRule="auto"/>
        <w:jc w:val="center"/>
        <w:rPr>
          <w:color w:val="000000"/>
          <w:sz w:val="28"/>
          <w:szCs w:val="28"/>
        </w:rPr>
      </w:pPr>
    </w:p>
    <w:p w:rsidR="00E16C6F" w:rsidRDefault="00E16C6F" w:rsidP="00907B2C">
      <w:pPr>
        <w:spacing w:after="200" w:line="276" w:lineRule="auto"/>
        <w:jc w:val="center"/>
        <w:rPr>
          <w:color w:val="000000"/>
          <w:sz w:val="28"/>
          <w:szCs w:val="28"/>
        </w:rPr>
      </w:pPr>
    </w:p>
    <w:p w:rsidR="00E16C6F" w:rsidRDefault="00E16C6F" w:rsidP="00907B2C">
      <w:pPr>
        <w:jc w:val="center"/>
        <w:rPr>
          <w:color w:val="000000"/>
          <w:sz w:val="28"/>
          <w:szCs w:val="28"/>
        </w:rPr>
      </w:pPr>
    </w:p>
    <w:p w:rsidR="00E16C6F" w:rsidRDefault="00E16C6F" w:rsidP="00907B2C">
      <w:pPr>
        <w:jc w:val="center"/>
        <w:rPr>
          <w:color w:val="000000"/>
          <w:sz w:val="28"/>
          <w:szCs w:val="28"/>
        </w:rPr>
      </w:pPr>
      <w:r>
        <w:rPr>
          <w:color w:val="000000"/>
          <w:sz w:val="28"/>
          <w:szCs w:val="28"/>
        </w:rPr>
        <w:t>Приморский край</w:t>
      </w:r>
    </w:p>
    <w:p w:rsidR="00E16C6F" w:rsidRDefault="00E16C6F" w:rsidP="00907B2C">
      <w:pPr>
        <w:jc w:val="center"/>
        <w:rPr>
          <w:color w:val="000000"/>
          <w:sz w:val="28"/>
          <w:szCs w:val="28"/>
        </w:rPr>
      </w:pPr>
      <w:r>
        <w:rPr>
          <w:color w:val="000000"/>
          <w:sz w:val="28"/>
          <w:szCs w:val="28"/>
        </w:rPr>
        <w:t>г.Дальнереченск</w:t>
      </w:r>
    </w:p>
    <w:p w:rsidR="00E16C6F" w:rsidRDefault="00E16C6F" w:rsidP="00907B2C">
      <w:pPr>
        <w:jc w:val="center"/>
        <w:rPr>
          <w:b/>
          <w:color w:val="000000"/>
          <w:sz w:val="28"/>
          <w:szCs w:val="28"/>
        </w:rPr>
      </w:pPr>
      <w:r>
        <w:rPr>
          <w:color w:val="000000"/>
          <w:sz w:val="28"/>
          <w:szCs w:val="28"/>
        </w:rPr>
        <w:t>2015г.</w:t>
      </w:r>
      <w:r>
        <w:rPr>
          <w:b/>
          <w:color w:val="000000"/>
          <w:sz w:val="28"/>
          <w:szCs w:val="28"/>
        </w:rPr>
        <w:br w:type="page"/>
      </w:r>
    </w:p>
    <w:p w:rsidR="00E16C6F" w:rsidRPr="00FA7150" w:rsidRDefault="00E16C6F" w:rsidP="00FA7150">
      <w:pPr>
        <w:shd w:val="clear" w:color="auto" w:fill="FFFFFF"/>
        <w:tabs>
          <w:tab w:val="left" w:pos="200"/>
        </w:tabs>
        <w:jc w:val="center"/>
        <w:rPr>
          <w:b/>
          <w:color w:val="000000"/>
          <w:sz w:val="28"/>
          <w:szCs w:val="28"/>
        </w:rPr>
      </w:pPr>
    </w:p>
    <w:p w:rsidR="00E16C6F" w:rsidRPr="00FA7150" w:rsidRDefault="00E16C6F" w:rsidP="00FA7150">
      <w:pPr>
        <w:numPr>
          <w:ilvl w:val="0"/>
          <w:numId w:val="3"/>
        </w:numPr>
        <w:ind w:firstLine="567"/>
        <w:jc w:val="center"/>
        <w:rPr>
          <w:b/>
          <w:sz w:val="28"/>
          <w:szCs w:val="28"/>
        </w:rPr>
      </w:pPr>
      <w:r w:rsidRPr="00FA7150">
        <w:rPr>
          <w:b/>
          <w:sz w:val="28"/>
          <w:szCs w:val="28"/>
        </w:rPr>
        <w:t>Общие положения</w:t>
      </w:r>
    </w:p>
    <w:p w:rsidR="00E16C6F" w:rsidRPr="00FA7150" w:rsidRDefault="00E16C6F" w:rsidP="00FA7150">
      <w:pPr>
        <w:shd w:val="clear" w:color="auto" w:fill="FFFFFF"/>
        <w:tabs>
          <w:tab w:val="left" w:pos="1080"/>
          <w:tab w:val="left" w:leader="underscore" w:pos="9581"/>
        </w:tabs>
        <w:ind w:firstLine="709"/>
        <w:jc w:val="both"/>
        <w:rPr>
          <w:color w:val="000000"/>
          <w:sz w:val="28"/>
          <w:szCs w:val="28"/>
        </w:rPr>
      </w:pPr>
      <w:r w:rsidRPr="00FA7150">
        <w:rPr>
          <w:color w:val="000000"/>
          <w:sz w:val="28"/>
          <w:szCs w:val="28"/>
        </w:rPr>
        <w:t>1.1. Муниципальное бюджетное общеобразовательное учреждение «Основная общеобразовательная школа № 12»» (далее – Школа) является некоммерческой организацией, созданной для оказания услуг в целях обеспечения реализации предусмотренных законодательством Российской Федерации полномочий администрации Дальнереченского городского округа в сфере образования.</w:t>
      </w:r>
    </w:p>
    <w:p w:rsidR="00E16C6F" w:rsidRPr="00FA7150" w:rsidRDefault="00E16C6F" w:rsidP="00FA7150">
      <w:pPr>
        <w:shd w:val="clear" w:color="auto" w:fill="FFFFFF"/>
        <w:tabs>
          <w:tab w:val="left" w:pos="1080"/>
          <w:tab w:val="left" w:leader="underscore" w:pos="9581"/>
        </w:tabs>
        <w:ind w:firstLine="709"/>
        <w:jc w:val="both"/>
        <w:rPr>
          <w:sz w:val="28"/>
          <w:szCs w:val="28"/>
        </w:rPr>
      </w:pPr>
      <w:r w:rsidRPr="00FA7150">
        <w:rPr>
          <w:sz w:val="28"/>
          <w:szCs w:val="28"/>
        </w:rPr>
        <w:t>1.2.</w:t>
      </w:r>
      <w:r w:rsidRPr="00FA7150">
        <w:rPr>
          <w:sz w:val="28"/>
          <w:szCs w:val="28"/>
          <w:lang w:val="en-US"/>
        </w:rPr>
        <w:t> </w:t>
      </w:r>
      <w:r w:rsidRPr="00FA7150">
        <w:rPr>
          <w:sz w:val="28"/>
          <w:szCs w:val="28"/>
        </w:rPr>
        <w:t>О</w:t>
      </w:r>
      <w:r w:rsidRPr="00FA7150">
        <w:rPr>
          <w:color w:val="000000"/>
          <w:sz w:val="28"/>
          <w:szCs w:val="28"/>
        </w:rPr>
        <w:t>бщеобразовательная организация</w:t>
      </w:r>
      <w:r w:rsidRPr="00FA7150">
        <w:rPr>
          <w:sz w:val="28"/>
          <w:szCs w:val="28"/>
        </w:rPr>
        <w:t xml:space="preserve"> создана в соответствии с </w:t>
      </w:r>
      <w:r w:rsidRPr="00FA7150">
        <w:rPr>
          <w:color w:val="000000"/>
          <w:sz w:val="28"/>
          <w:szCs w:val="28"/>
        </w:rPr>
        <w:t>решением  исполкома городского Совета депутатов трудящихся 29 октября 1948 года, протокол № 15 от 26 октября 1948 года «Об открытии двух классов начальной школы». 27 июня 1963 года переименована в восьмилетнюю школу № 12, решение № 2085 г. Имана «Об изменении нумерации школы», 04 февраля 1993 года Постановление № 41 Администрации г.Дальнереченска Муниципальное образовательное учреждение основног</w:t>
      </w:r>
      <w:r>
        <w:rPr>
          <w:color w:val="000000"/>
          <w:sz w:val="28"/>
          <w:szCs w:val="28"/>
        </w:rPr>
        <w:t xml:space="preserve">о общего образования школа № 12, </w:t>
      </w:r>
      <w:r w:rsidRPr="00FA7150">
        <w:rPr>
          <w:color w:val="000000"/>
          <w:sz w:val="28"/>
          <w:szCs w:val="28"/>
        </w:rPr>
        <w:t>02 декабря 1997 года Постановление № 885 Администрации г.Дальнереченска Муниципальное общеобразовательное учреждение основная общеобразовательная школа № 12 г.Дальнереченска. переименовано в Муниципальное бюджетное общеобразовательное учреждение «Основная общеобразовательная школа № 12»</w:t>
      </w:r>
      <w:r>
        <w:rPr>
          <w:color w:val="000000"/>
          <w:sz w:val="28"/>
          <w:szCs w:val="28"/>
        </w:rPr>
        <w:t xml:space="preserve"> </w:t>
      </w:r>
      <w:r w:rsidRPr="00FA7150">
        <w:rPr>
          <w:color w:val="000000"/>
          <w:sz w:val="28"/>
          <w:szCs w:val="28"/>
        </w:rPr>
        <w:t xml:space="preserve">Дальнереченского городского округа , постановление № 1056 </w:t>
      </w:r>
      <w:r>
        <w:rPr>
          <w:color w:val="000000"/>
          <w:sz w:val="28"/>
          <w:szCs w:val="28"/>
        </w:rPr>
        <w:t>от 18.11.2011 года Администрации</w:t>
      </w:r>
      <w:r w:rsidRPr="00FA7150">
        <w:rPr>
          <w:color w:val="000000"/>
          <w:sz w:val="28"/>
          <w:szCs w:val="28"/>
        </w:rPr>
        <w:t xml:space="preserve"> Дальнереченского городского округа.</w:t>
      </w:r>
    </w:p>
    <w:p w:rsidR="00E16C6F" w:rsidRPr="00FA7150" w:rsidRDefault="00E16C6F" w:rsidP="00FA7150">
      <w:pPr>
        <w:ind w:firstLine="709"/>
        <w:jc w:val="both"/>
        <w:rPr>
          <w:sz w:val="28"/>
          <w:szCs w:val="28"/>
        </w:rPr>
      </w:pPr>
      <w:r w:rsidRPr="00FA7150">
        <w:rPr>
          <w:color w:val="000000"/>
          <w:sz w:val="28"/>
          <w:szCs w:val="28"/>
        </w:rPr>
        <w:t xml:space="preserve">1.3. Тип общеобразовательной организации – </w:t>
      </w:r>
      <w:r w:rsidRPr="00FA7150">
        <w:rPr>
          <w:sz w:val="28"/>
          <w:szCs w:val="28"/>
        </w:rPr>
        <w:t>бюджетное общеобразовательное учреждение, осуществляющая в качестве основной цели её деятельности образовательную деятельность по образовательным программам  начального общего, основного общего  образования.</w:t>
      </w:r>
    </w:p>
    <w:p w:rsidR="00E16C6F" w:rsidRPr="00FA7150" w:rsidRDefault="00E16C6F" w:rsidP="00FA7150">
      <w:pPr>
        <w:shd w:val="clear" w:color="auto" w:fill="FFFFFF"/>
        <w:tabs>
          <w:tab w:val="left" w:leader="underscore" w:pos="9466"/>
        </w:tabs>
        <w:ind w:firstLine="709"/>
        <w:jc w:val="both"/>
        <w:rPr>
          <w:color w:val="000000"/>
          <w:sz w:val="28"/>
          <w:szCs w:val="28"/>
        </w:rPr>
      </w:pPr>
      <w:r w:rsidRPr="00FA7150">
        <w:rPr>
          <w:color w:val="000000"/>
          <w:sz w:val="28"/>
          <w:szCs w:val="28"/>
        </w:rPr>
        <w:t>1.4. Организационно-правовая форма общеобразовательной организации – муниципальная бюджетная общеобразовательная  организация.</w:t>
      </w:r>
    </w:p>
    <w:p w:rsidR="00E16C6F" w:rsidRPr="00FA7150" w:rsidRDefault="00E16C6F" w:rsidP="00FA7150">
      <w:pPr>
        <w:shd w:val="clear" w:color="auto" w:fill="FFFFFF"/>
        <w:tabs>
          <w:tab w:val="left" w:pos="1080"/>
          <w:tab w:val="left" w:pos="1224"/>
        </w:tabs>
        <w:ind w:firstLine="709"/>
        <w:jc w:val="both"/>
        <w:rPr>
          <w:sz w:val="28"/>
          <w:szCs w:val="28"/>
        </w:rPr>
      </w:pPr>
      <w:r w:rsidRPr="00FA7150">
        <w:rPr>
          <w:color w:val="000000"/>
          <w:sz w:val="28"/>
          <w:szCs w:val="28"/>
        </w:rPr>
        <w:t xml:space="preserve">Наименование общеобразовательной организации: </w:t>
      </w:r>
    </w:p>
    <w:p w:rsidR="00E16C6F" w:rsidRPr="00FA7150" w:rsidRDefault="00E16C6F" w:rsidP="00FA7150">
      <w:pPr>
        <w:tabs>
          <w:tab w:val="left" w:pos="1080"/>
          <w:tab w:val="left" w:leader="underscore" w:pos="9557"/>
        </w:tabs>
        <w:ind w:firstLine="709"/>
        <w:jc w:val="both"/>
        <w:rPr>
          <w:b/>
          <w:color w:val="000000"/>
          <w:sz w:val="28"/>
          <w:szCs w:val="28"/>
        </w:rPr>
      </w:pPr>
      <w:r w:rsidRPr="00FA7150">
        <w:rPr>
          <w:color w:val="000000"/>
          <w:sz w:val="28"/>
          <w:szCs w:val="28"/>
        </w:rPr>
        <w:t>полное – муниципальное бюджетное общеобразовательное учреждение «Основная общеобразовательная школа № 12»Дальнереченского городского округа</w:t>
      </w:r>
    </w:p>
    <w:p w:rsidR="00E16C6F" w:rsidRPr="00FA7150" w:rsidRDefault="00E16C6F" w:rsidP="00FA7150">
      <w:pPr>
        <w:shd w:val="clear" w:color="auto" w:fill="FFFFFF"/>
        <w:tabs>
          <w:tab w:val="left" w:pos="1080"/>
          <w:tab w:val="left" w:leader="underscore" w:pos="9466"/>
        </w:tabs>
        <w:ind w:firstLine="709"/>
        <w:jc w:val="both"/>
        <w:rPr>
          <w:color w:val="000000"/>
          <w:sz w:val="28"/>
          <w:szCs w:val="28"/>
        </w:rPr>
      </w:pPr>
      <w:r w:rsidRPr="00FA7150">
        <w:rPr>
          <w:color w:val="000000"/>
          <w:sz w:val="28"/>
          <w:szCs w:val="28"/>
        </w:rPr>
        <w:t>сокращённое – МБОУ «ООШ № 12».</w:t>
      </w:r>
    </w:p>
    <w:p w:rsidR="00E16C6F" w:rsidRPr="00FA7150" w:rsidRDefault="00E16C6F" w:rsidP="00FA7150">
      <w:pPr>
        <w:shd w:val="clear" w:color="auto" w:fill="FFFFFF"/>
        <w:tabs>
          <w:tab w:val="left" w:pos="1080"/>
        </w:tabs>
        <w:ind w:firstLine="709"/>
        <w:jc w:val="both"/>
        <w:rPr>
          <w:color w:val="000000"/>
          <w:sz w:val="28"/>
          <w:szCs w:val="28"/>
        </w:rPr>
      </w:pPr>
      <w:r w:rsidRPr="00FA7150">
        <w:rPr>
          <w:color w:val="000000"/>
          <w:sz w:val="28"/>
          <w:szCs w:val="28"/>
        </w:rPr>
        <w:t>1.5. </w:t>
      </w:r>
      <w:r>
        <w:rPr>
          <w:color w:val="000000"/>
          <w:sz w:val="28"/>
          <w:szCs w:val="28"/>
        </w:rPr>
        <w:t>Школа</w:t>
      </w:r>
      <w:r w:rsidRPr="00FA7150">
        <w:rPr>
          <w:color w:val="000000"/>
          <w:sz w:val="28"/>
          <w:szCs w:val="28"/>
        </w:rPr>
        <w:t xml:space="preserve"> является некоммерческой организацией, учредителем и собственником имущества которой является Администрация Дальнереченского городского округа г.Дальнереченск.</w:t>
      </w:r>
    </w:p>
    <w:p w:rsidR="00E16C6F" w:rsidRPr="00FA7150" w:rsidRDefault="00E16C6F" w:rsidP="00FA7150">
      <w:pPr>
        <w:shd w:val="clear" w:color="auto" w:fill="FFFFFF"/>
        <w:tabs>
          <w:tab w:val="left" w:pos="1080"/>
        </w:tabs>
        <w:ind w:firstLine="709"/>
        <w:jc w:val="both"/>
        <w:rPr>
          <w:color w:val="000000"/>
          <w:sz w:val="28"/>
          <w:szCs w:val="28"/>
        </w:rPr>
      </w:pPr>
      <w:r w:rsidRPr="00FA7150">
        <w:rPr>
          <w:color w:val="000000"/>
          <w:sz w:val="28"/>
          <w:szCs w:val="28"/>
        </w:rPr>
        <w:t xml:space="preserve">1.6. Функции и полномочия учредителя в отношении </w:t>
      </w:r>
      <w:r>
        <w:rPr>
          <w:color w:val="000000"/>
          <w:sz w:val="28"/>
          <w:szCs w:val="28"/>
        </w:rPr>
        <w:t xml:space="preserve">Школы </w:t>
      </w:r>
      <w:r w:rsidRPr="00FA7150">
        <w:rPr>
          <w:color w:val="000000"/>
          <w:sz w:val="28"/>
          <w:szCs w:val="28"/>
        </w:rPr>
        <w:t>осуществляются администрацией Дальнереченского городского округа.</w:t>
      </w:r>
    </w:p>
    <w:p w:rsidR="00E16C6F" w:rsidRPr="00FA7150" w:rsidRDefault="00E16C6F" w:rsidP="00FA7150">
      <w:pPr>
        <w:shd w:val="clear" w:color="auto" w:fill="FFFFFF"/>
        <w:tabs>
          <w:tab w:val="left" w:pos="1080"/>
        </w:tabs>
        <w:ind w:firstLine="709"/>
        <w:jc w:val="both"/>
        <w:rPr>
          <w:color w:val="000000"/>
          <w:sz w:val="28"/>
          <w:szCs w:val="28"/>
        </w:rPr>
      </w:pPr>
      <w:r w:rsidRPr="00FA7150">
        <w:rPr>
          <w:color w:val="000000"/>
          <w:sz w:val="28"/>
          <w:szCs w:val="28"/>
        </w:rPr>
        <w:t xml:space="preserve">Функции и полномочия собственника имущества </w:t>
      </w:r>
      <w:r>
        <w:rPr>
          <w:color w:val="000000"/>
          <w:sz w:val="28"/>
          <w:szCs w:val="28"/>
        </w:rPr>
        <w:t>Школы</w:t>
      </w:r>
      <w:r w:rsidRPr="00FA7150">
        <w:rPr>
          <w:color w:val="000000"/>
          <w:sz w:val="28"/>
          <w:szCs w:val="28"/>
        </w:rPr>
        <w:t xml:space="preserve"> осуществляется администрацией Дальнереченского городского округа (далее – учредитель).</w:t>
      </w:r>
    </w:p>
    <w:p w:rsidR="00E16C6F" w:rsidRPr="00FA7150" w:rsidRDefault="00E16C6F" w:rsidP="00FA7150">
      <w:pPr>
        <w:shd w:val="clear" w:color="auto" w:fill="FFFFFF"/>
        <w:tabs>
          <w:tab w:val="left" w:pos="1000"/>
          <w:tab w:val="left" w:pos="1100"/>
          <w:tab w:val="left" w:pos="1229"/>
        </w:tabs>
        <w:ind w:firstLine="709"/>
        <w:jc w:val="both"/>
        <w:rPr>
          <w:b/>
          <w:color w:val="000000"/>
          <w:sz w:val="28"/>
          <w:szCs w:val="28"/>
        </w:rPr>
      </w:pPr>
      <w:r w:rsidRPr="00FA7150">
        <w:rPr>
          <w:color w:val="000000"/>
          <w:sz w:val="28"/>
          <w:szCs w:val="28"/>
        </w:rPr>
        <w:t xml:space="preserve">1.7. </w:t>
      </w:r>
      <w:r>
        <w:rPr>
          <w:color w:val="000000"/>
          <w:sz w:val="28"/>
          <w:szCs w:val="28"/>
        </w:rPr>
        <w:t>Школа</w:t>
      </w:r>
      <w:r w:rsidRPr="00FA7150">
        <w:rPr>
          <w:color w:val="000000"/>
          <w:sz w:val="28"/>
          <w:szCs w:val="28"/>
        </w:rPr>
        <w:t xml:space="preserve"> является юридическим лицом, находящимся в ведении </w:t>
      </w:r>
      <w:r w:rsidRPr="00FA7150">
        <w:rPr>
          <w:sz w:val="28"/>
          <w:szCs w:val="28"/>
        </w:rPr>
        <w:t>администрации Дальнереченского городского округа.</w:t>
      </w:r>
    </w:p>
    <w:p w:rsidR="00E16C6F" w:rsidRPr="00FA7150" w:rsidRDefault="00E16C6F" w:rsidP="00FA7150">
      <w:pPr>
        <w:shd w:val="clear" w:color="auto" w:fill="FFFFFF"/>
        <w:tabs>
          <w:tab w:val="left" w:pos="1000"/>
          <w:tab w:val="left" w:pos="1100"/>
          <w:tab w:val="left" w:pos="1229"/>
        </w:tabs>
        <w:ind w:firstLine="709"/>
        <w:jc w:val="both"/>
        <w:rPr>
          <w:sz w:val="28"/>
          <w:szCs w:val="28"/>
        </w:rPr>
      </w:pPr>
      <w:r w:rsidRPr="00FA7150">
        <w:rPr>
          <w:color w:val="000000"/>
          <w:sz w:val="28"/>
          <w:szCs w:val="28"/>
        </w:rPr>
        <w:t>1.8.</w:t>
      </w:r>
      <w:r w:rsidRPr="00FA7150">
        <w:rPr>
          <w:color w:val="000000"/>
          <w:sz w:val="28"/>
          <w:szCs w:val="28"/>
          <w:lang w:val="en-US"/>
        </w:rPr>
        <w:t> </w:t>
      </w:r>
      <w:r w:rsidRPr="00FA7150">
        <w:rPr>
          <w:color w:val="000000"/>
          <w:sz w:val="28"/>
          <w:szCs w:val="28"/>
        </w:rPr>
        <w:t xml:space="preserve">Местонахождение </w:t>
      </w:r>
      <w:r>
        <w:rPr>
          <w:color w:val="000000"/>
          <w:sz w:val="28"/>
          <w:szCs w:val="28"/>
        </w:rPr>
        <w:t>Школы</w:t>
      </w:r>
      <w:r w:rsidRPr="00FA7150">
        <w:rPr>
          <w:color w:val="000000"/>
          <w:sz w:val="28"/>
          <w:szCs w:val="28"/>
        </w:rPr>
        <w:t xml:space="preserve">: </w:t>
      </w:r>
      <w:r w:rsidRPr="00FA7150">
        <w:rPr>
          <w:sz w:val="28"/>
          <w:szCs w:val="28"/>
        </w:rPr>
        <w:t>Российская Федерация, 692133,Приморский край, город Дальнереченск,  улица Некрасова,6.;</w:t>
      </w:r>
    </w:p>
    <w:p w:rsidR="00E16C6F" w:rsidRPr="00FA7150" w:rsidRDefault="00E16C6F" w:rsidP="00FA7150">
      <w:pPr>
        <w:shd w:val="clear" w:color="auto" w:fill="FFFFFF"/>
        <w:tabs>
          <w:tab w:val="left" w:pos="1000"/>
          <w:tab w:val="left" w:pos="1100"/>
          <w:tab w:val="left" w:pos="1229"/>
        </w:tabs>
        <w:ind w:firstLine="709"/>
        <w:jc w:val="both"/>
        <w:rPr>
          <w:sz w:val="28"/>
          <w:szCs w:val="28"/>
        </w:rPr>
      </w:pPr>
      <w:r w:rsidRPr="00FA7150">
        <w:rPr>
          <w:color w:val="000000"/>
          <w:sz w:val="28"/>
          <w:szCs w:val="28"/>
        </w:rPr>
        <w:t>почтовый адрес:</w:t>
      </w:r>
      <w:r w:rsidRPr="00FA7150">
        <w:rPr>
          <w:sz w:val="28"/>
          <w:szCs w:val="28"/>
        </w:rPr>
        <w:t xml:space="preserve"> Российская Федерация, 692133,Приморский край, город Дальнереченск,  улица Некрасова,6;</w:t>
      </w:r>
    </w:p>
    <w:p w:rsidR="00E16C6F" w:rsidRPr="00FA7150" w:rsidRDefault="00E16C6F" w:rsidP="00FA7150">
      <w:pPr>
        <w:pStyle w:val="NormalWeb"/>
        <w:spacing w:before="0" w:beforeAutospacing="0" w:after="0" w:afterAutospacing="0"/>
        <w:ind w:firstLine="709"/>
        <w:jc w:val="both"/>
        <w:rPr>
          <w:sz w:val="28"/>
          <w:szCs w:val="28"/>
        </w:rPr>
      </w:pPr>
      <w:r w:rsidRPr="00FA7150">
        <w:rPr>
          <w:sz w:val="28"/>
          <w:szCs w:val="28"/>
        </w:rPr>
        <w:t xml:space="preserve">1.9. </w:t>
      </w:r>
      <w:r>
        <w:rPr>
          <w:color w:val="000000"/>
          <w:sz w:val="28"/>
          <w:szCs w:val="28"/>
        </w:rPr>
        <w:t>Школа</w:t>
      </w:r>
      <w:r w:rsidRPr="00FA7150">
        <w:rPr>
          <w:color w:val="000000"/>
          <w:sz w:val="28"/>
          <w:szCs w:val="28"/>
        </w:rPr>
        <w:t xml:space="preserve"> </w:t>
      </w:r>
      <w:r w:rsidRPr="00FA7150">
        <w:rPr>
          <w:sz w:val="28"/>
          <w:szCs w:val="28"/>
        </w:rPr>
        <w:t xml:space="preserve">отвечает по своим обязательствам всем находящимся у неё на праве оперативного управления имуществом, в том числе приобретенным за счёт доходов, полученных от приносящей доход деятельности, за исключением особо ценного движимого имущества, закрепленного за </w:t>
      </w:r>
      <w:r>
        <w:rPr>
          <w:color w:val="000000"/>
          <w:sz w:val="28"/>
          <w:szCs w:val="28"/>
        </w:rPr>
        <w:t>Школой</w:t>
      </w:r>
      <w:r w:rsidRPr="00FA7150">
        <w:rPr>
          <w:sz w:val="28"/>
          <w:szCs w:val="28"/>
        </w:rPr>
        <w:t xml:space="preserve"> собственником этого имущества или приобретенного за счёт средств, выделенных собственником её имущества, а также недвижимого имущества независимо от того, по каким основаниям оно поступило в оперативное управление </w:t>
      </w:r>
      <w:r>
        <w:rPr>
          <w:color w:val="000000"/>
          <w:sz w:val="28"/>
          <w:szCs w:val="28"/>
        </w:rPr>
        <w:t>Школой</w:t>
      </w:r>
      <w:r w:rsidRPr="00FA7150">
        <w:rPr>
          <w:sz w:val="28"/>
          <w:szCs w:val="28"/>
        </w:rPr>
        <w:t xml:space="preserve"> и за счёт каких средств оно приобретено.</w:t>
      </w:r>
    </w:p>
    <w:p w:rsidR="00E16C6F" w:rsidRPr="00FA7150" w:rsidRDefault="00E16C6F" w:rsidP="00FA7150">
      <w:pPr>
        <w:pStyle w:val="NormalWeb"/>
        <w:spacing w:before="0" w:beforeAutospacing="0" w:after="0" w:afterAutospacing="0"/>
        <w:ind w:firstLine="709"/>
        <w:jc w:val="both"/>
        <w:rPr>
          <w:sz w:val="28"/>
          <w:szCs w:val="28"/>
        </w:rPr>
      </w:pPr>
      <w:r w:rsidRPr="00FA7150">
        <w:rPr>
          <w:sz w:val="28"/>
          <w:szCs w:val="28"/>
        </w:rPr>
        <w:t xml:space="preserve">По обязательствам </w:t>
      </w:r>
      <w:r>
        <w:rPr>
          <w:color w:val="000000"/>
          <w:sz w:val="28"/>
          <w:szCs w:val="28"/>
        </w:rPr>
        <w:t>Школы</w:t>
      </w:r>
      <w:r w:rsidRPr="00FA7150">
        <w:rPr>
          <w:sz w:val="28"/>
          <w:szCs w:val="28"/>
        </w:rPr>
        <w:t xml:space="preserve">, связанным с причинением вреда гражданам, при недостаточности имущества учреждения, на которое в соответствии с абзацем первым настоящего пункта может быть обращено взыскание, субсидиарную ответственность несёт собственник имущества </w:t>
      </w:r>
      <w:r>
        <w:rPr>
          <w:color w:val="000000"/>
          <w:sz w:val="28"/>
          <w:szCs w:val="28"/>
        </w:rPr>
        <w:t>Школы</w:t>
      </w:r>
      <w:r w:rsidRPr="00FA7150">
        <w:rPr>
          <w:sz w:val="28"/>
          <w:szCs w:val="28"/>
        </w:rPr>
        <w:t>.</w:t>
      </w:r>
    </w:p>
    <w:p w:rsidR="00E16C6F" w:rsidRPr="00FA7150" w:rsidRDefault="00E16C6F" w:rsidP="00FA7150">
      <w:pPr>
        <w:autoSpaceDN w:val="0"/>
        <w:adjustRightInd w:val="0"/>
        <w:ind w:firstLine="709"/>
        <w:jc w:val="both"/>
        <w:rPr>
          <w:sz w:val="28"/>
          <w:szCs w:val="28"/>
        </w:rPr>
      </w:pPr>
      <w:r w:rsidRPr="00FA7150">
        <w:rPr>
          <w:sz w:val="28"/>
          <w:szCs w:val="28"/>
        </w:rPr>
        <w:t xml:space="preserve">1.10. </w:t>
      </w:r>
      <w:r>
        <w:rPr>
          <w:color w:val="000000"/>
          <w:sz w:val="28"/>
          <w:szCs w:val="28"/>
        </w:rPr>
        <w:t>Школа</w:t>
      </w:r>
      <w:r w:rsidRPr="00FA7150">
        <w:rPr>
          <w:color w:val="000000"/>
          <w:sz w:val="28"/>
          <w:szCs w:val="28"/>
        </w:rPr>
        <w:t xml:space="preserve"> </w:t>
      </w:r>
      <w:r w:rsidRPr="00FA7150">
        <w:rPr>
          <w:sz w:val="28"/>
          <w:szCs w:val="28"/>
        </w:rPr>
        <w:t>может от своего имени приобретать гражданские права, соответствующие предмету и целям её деятельности, предусмотренные настоящим Уставом, и нести обязанности, выступать в судах в соответствии с действующим законодательством Российской Федерации.</w:t>
      </w:r>
    </w:p>
    <w:p w:rsidR="00E16C6F" w:rsidRPr="00FA7150" w:rsidRDefault="00E16C6F" w:rsidP="00FA7150">
      <w:pPr>
        <w:autoSpaceDN w:val="0"/>
        <w:adjustRightInd w:val="0"/>
        <w:ind w:firstLine="709"/>
        <w:jc w:val="both"/>
        <w:rPr>
          <w:sz w:val="28"/>
          <w:szCs w:val="28"/>
        </w:rPr>
      </w:pPr>
      <w:r w:rsidRPr="00FA7150">
        <w:rPr>
          <w:sz w:val="28"/>
          <w:szCs w:val="28"/>
        </w:rPr>
        <w:t xml:space="preserve">1.11. </w:t>
      </w:r>
      <w:r>
        <w:rPr>
          <w:color w:val="000000"/>
          <w:sz w:val="28"/>
          <w:szCs w:val="28"/>
        </w:rPr>
        <w:t>Школа</w:t>
      </w:r>
      <w:r w:rsidRPr="00FA7150">
        <w:rPr>
          <w:color w:val="000000"/>
          <w:sz w:val="28"/>
          <w:szCs w:val="28"/>
        </w:rPr>
        <w:t xml:space="preserve"> </w:t>
      </w:r>
      <w:r w:rsidRPr="00FA7150">
        <w:rPr>
          <w:sz w:val="28"/>
          <w:szCs w:val="28"/>
        </w:rPr>
        <w:t>вправе иметь штампы и бланки со своим наименованием, зарегистрированную в установленном порядке эмблему и другие средства индивидуализации.</w:t>
      </w:r>
    </w:p>
    <w:p w:rsidR="00E16C6F" w:rsidRPr="00FA7150" w:rsidRDefault="00E16C6F" w:rsidP="00FA7150">
      <w:pPr>
        <w:autoSpaceDN w:val="0"/>
        <w:adjustRightInd w:val="0"/>
        <w:ind w:firstLine="709"/>
        <w:jc w:val="both"/>
        <w:rPr>
          <w:sz w:val="28"/>
          <w:szCs w:val="28"/>
        </w:rPr>
      </w:pPr>
      <w:r w:rsidRPr="00FA7150">
        <w:rPr>
          <w:sz w:val="28"/>
          <w:szCs w:val="28"/>
        </w:rPr>
        <w:t xml:space="preserve">1.12. </w:t>
      </w:r>
      <w:r>
        <w:rPr>
          <w:color w:val="000000"/>
          <w:sz w:val="28"/>
          <w:szCs w:val="28"/>
        </w:rPr>
        <w:t>Школа</w:t>
      </w:r>
      <w:r w:rsidRPr="00FA7150">
        <w:rPr>
          <w:color w:val="000000"/>
          <w:sz w:val="28"/>
          <w:szCs w:val="28"/>
        </w:rPr>
        <w:t xml:space="preserve"> </w:t>
      </w:r>
      <w:r w:rsidRPr="00FA7150">
        <w:rPr>
          <w:sz w:val="28"/>
          <w:szCs w:val="28"/>
        </w:rPr>
        <w:t>считается созданной со дня внесения в установленном порядке соответствующей записи в Единый государственный реестр юридических лиц.</w:t>
      </w:r>
    </w:p>
    <w:p w:rsidR="00E16C6F" w:rsidRPr="00FA7150" w:rsidRDefault="00E16C6F" w:rsidP="00FA7150">
      <w:pPr>
        <w:autoSpaceDN w:val="0"/>
        <w:adjustRightInd w:val="0"/>
        <w:ind w:firstLine="709"/>
        <w:jc w:val="both"/>
        <w:rPr>
          <w:sz w:val="28"/>
          <w:szCs w:val="28"/>
        </w:rPr>
      </w:pPr>
      <w:r w:rsidRPr="00FA7150">
        <w:rPr>
          <w:sz w:val="28"/>
          <w:szCs w:val="28"/>
        </w:rPr>
        <w:t>1.13. Школа приобретает право на ведение образовательной деятельности и льготы, предоставляемые законодательством Российской Федерации и Приморского края, с момента выдачи Школе лицензии на право осуществления образовательной деятельности.</w:t>
      </w:r>
    </w:p>
    <w:p w:rsidR="00E16C6F" w:rsidRPr="00FA7150" w:rsidRDefault="00E16C6F" w:rsidP="00FA7150">
      <w:pPr>
        <w:autoSpaceDN w:val="0"/>
        <w:adjustRightInd w:val="0"/>
        <w:ind w:firstLine="709"/>
        <w:jc w:val="both"/>
        <w:rPr>
          <w:sz w:val="28"/>
          <w:szCs w:val="28"/>
        </w:rPr>
      </w:pPr>
      <w:r w:rsidRPr="00FA7150">
        <w:rPr>
          <w:sz w:val="28"/>
          <w:szCs w:val="28"/>
        </w:rPr>
        <w:t>1.14. Школа проходит государственную аккредитацию в порядке, установленном действующим законодательством и нормативными правовыми актами, регулирующими процедуру государственной аккредитации.</w:t>
      </w:r>
    </w:p>
    <w:p w:rsidR="00E16C6F" w:rsidRPr="00FA7150" w:rsidRDefault="00E16C6F" w:rsidP="00FA7150">
      <w:pPr>
        <w:autoSpaceDN w:val="0"/>
        <w:adjustRightInd w:val="0"/>
        <w:ind w:firstLine="709"/>
        <w:jc w:val="both"/>
        <w:rPr>
          <w:sz w:val="28"/>
          <w:szCs w:val="28"/>
        </w:rPr>
      </w:pPr>
      <w:r w:rsidRPr="00FA7150">
        <w:rPr>
          <w:sz w:val="28"/>
          <w:szCs w:val="28"/>
        </w:rPr>
        <w:t>1.15. Школа после прохождения государственной аккредитации имеет право на выдачу лицам, успешно прошедшим государственную итоговую аттестацию, документов об образовании, подтверждающих получение основного общего образования и среднего общего образования и использование печати с изображением Государственного герба Российской Федерации.</w:t>
      </w:r>
    </w:p>
    <w:p w:rsidR="00E16C6F" w:rsidRPr="006E1272" w:rsidRDefault="00E16C6F" w:rsidP="00FA7150">
      <w:pPr>
        <w:autoSpaceDN w:val="0"/>
        <w:adjustRightInd w:val="0"/>
        <w:ind w:firstLine="709"/>
        <w:jc w:val="both"/>
        <w:rPr>
          <w:sz w:val="28"/>
          <w:szCs w:val="28"/>
        </w:rPr>
      </w:pPr>
      <w:r w:rsidRPr="006E1272">
        <w:rPr>
          <w:sz w:val="28"/>
          <w:szCs w:val="28"/>
        </w:rPr>
        <w:t>1.16. В Школе создание и деятельность политических партий, религиозных организаций (объединений) не допускаются.</w:t>
      </w:r>
    </w:p>
    <w:p w:rsidR="00E16C6F" w:rsidRPr="00FA7150" w:rsidRDefault="00E16C6F" w:rsidP="00FA7150">
      <w:pPr>
        <w:autoSpaceDN w:val="0"/>
        <w:adjustRightInd w:val="0"/>
        <w:ind w:firstLine="709"/>
        <w:jc w:val="both"/>
        <w:rPr>
          <w:sz w:val="28"/>
          <w:szCs w:val="28"/>
        </w:rPr>
      </w:pPr>
      <w:r w:rsidRPr="006E1272">
        <w:rPr>
          <w:sz w:val="28"/>
          <w:szCs w:val="28"/>
        </w:rPr>
        <w:t xml:space="preserve">1.17. В своей деятельности </w:t>
      </w:r>
      <w:r w:rsidRPr="006E1272">
        <w:rPr>
          <w:spacing w:val="1"/>
          <w:sz w:val="28"/>
          <w:szCs w:val="28"/>
        </w:rPr>
        <w:t>Школа</w:t>
      </w:r>
      <w:r w:rsidRPr="006E1272">
        <w:rPr>
          <w:sz w:val="28"/>
          <w:szCs w:val="28"/>
        </w:rPr>
        <w:t xml:space="preserve"> руководствуется Конституцией</w:t>
      </w:r>
      <w:r w:rsidRPr="00FA7150">
        <w:rPr>
          <w:sz w:val="28"/>
          <w:szCs w:val="28"/>
        </w:rPr>
        <w:t xml:space="preserve"> Российской Федерации, Федеральным законом «Об образовании в Российской Федерации», а также другими федеральными законами, иными нормативными правовыми актами Российской Федерации, законами и иными нормативными правовыми актами Приморского края, регулирующими отношения в сфере образования и регламентирующими деятельность указанного типа организаций, а также настоящим Уставом.</w:t>
      </w:r>
    </w:p>
    <w:p w:rsidR="00E16C6F" w:rsidRPr="00FA7150" w:rsidRDefault="00E16C6F" w:rsidP="00FA7150">
      <w:pPr>
        <w:autoSpaceDN w:val="0"/>
        <w:adjustRightInd w:val="0"/>
        <w:ind w:firstLine="709"/>
        <w:jc w:val="both"/>
        <w:rPr>
          <w:sz w:val="28"/>
          <w:szCs w:val="28"/>
        </w:rPr>
      </w:pPr>
      <w:r w:rsidRPr="00FA7150">
        <w:rPr>
          <w:sz w:val="28"/>
          <w:szCs w:val="28"/>
        </w:rPr>
        <w:t>1.</w:t>
      </w:r>
      <w:r>
        <w:rPr>
          <w:sz w:val="28"/>
          <w:szCs w:val="28"/>
        </w:rPr>
        <w:t>18</w:t>
      </w:r>
      <w:r w:rsidRPr="00FA7150">
        <w:rPr>
          <w:sz w:val="28"/>
          <w:szCs w:val="28"/>
        </w:rPr>
        <w:t>. Школа является социальной инфраструктурой для детей. В связи с этим учащиеся МБОУ «ООШ № 12» относится к социально значимым объектам жизнеобеспечения населения и при решении вопросов социально-экономического характера не могут ущемляться права и интересы несовершеннолетних.</w:t>
      </w:r>
    </w:p>
    <w:p w:rsidR="00E16C6F" w:rsidRPr="00FA7150" w:rsidRDefault="00E16C6F" w:rsidP="00FA7150">
      <w:pPr>
        <w:ind w:firstLine="567"/>
        <w:jc w:val="both"/>
        <w:rPr>
          <w:sz w:val="16"/>
          <w:szCs w:val="16"/>
        </w:rPr>
      </w:pPr>
    </w:p>
    <w:p w:rsidR="00E16C6F" w:rsidRPr="00FA7150" w:rsidRDefault="00E16C6F" w:rsidP="00FA7150">
      <w:pPr>
        <w:numPr>
          <w:ilvl w:val="0"/>
          <w:numId w:val="3"/>
        </w:numPr>
        <w:ind w:firstLine="567"/>
        <w:jc w:val="center"/>
        <w:rPr>
          <w:sz w:val="28"/>
          <w:szCs w:val="28"/>
        </w:rPr>
      </w:pPr>
      <w:r w:rsidRPr="00FA7150">
        <w:rPr>
          <w:b/>
          <w:sz w:val="28"/>
          <w:szCs w:val="28"/>
        </w:rPr>
        <w:t>Основные цели, предмет и виды деятельности</w:t>
      </w:r>
    </w:p>
    <w:p w:rsidR="00E16C6F" w:rsidRPr="00FA7150" w:rsidRDefault="00E16C6F" w:rsidP="00FA7150">
      <w:pPr>
        <w:ind w:left="567"/>
        <w:rPr>
          <w:sz w:val="16"/>
          <w:szCs w:val="16"/>
        </w:rPr>
      </w:pPr>
    </w:p>
    <w:p w:rsidR="00E16C6F" w:rsidRPr="00FA7150" w:rsidRDefault="00E16C6F" w:rsidP="00FA7150">
      <w:pPr>
        <w:numPr>
          <w:ilvl w:val="1"/>
          <w:numId w:val="3"/>
        </w:numPr>
        <w:ind w:firstLine="567"/>
        <w:jc w:val="both"/>
        <w:rPr>
          <w:sz w:val="28"/>
          <w:szCs w:val="28"/>
        </w:rPr>
      </w:pPr>
      <w:r w:rsidRPr="00FA7150">
        <w:rPr>
          <w:sz w:val="28"/>
          <w:szCs w:val="28"/>
        </w:rPr>
        <w:t>Школа осуществляет свою деятельность в соответствии с предметом и целями деятельности, определенными законодательством Российской Федерации, Приморского края, нормативно правовыми актами органов Администрации Дальнереченского городского округа, настоящим Уставом, в целях обеспечения реализации предусмотренных законодательством Российской Федерации полномочий органов местного самоуправления в сфере образования.</w:t>
      </w:r>
    </w:p>
    <w:p w:rsidR="00E16C6F" w:rsidRPr="00FA7150" w:rsidRDefault="00E16C6F" w:rsidP="00FA7150">
      <w:pPr>
        <w:numPr>
          <w:ilvl w:val="1"/>
          <w:numId w:val="3"/>
        </w:numPr>
        <w:ind w:firstLine="567"/>
        <w:jc w:val="both"/>
        <w:rPr>
          <w:sz w:val="28"/>
          <w:szCs w:val="28"/>
        </w:rPr>
      </w:pPr>
      <w:r w:rsidRPr="00FA7150">
        <w:rPr>
          <w:sz w:val="28"/>
          <w:szCs w:val="28"/>
        </w:rPr>
        <w:t>Основными целями создания Школы являются:</w:t>
      </w:r>
    </w:p>
    <w:p w:rsidR="00E16C6F" w:rsidRPr="00FA7150" w:rsidRDefault="00E16C6F" w:rsidP="00FA7150">
      <w:pPr>
        <w:numPr>
          <w:ilvl w:val="3"/>
          <w:numId w:val="3"/>
        </w:numPr>
        <w:ind w:left="0" w:firstLine="567"/>
        <w:jc w:val="both"/>
        <w:rPr>
          <w:sz w:val="28"/>
          <w:szCs w:val="28"/>
        </w:rPr>
      </w:pPr>
      <w:r w:rsidRPr="00FA7150">
        <w:rPr>
          <w:sz w:val="28"/>
          <w:szCs w:val="28"/>
        </w:rPr>
        <w:t xml:space="preserve"> обеспечение конституционного права граждан Российской Федерации на образование;</w:t>
      </w:r>
    </w:p>
    <w:p w:rsidR="00E16C6F" w:rsidRPr="00FA7150" w:rsidRDefault="00E16C6F" w:rsidP="00FA7150">
      <w:pPr>
        <w:numPr>
          <w:ilvl w:val="3"/>
          <w:numId w:val="3"/>
        </w:numPr>
        <w:ind w:left="0" w:firstLine="567"/>
        <w:jc w:val="both"/>
        <w:rPr>
          <w:sz w:val="28"/>
          <w:szCs w:val="28"/>
        </w:rPr>
      </w:pPr>
      <w:r w:rsidRPr="00FA7150">
        <w:rPr>
          <w:sz w:val="28"/>
          <w:szCs w:val="28"/>
        </w:rPr>
        <w:t xml:space="preserve"> обеспечение государственных гарантий и механизмов реализации в Школе прав и свобод человека в сфере образования;</w:t>
      </w:r>
    </w:p>
    <w:p w:rsidR="00E16C6F" w:rsidRPr="00FA7150" w:rsidRDefault="00E16C6F" w:rsidP="00FA7150">
      <w:pPr>
        <w:numPr>
          <w:ilvl w:val="3"/>
          <w:numId w:val="3"/>
        </w:numPr>
        <w:ind w:left="0" w:firstLine="567"/>
        <w:jc w:val="both"/>
        <w:rPr>
          <w:sz w:val="28"/>
          <w:szCs w:val="28"/>
        </w:rPr>
      </w:pPr>
      <w:r w:rsidRPr="00FA7150">
        <w:rPr>
          <w:sz w:val="28"/>
          <w:szCs w:val="28"/>
        </w:rPr>
        <w:t xml:space="preserve"> защита прав и интересов участников отношений в сфере общего образования.</w:t>
      </w:r>
    </w:p>
    <w:p w:rsidR="00E16C6F" w:rsidRPr="00FA7150" w:rsidRDefault="00E16C6F" w:rsidP="00FA7150">
      <w:pPr>
        <w:numPr>
          <w:ilvl w:val="1"/>
          <w:numId w:val="3"/>
        </w:numPr>
        <w:ind w:firstLine="567"/>
        <w:jc w:val="both"/>
        <w:rPr>
          <w:sz w:val="28"/>
          <w:szCs w:val="28"/>
        </w:rPr>
      </w:pPr>
      <w:r w:rsidRPr="00FA7150">
        <w:rPr>
          <w:sz w:val="28"/>
          <w:szCs w:val="28"/>
        </w:rPr>
        <w:t>Целями деятельности Школы являются:</w:t>
      </w:r>
    </w:p>
    <w:p w:rsidR="00E16C6F" w:rsidRPr="00FA7150" w:rsidRDefault="00E16C6F" w:rsidP="00FA7150">
      <w:pPr>
        <w:numPr>
          <w:ilvl w:val="3"/>
          <w:numId w:val="3"/>
        </w:numPr>
        <w:ind w:left="0" w:firstLine="567"/>
        <w:jc w:val="both"/>
        <w:rPr>
          <w:sz w:val="28"/>
          <w:szCs w:val="28"/>
        </w:rPr>
      </w:pPr>
      <w:r w:rsidRPr="00FA7150">
        <w:rPr>
          <w:sz w:val="28"/>
          <w:szCs w:val="28"/>
        </w:rPr>
        <w:t xml:space="preserve"> формирование общей культуры личности обучающихся на основе усвоения обязательного, установленного в соответствии с федеральными государственными образовательными стандартами, минимума содержания общеобразовательных программ начального общего, основного общего и среднего общего образования;</w:t>
      </w:r>
    </w:p>
    <w:p w:rsidR="00E16C6F" w:rsidRPr="00FA7150" w:rsidRDefault="00E16C6F" w:rsidP="00FA7150">
      <w:pPr>
        <w:numPr>
          <w:ilvl w:val="3"/>
          <w:numId w:val="3"/>
        </w:numPr>
        <w:ind w:left="0" w:firstLine="567"/>
        <w:jc w:val="both"/>
        <w:rPr>
          <w:sz w:val="28"/>
          <w:szCs w:val="28"/>
        </w:rPr>
      </w:pPr>
      <w:r w:rsidRPr="00FA7150">
        <w:rPr>
          <w:sz w:val="28"/>
          <w:szCs w:val="28"/>
        </w:rPr>
        <w:t xml:space="preserve"> социализация и адаптация обучающихся к жизни в обществе;</w:t>
      </w:r>
    </w:p>
    <w:p w:rsidR="00E16C6F" w:rsidRPr="00FA7150" w:rsidRDefault="00E16C6F" w:rsidP="00FA7150">
      <w:pPr>
        <w:numPr>
          <w:ilvl w:val="3"/>
          <w:numId w:val="3"/>
        </w:numPr>
        <w:ind w:left="0" w:firstLine="567"/>
        <w:jc w:val="both"/>
        <w:rPr>
          <w:sz w:val="28"/>
          <w:szCs w:val="28"/>
        </w:rPr>
      </w:pPr>
      <w:r w:rsidRPr="00FA7150">
        <w:rPr>
          <w:sz w:val="28"/>
          <w:szCs w:val="28"/>
        </w:rPr>
        <w:t xml:space="preserve"> создание основы для осознанного выбора и последующего освоения профессиональных образовательных программ;</w:t>
      </w:r>
    </w:p>
    <w:p w:rsidR="00E16C6F" w:rsidRPr="00FA7150" w:rsidRDefault="00E16C6F" w:rsidP="00FA7150">
      <w:pPr>
        <w:numPr>
          <w:ilvl w:val="3"/>
          <w:numId w:val="3"/>
        </w:numPr>
        <w:ind w:left="0" w:firstLine="567"/>
        <w:jc w:val="both"/>
        <w:rPr>
          <w:sz w:val="28"/>
          <w:szCs w:val="28"/>
        </w:rPr>
      </w:pPr>
      <w:r w:rsidRPr="00FA7150">
        <w:rPr>
          <w:sz w:val="28"/>
          <w:szCs w:val="28"/>
        </w:rPr>
        <w:t xml:space="preserve"> воспитание гражданственности, трудолюбия, уважения к правам и свободам человека, любви к окружающей природе, Родине, семье;</w:t>
      </w:r>
    </w:p>
    <w:p w:rsidR="00E16C6F" w:rsidRPr="00FA7150" w:rsidRDefault="00E16C6F" w:rsidP="00FA7150">
      <w:pPr>
        <w:numPr>
          <w:ilvl w:val="3"/>
          <w:numId w:val="3"/>
        </w:numPr>
        <w:ind w:left="0" w:firstLine="567"/>
        <w:jc w:val="both"/>
        <w:rPr>
          <w:sz w:val="28"/>
          <w:szCs w:val="28"/>
        </w:rPr>
      </w:pPr>
      <w:r w:rsidRPr="00FA7150">
        <w:rPr>
          <w:sz w:val="28"/>
          <w:szCs w:val="28"/>
        </w:rPr>
        <w:t xml:space="preserve"> формирование здорового образа жизни.</w:t>
      </w:r>
    </w:p>
    <w:p w:rsidR="00E16C6F" w:rsidRPr="00FA7150" w:rsidRDefault="00E16C6F" w:rsidP="00FA7150">
      <w:pPr>
        <w:numPr>
          <w:ilvl w:val="1"/>
          <w:numId w:val="3"/>
        </w:numPr>
        <w:ind w:firstLine="567"/>
        <w:jc w:val="both"/>
        <w:rPr>
          <w:sz w:val="28"/>
          <w:szCs w:val="28"/>
        </w:rPr>
      </w:pPr>
      <w:r w:rsidRPr="00FA7150">
        <w:rPr>
          <w:bCs/>
          <w:sz w:val="28"/>
          <w:szCs w:val="28"/>
        </w:rPr>
        <w:t>Предметом деятельности Школы является образовательная деятельность по реализации основных и дополнительных общеобразовательных программ, направленная на достижение целей создания и деятельности Школы.</w:t>
      </w:r>
    </w:p>
    <w:p w:rsidR="00E16C6F" w:rsidRPr="00FA7150" w:rsidRDefault="00E16C6F" w:rsidP="00FA7150">
      <w:pPr>
        <w:numPr>
          <w:ilvl w:val="1"/>
          <w:numId w:val="3"/>
        </w:numPr>
        <w:ind w:firstLine="567"/>
        <w:jc w:val="both"/>
        <w:rPr>
          <w:sz w:val="28"/>
          <w:szCs w:val="28"/>
        </w:rPr>
      </w:pPr>
      <w:r w:rsidRPr="00FA7150">
        <w:rPr>
          <w:sz w:val="28"/>
          <w:szCs w:val="28"/>
        </w:rPr>
        <w:t>Основными видами деятельности Школы для достижения целей её создания и деятельности является:</w:t>
      </w:r>
    </w:p>
    <w:p w:rsidR="00E16C6F" w:rsidRPr="00FA7150" w:rsidRDefault="00E16C6F" w:rsidP="00FA7150">
      <w:pPr>
        <w:ind w:firstLine="567"/>
        <w:jc w:val="both"/>
        <w:rPr>
          <w:sz w:val="28"/>
          <w:szCs w:val="28"/>
        </w:rPr>
      </w:pPr>
      <w:r w:rsidRPr="00FA7150">
        <w:rPr>
          <w:sz w:val="28"/>
          <w:szCs w:val="28"/>
        </w:rPr>
        <w:t>2.5.1. реализация общеобразовательных программ:</w:t>
      </w:r>
    </w:p>
    <w:p w:rsidR="00E16C6F" w:rsidRPr="00FA7150" w:rsidRDefault="00E16C6F" w:rsidP="00FA7150">
      <w:pPr>
        <w:numPr>
          <w:ilvl w:val="3"/>
          <w:numId w:val="3"/>
        </w:numPr>
        <w:ind w:left="0" w:firstLine="567"/>
        <w:jc w:val="both"/>
        <w:rPr>
          <w:sz w:val="28"/>
          <w:szCs w:val="28"/>
        </w:rPr>
      </w:pPr>
      <w:r w:rsidRPr="00FA7150">
        <w:rPr>
          <w:sz w:val="28"/>
          <w:szCs w:val="28"/>
        </w:rPr>
        <w:t xml:space="preserve"> начального общего образования;</w:t>
      </w:r>
    </w:p>
    <w:p w:rsidR="00E16C6F" w:rsidRPr="00FA7150" w:rsidRDefault="00E16C6F" w:rsidP="00FA7150">
      <w:pPr>
        <w:numPr>
          <w:ilvl w:val="3"/>
          <w:numId w:val="3"/>
        </w:numPr>
        <w:ind w:left="0" w:firstLine="567"/>
        <w:jc w:val="both"/>
        <w:rPr>
          <w:sz w:val="28"/>
          <w:szCs w:val="28"/>
        </w:rPr>
      </w:pPr>
      <w:r w:rsidRPr="00FA7150">
        <w:rPr>
          <w:sz w:val="28"/>
          <w:szCs w:val="28"/>
        </w:rPr>
        <w:t xml:space="preserve"> основного общего образования;</w:t>
      </w:r>
    </w:p>
    <w:p w:rsidR="00E16C6F" w:rsidRPr="00FA7150" w:rsidRDefault="00E16C6F" w:rsidP="00FA7150">
      <w:pPr>
        <w:ind w:firstLine="567"/>
        <w:jc w:val="both"/>
        <w:rPr>
          <w:sz w:val="28"/>
          <w:szCs w:val="28"/>
        </w:rPr>
      </w:pPr>
      <w:r w:rsidRPr="00FA7150">
        <w:rPr>
          <w:sz w:val="28"/>
          <w:szCs w:val="28"/>
        </w:rPr>
        <w:t>Реализация указанных программ в рамках федеральных государственных образовательных стандартов осуществляется бесплатно.</w:t>
      </w:r>
    </w:p>
    <w:p w:rsidR="00E16C6F" w:rsidRPr="00FA7150" w:rsidRDefault="00E16C6F" w:rsidP="00FA7150">
      <w:pPr>
        <w:pStyle w:val="ListParagraph"/>
        <w:numPr>
          <w:ilvl w:val="2"/>
          <w:numId w:val="3"/>
        </w:numPr>
        <w:spacing w:line="240" w:lineRule="auto"/>
        <w:ind w:left="0" w:firstLine="567"/>
        <w:rPr>
          <w:sz w:val="28"/>
          <w:szCs w:val="28"/>
        </w:rPr>
      </w:pPr>
      <w:r w:rsidRPr="00FA7150">
        <w:rPr>
          <w:sz w:val="28"/>
          <w:szCs w:val="28"/>
        </w:rPr>
        <w:t xml:space="preserve">Школа вправе осуществлять образовательную деятельность по дополнительным общеобразовательным программам, реализация которых не является основной целью её деятельности, следующих направленностей: </w:t>
      </w:r>
    </w:p>
    <w:p w:rsidR="00E16C6F" w:rsidRPr="00FA7150" w:rsidRDefault="00E16C6F" w:rsidP="00FA7150">
      <w:pPr>
        <w:numPr>
          <w:ilvl w:val="3"/>
          <w:numId w:val="2"/>
        </w:numPr>
        <w:tabs>
          <w:tab w:val="left" w:pos="993"/>
        </w:tabs>
        <w:ind w:left="0" w:firstLine="567"/>
        <w:jc w:val="both"/>
        <w:rPr>
          <w:b/>
          <w:sz w:val="28"/>
          <w:szCs w:val="28"/>
        </w:rPr>
      </w:pPr>
      <w:r w:rsidRPr="00FA7150">
        <w:rPr>
          <w:sz w:val="28"/>
          <w:szCs w:val="28"/>
        </w:rPr>
        <w:t>физкультурно-спортивной (нормативный срок освоения до 5 лет);</w:t>
      </w:r>
    </w:p>
    <w:p w:rsidR="00E16C6F" w:rsidRPr="00FA7150" w:rsidRDefault="00E16C6F" w:rsidP="00FA7150">
      <w:pPr>
        <w:numPr>
          <w:ilvl w:val="3"/>
          <w:numId w:val="2"/>
        </w:numPr>
        <w:tabs>
          <w:tab w:val="clear" w:pos="2880"/>
          <w:tab w:val="num" w:pos="993"/>
        </w:tabs>
        <w:ind w:left="0" w:firstLine="567"/>
        <w:jc w:val="both"/>
        <w:rPr>
          <w:b/>
          <w:sz w:val="28"/>
          <w:szCs w:val="28"/>
        </w:rPr>
      </w:pPr>
      <w:r w:rsidRPr="00FA7150">
        <w:rPr>
          <w:sz w:val="28"/>
          <w:szCs w:val="28"/>
        </w:rPr>
        <w:t>художественно-эстетической (нормативный срок освоения до 5 лет);</w:t>
      </w:r>
    </w:p>
    <w:p w:rsidR="00E16C6F" w:rsidRPr="00FA7150" w:rsidRDefault="00E16C6F" w:rsidP="00FA7150">
      <w:pPr>
        <w:numPr>
          <w:ilvl w:val="3"/>
          <w:numId w:val="2"/>
        </w:numPr>
        <w:tabs>
          <w:tab w:val="clear" w:pos="2880"/>
          <w:tab w:val="num" w:pos="993"/>
        </w:tabs>
        <w:ind w:left="0" w:firstLine="567"/>
        <w:jc w:val="both"/>
        <w:rPr>
          <w:b/>
          <w:sz w:val="28"/>
          <w:szCs w:val="28"/>
        </w:rPr>
      </w:pPr>
      <w:r w:rsidRPr="00FA7150">
        <w:rPr>
          <w:sz w:val="28"/>
          <w:szCs w:val="28"/>
        </w:rPr>
        <w:t>естественнонаучной (нормативный срок освоения до 5 лет);</w:t>
      </w:r>
    </w:p>
    <w:p w:rsidR="00E16C6F" w:rsidRPr="00FA7150" w:rsidRDefault="00E16C6F" w:rsidP="00FA7150">
      <w:pPr>
        <w:numPr>
          <w:ilvl w:val="3"/>
          <w:numId w:val="2"/>
        </w:numPr>
        <w:tabs>
          <w:tab w:val="clear" w:pos="2880"/>
          <w:tab w:val="num" w:pos="1134"/>
        </w:tabs>
        <w:ind w:left="0" w:firstLine="567"/>
        <w:jc w:val="both"/>
        <w:rPr>
          <w:sz w:val="28"/>
          <w:szCs w:val="28"/>
        </w:rPr>
      </w:pPr>
      <w:r w:rsidRPr="00FA7150">
        <w:rPr>
          <w:sz w:val="28"/>
          <w:szCs w:val="28"/>
        </w:rPr>
        <w:t>эколого-биологической (нормативный срок освоения до 5 лет);</w:t>
      </w:r>
    </w:p>
    <w:p w:rsidR="00E16C6F" w:rsidRPr="00FA7150" w:rsidRDefault="00E16C6F" w:rsidP="00FA7150">
      <w:pPr>
        <w:numPr>
          <w:ilvl w:val="3"/>
          <w:numId w:val="2"/>
        </w:numPr>
        <w:tabs>
          <w:tab w:val="clear" w:pos="2880"/>
          <w:tab w:val="num" w:pos="1134"/>
        </w:tabs>
        <w:ind w:left="0" w:firstLine="567"/>
        <w:jc w:val="both"/>
        <w:rPr>
          <w:b/>
          <w:sz w:val="28"/>
          <w:szCs w:val="28"/>
        </w:rPr>
      </w:pPr>
      <w:r w:rsidRPr="00FA7150">
        <w:rPr>
          <w:sz w:val="28"/>
          <w:szCs w:val="28"/>
        </w:rPr>
        <w:t>социально-педагогической (нормативный срок освоения до 5 лет);</w:t>
      </w:r>
    </w:p>
    <w:p w:rsidR="00E16C6F" w:rsidRPr="00FA7150" w:rsidRDefault="00E16C6F" w:rsidP="00FA7150">
      <w:pPr>
        <w:numPr>
          <w:ilvl w:val="3"/>
          <w:numId w:val="2"/>
        </w:numPr>
        <w:tabs>
          <w:tab w:val="clear" w:pos="2880"/>
          <w:tab w:val="num" w:pos="1134"/>
        </w:tabs>
        <w:ind w:left="0" w:firstLine="567"/>
        <w:jc w:val="both"/>
        <w:rPr>
          <w:b/>
          <w:sz w:val="28"/>
          <w:szCs w:val="28"/>
        </w:rPr>
      </w:pPr>
      <w:r w:rsidRPr="00FA7150">
        <w:rPr>
          <w:sz w:val="28"/>
          <w:szCs w:val="28"/>
        </w:rPr>
        <w:t>культурологической (нормативный срок освоения до 5 лет);</w:t>
      </w:r>
    </w:p>
    <w:p w:rsidR="00E16C6F" w:rsidRPr="00FA7150" w:rsidRDefault="00E16C6F" w:rsidP="00FA7150">
      <w:pPr>
        <w:numPr>
          <w:ilvl w:val="3"/>
          <w:numId w:val="2"/>
        </w:numPr>
        <w:tabs>
          <w:tab w:val="clear" w:pos="2880"/>
          <w:tab w:val="num" w:pos="1134"/>
        </w:tabs>
        <w:ind w:left="0" w:firstLine="567"/>
        <w:jc w:val="both"/>
        <w:rPr>
          <w:sz w:val="28"/>
          <w:szCs w:val="28"/>
        </w:rPr>
      </w:pPr>
      <w:r w:rsidRPr="00FA7150">
        <w:rPr>
          <w:sz w:val="28"/>
          <w:szCs w:val="28"/>
        </w:rPr>
        <w:t>военно-патриотической (нормативный срок освоения до 5 лет).</w:t>
      </w:r>
    </w:p>
    <w:p w:rsidR="00E16C6F" w:rsidRPr="00FA7150" w:rsidRDefault="00E16C6F" w:rsidP="00FA7150">
      <w:pPr>
        <w:pStyle w:val="ListParagraph"/>
        <w:numPr>
          <w:ilvl w:val="2"/>
          <w:numId w:val="3"/>
        </w:numPr>
        <w:tabs>
          <w:tab w:val="clear" w:pos="2127"/>
          <w:tab w:val="num" w:pos="1560"/>
        </w:tabs>
        <w:spacing w:line="240" w:lineRule="auto"/>
        <w:ind w:left="0" w:firstLine="567"/>
        <w:rPr>
          <w:sz w:val="28"/>
          <w:szCs w:val="28"/>
        </w:rPr>
      </w:pPr>
      <w:r w:rsidRPr="00FA7150">
        <w:rPr>
          <w:sz w:val="28"/>
          <w:szCs w:val="28"/>
        </w:rPr>
        <w:t>Организация отдыха и оздоровления обучающихся в оздоровительных лагерях на базе школы  в каникулярное время.</w:t>
      </w:r>
    </w:p>
    <w:p w:rsidR="00E16C6F" w:rsidRPr="00FA7150" w:rsidRDefault="00E16C6F" w:rsidP="00FA7150">
      <w:pPr>
        <w:pStyle w:val="ListParagraph"/>
        <w:numPr>
          <w:ilvl w:val="2"/>
          <w:numId w:val="3"/>
        </w:numPr>
        <w:tabs>
          <w:tab w:val="clear" w:pos="2127"/>
          <w:tab w:val="num" w:pos="1560"/>
        </w:tabs>
        <w:spacing w:line="240" w:lineRule="auto"/>
        <w:ind w:left="0" w:firstLine="567"/>
        <w:rPr>
          <w:sz w:val="28"/>
          <w:szCs w:val="28"/>
        </w:rPr>
      </w:pPr>
      <w:r w:rsidRPr="00FA7150">
        <w:rPr>
          <w:sz w:val="28"/>
          <w:szCs w:val="28"/>
        </w:rPr>
        <w:t>Ведение консультационной и просветительской деятельности.</w:t>
      </w:r>
    </w:p>
    <w:p w:rsidR="00E16C6F" w:rsidRPr="00FA7150" w:rsidRDefault="00E16C6F" w:rsidP="00FA7150">
      <w:pPr>
        <w:pStyle w:val="ListParagraph"/>
        <w:numPr>
          <w:ilvl w:val="2"/>
          <w:numId w:val="3"/>
        </w:numPr>
        <w:tabs>
          <w:tab w:val="clear" w:pos="2127"/>
          <w:tab w:val="num" w:pos="1560"/>
        </w:tabs>
        <w:spacing w:line="240" w:lineRule="auto"/>
        <w:ind w:left="0" w:firstLine="567"/>
        <w:rPr>
          <w:sz w:val="28"/>
          <w:szCs w:val="28"/>
        </w:rPr>
      </w:pPr>
      <w:r w:rsidRPr="00FA7150">
        <w:rPr>
          <w:sz w:val="28"/>
          <w:szCs w:val="28"/>
        </w:rPr>
        <w:t>Оказание психолого-педагогической помощи педагогом психологом, социальным педагогом.</w:t>
      </w:r>
    </w:p>
    <w:p w:rsidR="00E16C6F" w:rsidRPr="00FA7150" w:rsidRDefault="00E16C6F" w:rsidP="00FA7150">
      <w:pPr>
        <w:ind w:firstLine="567"/>
        <w:jc w:val="both"/>
        <w:rPr>
          <w:sz w:val="28"/>
          <w:szCs w:val="28"/>
        </w:rPr>
      </w:pPr>
      <w:r w:rsidRPr="00FA7150">
        <w:rPr>
          <w:sz w:val="28"/>
          <w:szCs w:val="28"/>
        </w:rPr>
        <w:t>2.6. Школа вправе осуществлять деятельность, приносящую дополнительный доход, не являющуюся основным видом деятельности, лишь постольку, поскольку это служит достижению целей, ради которых она создана, и соответствующую этим целям, а именно:</w:t>
      </w:r>
    </w:p>
    <w:p w:rsidR="00E16C6F" w:rsidRPr="00FA7150" w:rsidRDefault="00E16C6F" w:rsidP="00FA7150">
      <w:pPr>
        <w:numPr>
          <w:ilvl w:val="3"/>
          <w:numId w:val="3"/>
        </w:numPr>
        <w:ind w:left="0" w:firstLine="567"/>
        <w:jc w:val="both"/>
        <w:rPr>
          <w:sz w:val="28"/>
          <w:szCs w:val="28"/>
        </w:rPr>
      </w:pPr>
      <w:r w:rsidRPr="00FA7150">
        <w:rPr>
          <w:sz w:val="28"/>
          <w:szCs w:val="28"/>
        </w:rPr>
        <w:t xml:space="preserve">   обучение по дополнительным образовательным программам;</w:t>
      </w:r>
    </w:p>
    <w:p w:rsidR="00E16C6F" w:rsidRPr="00FA7150" w:rsidRDefault="00E16C6F" w:rsidP="00FA7150">
      <w:pPr>
        <w:numPr>
          <w:ilvl w:val="3"/>
          <w:numId w:val="3"/>
        </w:numPr>
        <w:ind w:left="0" w:firstLine="567"/>
        <w:jc w:val="both"/>
        <w:rPr>
          <w:sz w:val="28"/>
          <w:szCs w:val="28"/>
        </w:rPr>
      </w:pPr>
      <w:r w:rsidRPr="00FA7150">
        <w:rPr>
          <w:sz w:val="28"/>
          <w:szCs w:val="28"/>
        </w:rPr>
        <w:t xml:space="preserve">  преподавание специальных курсов и циклов дисциплин, не предусмотренных учебным планом;</w:t>
      </w:r>
    </w:p>
    <w:p w:rsidR="00E16C6F" w:rsidRPr="00FA7150" w:rsidRDefault="00E16C6F" w:rsidP="00FA7150">
      <w:pPr>
        <w:numPr>
          <w:ilvl w:val="3"/>
          <w:numId w:val="3"/>
        </w:numPr>
        <w:ind w:left="0" w:firstLine="567"/>
        <w:jc w:val="both"/>
        <w:rPr>
          <w:sz w:val="28"/>
          <w:szCs w:val="28"/>
        </w:rPr>
      </w:pPr>
      <w:r w:rsidRPr="00FA7150">
        <w:rPr>
          <w:sz w:val="28"/>
          <w:szCs w:val="28"/>
        </w:rPr>
        <w:t xml:space="preserve">  изучение дисциплин сверх часов, предусмотренных учебным планом;</w:t>
      </w:r>
    </w:p>
    <w:p w:rsidR="00E16C6F" w:rsidRPr="00FA7150" w:rsidRDefault="00E16C6F" w:rsidP="00FA7150">
      <w:pPr>
        <w:numPr>
          <w:ilvl w:val="3"/>
          <w:numId w:val="3"/>
        </w:numPr>
        <w:ind w:left="0" w:firstLine="567"/>
        <w:jc w:val="both"/>
        <w:rPr>
          <w:sz w:val="28"/>
          <w:szCs w:val="28"/>
        </w:rPr>
      </w:pPr>
      <w:r w:rsidRPr="00FA7150">
        <w:rPr>
          <w:sz w:val="28"/>
          <w:szCs w:val="28"/>
        </w:rPr>
        <w:t xml:space="preserve">  подготовка детей к поступлению в Школу;</w:t>
      </w:r>
    </w:p>
    <w:p w:rsidR="00E16C6F" w:rsidRPr="00FA7150" w:rsidRDefault="00E16C6F" w:rsidP="00FA7150">
      <w:pPr>
        <w:numPr>
          <w:ilvl w:val="3"/>
          <w:numId w:val="3"/>
        </w:numPr>
        <w:ind w:left="0" w:firstLine="567"/>
        <w:jc w:val="both"/>
        <w:rPr>
          <w:sz w:val="28"/>
          <w:szCs w:val="28"/>
        </w:rPr>
      </w:pPr>
      <w:r w:rsidRPr="00FA7150">
        <w:rPr>
          <w:sz w:val="28"/>
          <w:szCs w:val="28"/>
        </w:rPr>
        <w:t xml:space="preserve">  консультации по подготовке обучающихся к сдаче ГИА;</w:t>
      </w:r>
    </w:p>
    <w:p w:rsidR="00E16C6F" w:rsidRPr="00FA7150" w:rsidRDefault="00E16C6F" w:rsidP="00FA7150">
      <w:pPr>
        <w:numPr>
          <w:ilvl w:val="3"/>
          <w:numId w:val="3"/>
        </w:numPr>
        <w:ind w:left="0" w:firstLine="567"/>
        <w:jc w:val="both"/>
        <w:rPr>
          <w:sz w:val="28"/>
          <w:szCs w:val="28"/>
        </w:rPr>
      </w:pPr>
      <w:r w:rsidRPr="00FA7150">
        <w:rPr>
          <w:sz w:val="28"/>
          <w:szCs w:val="28"/>
        </w:rPr>
        <w:t xml:space="preserve">  спортивные секции.</w:t>
      </w:r>
    </w:p>
    <w:p w:rsidR="00E16C6F" w:rsidRPr="00FA7150" w:rsidRDefault="00E16C6F" w:rsidP="00FA7150">
      <w:pPr>
        <w:ind w:firstLine="567"/>
        <w:jc w:val="both"/>
        <w:rPr>
          <w:sz w:val="28"/>
          <w:szCs w:val="28"/>
        </w:rPr>
      </w:pPr>
      <w:r w:rsidRPr="00FA7150">
        <w:rPr>
          <w:sz w:val="28"/>
          <w:szCs w:val="28"/>
        </w:rPr>
        <w:t xml:space="preserve">  Указанные в настоящем пункте виды деятельности Школы являются видами деятельности, приносящими доход (платными услугами).</w:t>
      </w:r>
    </w:p>
    <w:p w:rsidR="00E16C6F" w:rsidRPr="00FA7150" w:rsidRDefault="00E16C6F" w:rsidP="00FA7150">
      <w:pPr>
        <w:numPr>
          <w:ilvl w:val="2"/>
          <w:numId w:val="5"/>
        </w:numPr>
        <w:ind w:left="0" w:firstLine="567"/>
        <w:jc w:val="both"/>
        <w:rPr>
          <w:sz w:val="28"/>
          <w:szCs w:val="28"/>
        </w:rPr>
      </w:pPr>
      <w:r w:rsidRPr="00FA7150">
        <w:rPr>
          <w:sz w:val="28"/>
          <w:szCs w:val="28"/>
        </w:rPr>
        <w:t>Оказание платных образовательных услуг осуществляется в соответствии с Правилами оказания платных образовательных услуг утвержденных Правительством Российской Федерации на основании договора об оказании платных образовательных услуг, в котором указываются полная стоимость платных образовательных услуг и порядок их оплаты.</w:t>
      </w:r>
    </w:p>
    <w:p w:rsidR="00E16C6F" w:rsidRPr="00FA7150" w:rsidRDefault="00E16C6F" w:rsidP="00FA7150">
      <w:pPr>
        <w:numPr>
          <w:ilvl w:val="1"/>
          <w:numId w:val="5"/>
        </w:numPr>
        <w:ind w:left="0" w:firstLine="567"/>
        <w:jc w:val="both"/>
        <w:rPr>
          <w:sz w:val="28"/>
          <w:szCs w:val="28"/>
        </w:rPr>
      </w:pPr>
      <w:r w:rsidRPr="00FA7150">
        <w:rPr>
          <w:sz w:val="28"/>
          <w:szCs w:val="28"/>
        </w:rPr>
        <w:t>Школа вправе осуществлять деятельность, подлежащую лицензированию, только на основании полученной в установленном порядке лицензии.</w:t>
      </w:r>
    </w:p>
    <w:p w:rsidR="00E16C6F" w:rsidRPr="00FA7150" w:rsidRDefault="00E16C6F" w:rsidP="00FA7150">
      <w:pPr>
        <w:ind w:firstLine="567"/>
        <w:jc w:val="both"/>
        <w:rPr>
          <w:sz w:val="28"/>
          <w:szCs w:val="28"/>
        </w:rPr>
      </w:pPr>
    </w:p>
    <w:p w:rsidR="00E16C6F" w:rsidRPr="00FA7150" w:rsidRDefault="00E16C6F" w:rsidP="00FA7150">
      <w:pPr>
        <w:pStyle w:val="ListParagraph"/>
        <w:numPr>
          <w:ilvl w:val="0"/>
          <w:numId w:val="5"/>
        </w:numPr>
        <w:spacing w:line="240" w:lineRule="auto"/>
        <w:ind w:left="0" w:firstLine="567"/>
        <w:jc w:val="center"/>
        <w:rPr>
          <w:sz w:val="28"/>
          <w:szCs w:val="28"/>
        </w:rPr>
      </w:pPr>
      <w:r w:rsidRPr="00FA7150">
        <w:rPr>
          <w:b/>
          <w:sz w:val="28"/>
          <w:szCs w:val="28"/>
        </w:rPr>
        <w:t>Имущество и финансовое обеспечение</w:t>
      </w:r>
    </w:p>
    <w:p w:rsidR="00E16C6F" w:rsidRPr="00FA7150" w:rsidRDefault="00E16C6F" w:rsidP="00FA7150">
      <w:pPr>
        <w:pStyle w:val="ListParagraph"/>
        <w:spacing w:line="240" w:lineRule="auto"/>
        <w:ind w:left="567" w:firstLine="0"/>
        <w:rPr>
          <w:sz w:val="28"/>
          <w:szCs w:val="28"/>
        </w:rPr>
      </w:pPr>
    </w:p>
    <w:p w:rsidR="00E16C6F" w:rsidRPr="00FA7150" w:rsidRDefault="00E16C6F" w:rsidP="00FA7150">
      <w:pPr>
        <w:pStyle w:val="ListParagraph"/>
        <w:numPr>
          <w:ilvl w:val="1"/>
          <w:numId w:val="11"/>
        </w:numPr>
        <w:shd w:val="clear" w:color="auto" w:fill="FFFFFF"/>
        <w:spacing w:line="240" w:lineRule="auto"/>
        <w:ind w:left="0" w:firstLine="567"/>
        <w:rPr>
          <w:b/>
          <w:sz w:val="28"/>
          <w:szCs w:val="28"/>
        </w:rPr>
      </w:pPr>
      <w:r w:rsidRPr="00FA7150">
        <w:rPr>
          <w:bCs/>
          <w:sz w:val="28"/>
          <w:szCs w:val="28"/>
        </w:rPr>
        <w:t>Школа имеет в оперативном управлении имущество, необходимое для осуществления образовательной деятельности, а также иной предусмотренной настоящим Уставом деятельности.</w:t>
      </w:r>
    </w:p>
    <w:p w:rsidR="00E16C6F" w:rsidRPr="00FA7150" w:rsidRDefault="00E16C6F" w:rsidP="00FA7150">
      <w:pPr>
        <w:numPr>
          <w:ilvl w:val="1"/>
          <w:numId w:val="11"/>
        </w:numPr>
        <w:shd w:val="clear" w:color="auto" w:fill="FFFFFF"/>
        <w:ind w:left="0" w:right="1" w:firstLine="567"/>
        <w:jc w:val="both"/>
        <w:rPr>
          <w:sz w:val="28"/>
          <w:szCs w:val="28"/>
        </w:rPr>
      </w:pPr>
      <w:r w:rsidRPr="00FA7150">
        <w:rPr>
          <w:sz w:val="28"/>
          <w:szCs w:val="28"/>
        </w:rPr>
        <w:t>Имущество, переданное Школе, находится в собственности Администрации Дальнереченского городского округа, Приморского края, отражается на самостоятельном балансе Школы и закреплено за ним на праве оперативного управления. Решение об отнесении имущества Школы к категории особо ценного движимого имущества принимается одновременное с принятием решения о закреплении указанного имущества за учреждением.</w:t>
      </w:r>
    </w:p>
    <w:p w:rsidR="00E16C6F" w:rsidRPr="00FA7150" w:rsidRDefault="00E16C6F" w:rsidP="00FA7150">
      <w:pPr>
        <w:numPr>
          <w:ilvl w:val="1"/>
          <w:numId w:val="11"/>
        </w:numPr>
        <w:shd w:val="clear" w:color="auto" w:fill="FFFFFF"/>
        <w:ind w:left="0" w:right="1" w:firstLine="567"/>
        <w:jc w:val="both"/>
        <w:rPr>
          <w:sz w:val="28"/>
          <w:szCs w:val="28"/>
        </w:rPr>
      </w:pPr>
      <w:r w:rsidRPr="00FA7150">
        <w:rPr>
          <w:sz w:val="28"/>
          <w:szCs w:val="28"/>
        </w:rPr>
        <w:t>Земельный участок, необходимый для осуществления уставной деятельности Школы, предоставляется ей на праве постоянного (бессрочного) пользования.</w:t>
      </w:r>
    </w:p>
    <w:p w:rsidR="00E16C6F" w:rsidRPr="00FA7150" w:rsidRDefault="00E16C6F" w:rsidP="00FA7150">
      <w:pPr>
        <w:numPr>
          <w:ilvl w:val="1"/>
          <w:numId w:val="11"/>
        </w:numPr>
        <w:shd w:val="clear" w:color="auto" w:fill="FFFFFF"/>
        <w:ind w:left="0" w:firstLine="567"/>
        <w:jc w:val="both"/>
        <w:rPr>
          <w:b/>
          <w:sz w:val="28"/>
          <w:szCs w:val="28"/>
        </w:rPr>
      </w:pPr>
      <w:r w:rsidRPr="00FA7150">
        <w:rPr>
          <w:sz w:val="28"/>
          <w:szCs w:val="28"/>
        </w:rPr>
        <w:t>Школа в отношении закрепленного за ней имущества осуществляет права владения, пользования и распоряжения им в пределах, установленных законодательством Российской Федерации, и в соответствии с договором на право оперативного управления муниципальным имуществом.</w:t>
      </w:r>
    </w:p>
    <w:p w:rsidR="00E16C6F" w:rsidRPr="00FA7150" w:rsidRDefault="00E16C6F" w:rsidP="00FA7150">
      <w:pPr>
        <w:numPr>
          <w:ilvl w:val="1"/>
          <w:numId w:val="11"/>
        </w:numPr>
        <w:shd w:val="clear" w:color="auto" w:fill="FFFFFF"/>
        <w:ind w:left="0" w:firstLine="567"/>
        <w:jc w:val="both"/>
        <w:rPr>
          <w:b/>
          <w:sz w:val="28"/>
          <w:szCs w:val="28"/>
        </w:rPr>
      </w:pPr>
      <w:r w:rsidRPr="00FA7150">
        <w:rPr>
          <w:sz w:val="28"/>
          <w:szCs w:val="28"/>
        </w:rPr>
        <w:t>Школа использует закрепленное за ней имущество и имущество, приобретенное на средства, выделенные Учредителем, исключительно для целей и видов деятельности, отраженных в настоящем Уставе.</w:t>
      </w:r>
    </w:p>
    <w:p w:rsidR="00E16C6F" w:rsidRPr="00FA7150" w:rsidRDefault="00E16C6F" w:rsidP="00FA7150">
      <w:pPr>
        <w:numPr>
          <w:ilvl w:val="1"/>
          <w:numId w:val="11"/>
        </w:numPr>
        <w:shd w:val="clear" w:color="auto" w:fill="FFFFFF"/>
        <w:ind w:left="0" w:right="1" w:firstLine="567"/>
        <w:jc w:val="both"/>
        <w:rPr>
          <w:sz w:val="28"/>
          <w:szCs w:val="28"/>
        </w:rPr>
      </w:pPr>
      <w:r w:rsidRPr="00FA7150">
        <w:rPr>
          <w:sz w:val="28"/>
          <w:szCs w:val="28"/>
        </w:rPr>
        <w:t>Школа с  согласия органа по управлению имуществом:</w:t>
      </w:r>
    </w:p>
    <w:p w:rsidR="00E16C6F" w:rsidRPr="00FA7150" w:rsidRDefault="00E16C6F" w:rsidP="00FA7150">
      <w:pPr>
        <w:pStyle w:val="ListParagraph"/>
        <w:numPr>
          <w:ilvl w:val="0"/>
          <w:numId w:val="6"/>
        </w:numPr>
        <w:shd w:val="clear" w:color="auto" w:fill="FFFFFF"/>
        <w:spacing w:line="240" w:lineRule="auto"/>
        <w:ind w:left="0" w:right="1" w:firstLine="567"/>
        <w:rPr>
          <w:sz w:val="28"/>
          <w:szCs w:val="28"/>
        </w:rPr>
      </w:pPr>
      <w:r w:rsidRPr="00FA7150">
        <w:rPr>
          <w:sz w:val="28"/>
          <w:szCs w:val="28"/>
        </w:rPr>
        <w:t xml:space="preserve">  Распоряжается особо ценным движимым имуществом, закрепленным за ней или приобретенным Школой за счет средств, выделенных ей Учредителем на приобретение такого имущества, а также недвижимым имуществом;</w:t>
      </w:r>
    </w:p>
    <w:p w:rsidR="00E16C6F" w:rsidRPr="00FA7150" w:rsidRDefault="00E16C6F" w:rsidP="00FA7150">
      <w:pPr>
        <w:pStyle w:val="ListParagraph"/>
        <w:numPr>
          <w:ilvl w:val="0"/>
          <w:numId w:val="6"/>
        </w:numPr>
        <w:shd w:val="clear" w:color="auto" w:fill="FFFFFF"/>
        <w:spacing w:line="240" w:lineRule="auto"/>
        <w:ind w:left="0" w:firstLine="567"/>
        <w:rPr>
          <w:sz w:val="28"/>
          <w:szCs w:val="28"/>
        </w:rPr>
      </w:pPr>
      <w:r w:rsidRPr="00FA7150">
        <w:rPr>
          <w:sz w:val="28"/>
          <w:szCs w:val="28"/>
        </w:rPr>
        <w:t xml:space="preserve">  Передает имущество, за исключением особо ценного движимого имущества, закрепленного за ним или приобретенного за счет средств, выделенных ему учредителем на приобретение такого имущества, а также недвижимого имущества, некоммерческим организациям в качестве их учредителя или участника.</w:t>
      </w:r>
    </w:p>
    <w:p w:rsidR="00E16C6F" w:rsidRPr="00FA7150" w:rsidRDefault="00E16C6F" w:rsidP="00FA7150">
      <w:pPr>
        <w:numPr>
          <w:ilvl w:val="1"/>
          <w:numId w:val="11"/>
        </w:numPr>
        <w:shd w:val="clear" w:color="auto" w:fill="FFFFFF"/>
        <w:ind w:left="0" w:right="1" w:firstLine="567"/>
        <w:jc w:val="both"/>
        <w:rPr>
          <w:sz w:val="28"/>
          <w:szCs w:val="28"/>
        </w:rPr>
      </w:pPr>
      <w:r w:rsidRPr="00FA7150">
        <w:rPr>
          <w:sz w:val="28"/>
          <w:szCs w:val="28"/>
        </w:rPr>
        <w:t>Школа ежегодно в сроки, определенные Учредителем, представляет Учредителю расчет расходов на содержание недвижимого имущества и особо ценного движимого имущества, закрепленных за Школой или приобретенных за счет выделенных Учредителем средств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w:t>
      </w:r>
    </w:p>
    <w:p w:rsidR="00E16C6F" w:rsidRPr="00FA7150" w:rsidRDefault="00E16C6F" w:rsidP="00FA7150">
      <w:pPr>
        <w:numPr>
          <w:ilvl w:val="1"/>
          <w:numId w:val="11"/>
        </w:numPr>
        <w:shd w:val="clear" w:color="auto" w:fill="FFFFFF"/>
        <w:ind w:left="0" w:right="1" w:firstLine="567"/>
        <w:jc w:val="both"/>
        <w:rPr>
          <w:sz w:val="28"/>
          <w:szCs w:val="28"/>
        </w:rPr>
      </w:pPr>
      <w:r w:rsidRPr="00FA7150">
        <w:rPr>
          <w:sz w:val="28"/>
          <w:szCs w:val="28"/>
        </w:rPr>
        <w:t>В случае сдачи в аренду с согласия органа по управлению  недвижимого имущества и особо ценного движимого имущества, закрепленного за Школой или приобретенного Школой за счет средств, выделенных ей Учредителем на приобретение такого имущества, финансовое обеспечение содержания такого имущества Учредителем не осуществляется.</w:t>
      </w:r>
    </w:p>
    <w:p w:rsidR="00E16C6F" w:rsidRPr="00FA7150" w:rsidRDefault="00E16C6F" w:rsidP="00FA7150">
      <w:pPr>
        <w:numPr>
          <w:ilvl w:val="1"/>
          <w:numId w:val="11"/>
        </w:numPr>
        <w:shd w:val="clear" w:color="auto" w:fill="FFFFFF"/>
        <w:ind w:left="0" w:firstLine="567"/>
        <w:jc w:val="both"/>
        <w:rPr>
          <w:b/>
          <w:sz w:val="28"/>
          <w:szCs w:val="28"/>
        </w:rPr>
      </w:pPr>
      <w:r w:rsidRPr="00FA7150">
        <w:rPr>
          <w:sz w:val="28"/>
          <w:szCs w:val="28"/>
        </w:rPr>
        <w:t>Школа не вправе совершать сделки, возможными последствиями которых является отчуждение или обременение имущества, закрепленного за Школой, или имущества, приобретенного за счет средств, выделенных Учредителем. Такие сделки с момента заключения считаются недействительными.</w:t>
      </w:r>
    </w:p>
    <w:p w:rsidR="00E16C6F" w:rsidRPr="00FA7150" w:rsidRDefault="00E16C6F" w:rsidP="00FA7150">
      <w:pPr>
        <w:numPr>
          <w:ilvl w:val="1"/>
          <w:numId w:val="11"/>
        </w:numPr>
        <w:shd w:val="clear" w:color="auto" w:fill="FFFFFF"/>
        <w:ind w:left="0" w:firstLine="567"/>
        <w:jc w:val="both"/>
        <w:rPr>
          <w:b/>
          <w:sz w:val="28"/>
          <w:szCs w:val="28"/>
        </w:rPr>
      </w:pPr>
      <w:r w:rsidRPr="00FA7150">
        <w:rPr>
          <w:sz w:val="28"/>
          <w:szCs w:val="28"/>
        </w:rPr>
        <w:t>Финансовое обеспечение оказания Школой муниципальных услуг в сфере образования осуществляется в соответствии с законодательством Российской Федерации.</w:t>
      </w:r>
    </w:p>
    <w:p w:rsidR="00E16C6F" w:rsidRPr="00FA7150" w:rsidRDefault="00E16C6F" w:rsidP="00FA7150">
      <w:pPr>
        <w:numPr>
          <w:ilvl w:val="1"/>
          <w:numId w:val="11"/>
        </w:numPr>
        <w:shd w:val="clear" w:color="auto" w:fill="FFFFFF"/>
        <w:ind w:left="0" w:firstLine="567"/>
        <w:jc w:val="both"/>
        <w:rPr>
          <w:b/>
          <w:sz w:val="28"/>
          <w:szCs w:val="28"/>
        </w:rPr>
      </w:pPr>
      <w:r w:rsidRPr="00FA7150">
        <w:rPr>
          <w:bCs/>
          <w:sz w:val="28"/>
          <w:szCs w:val="28"/>
        </w:rPr>
        <w:t>Источниками формирования финансовых ресурсов и имущества Школы являются:</w:t>
      </w:r>
    </w:p>
    <w:p w:rsidR="00E16C6F" w:rsidRPr="00FA7150" w:rsidRDefault="00E16C6F" w:rsidP="00FA7150">
      <w:pPr>
        <w:pStyle w:val="ListParagraph"/>
        <w:numPr>
          <w:ilvl w:val="0"/>
          <w:numId w:val="9"/>
        </w:numPr>
        <w:shd w:val="clear" w:color="auto" w:fill="FFFFFF"/>
        <w:spacing w:line="240" w:lineRule="auto"/>
        <w:ind w:left="0" w:firstLine="567"/>
        <w:rPr>
          <w:sz w:val="28"/>
          <w:szCs w:val="28"/>
        </w:rPr>
      </w:pPr>
      <w:r w:rsidRPr="00FA7150">
        <w:rPr>
          <w:sz w:val="28"/>
          <w:szCs w:val="28"/>
        </w:rPr>
        <w:t xml:space="preserve"> субсидии на возмещение нормативных затрат, связанных с исполнением муниципального задания;</w:t>
      </w:r>
    </w:p>
    <w:p w:rsidR="00E16C6F" w:rsidRPr="00FA7150" w:rsidRDefault="00E16C6F" w:rsidP="00FA7150">
      <w:pPr>
        <w:pStyle w:val="ListParagraph"/>
        <w:numPr>
          <w:ilvl w:val="1"/>
          <w:numId w:val="10"/>
        </w:numPr>
        <w:shd w:val="clear" w:color="auto" w:fill="FFFFFF"/>
        <w:spacing w:line="240" w:lineRule="auto"/>
        <w:ind w:left="0" w:firstLine="567"/>
        <w:rPr>
          <w:sz w:val="28"/>
          <w:szCs w:val="28"/>
        </w:rPr>
      </w:pPr>
      <w:r w:rsidRPr="00FA7150">
        <w:rPr>
          <w:sz w:val="28"/>
          <w:szCs w:val="28"/>
        </w:rPr>
        <w:t xml:space="preserve">  субсидии на содержание имущества;</w:t>
      </w:r>
    </w:p>
    <w:p w:rsidR="00E16C6F" w:rsidRPr="00FA7150" w:rsidRDefault="00E16C6F" w:rsidP="00FA7150">
      <w:pPr>
        <w:pStyle w:val="ListParagraph"/>
        <w:numPr>
          <w:ilvl w:val="1"/>
          <w:numId w:val="10"/>
        </w:numPr>
        <w:shd w:val="clear" w:color="auto" w:fill="FFFFFF"/>
        <w:spacing w:line="240" w:lineRule="auto"/>
        <w:ind w:left="0" w:firstLine="567"/>
        <w:rPr>
          <w:sz w:val="28"/>
          <w:szCs w:val="28"/>
        </w:rPr>
      </w:pPr>
      <w:r w:rsidRPr="00FA7150">
        <w:rPr>
          <w:sz w:val="28"/>
          <w:szCs w:val="28"/>
        </w:rPr>
        <w:t xml:space="preserve">  субсидии на иные цели;</w:t>
      </w:r>
    </w:p>
    <w:p w:rsidR="00E16C6F" w:rsidRPr="00FA7150" w:rsidRDefault="00E16C6F" w:rsidP="00FA7150">
      <w:pPr>
        <w:pStyle w:val="ListParagraph"/>
        <w:numPr>
          <w:ilvl w:val="1"/>
          <w:numId w:val="10"/>
        </w:numPr>
        <w:shd w:val="clear" w:color="auto" w:fill="FFFFFF"/>
        <w:spacing w:line="240" w:lineRule="auto"/>
        <w:ind w:left="0" w:firstLine="567"/>
        <w:rPr>
          <w:sz w:val="28"/>
          <w:szCs w:val="28"/>
        </w:rPr>
      </w:pPr>
      <w:r w:rsidRPr="00FA7150">
        <w:rPr>
          <w:sz w:val="28"/>
          <w:szCs w:val="28"/>
        </w:rPr>
        <w:t xml:space="preserve">  выручка от реализации товаров, работ, услуг;</w:t>
      </w:r>
    </w:p>
    <w:p w:rsidR="00E16C6F" w:rsidRPr="00FA7150" w:rsidRDefault="00E16C6F" w:rsidP="00FA7150">
      <w:pPr>
        <w:pStyle w:val="ListParagraph"/>
        <w:numPr>
          <w:ilvl w:val="1"/>
          <w:numId w:val="10"/>
        </w:numPr>
        <w:shd w:val="clear" w:color="auto" w:fill="FFFFFF"/>
        <w:spacing w:line="240" w:lineRule="auto"/>
        <w:ind w:left="0" w:firstLine="567"/>
        <w:rPr>
          <w:sz w:val="28"/>
          <w:szCs w:val="28"/>
        </w:rPr>
      </w:pPr>
      <w:r w:rsidRPr="00FA7150">
        <w:rPr>
          <w:sz w:val="28"/>
          <w:szCs w:val="28"/>
        </w:rPr>
        <w:t xml:space="preserve">  имущество, закрепленное за Учреждением на праве оперативного управления;</w:t>
      </w:r>
    </w:p>
    <w:p w:rsidR="00E16C6F" w:rsidRPr="00FA7150" w:rsidRDefault="00E16C6F" w:rsidP="00FA7150">
      <w:pPr>
        <w:pStyle w:val="ListParagraph"/>
        <w:numPr>
          <w:ilvl w:val="1"/>
          <w:numId w:val="10"/>
        </w:numPr>
        <w:shd w:val="clear" w:color="auto" w:fill="FFFFFF"/>
        <w:spacing w:line="240" w:lineRule="auto"/>
        <w:ind w:left="0" w:firstLine="567"/>
        <w:rPr>
          <w:sz w:val="28"/>
          <w:szCs w:val="28"/>
        </w:rPr>
      </w:pPr>
      <w:r w:rsidRPr="00FA7150">
        <w:rPr>
          <w:sz w:val="28"/>
          <w:szCs w:val="28"/>
        </w:rPr>
        <w:t xml:space="preserve">  пожертвования;</w:t>
      </w:r>
    </w:p>
    <w:p w:rsidR="00E16C6F" w:rsidRPr="00FA7150" w:rsidRDefault="00E16C6F" w:rsidP="00FA7150">
      <w:pPr>
        <w:pStyle w:val="ListParagraph"/>
        <w:numPr>
          <w:ilvl w:val="0"/>
          <w:numId w:val="8"/>
        </w:numPr>
        <w:shd w:val="clear" w:color="auto" w:fill="FFFFFF"/>
        <w:spacing w:line="240" w:lineRule="auto"/>
        <w:ind w:left="0" w:firstLine="567"/>
        <w:rPr>
          <w:sz w:val="28"/>
          <w:szCs w:val="28"/>
        </w:rPr>
      </w:pPr>
      <w:r w:rsidRPr="00FA7150">
        <w:rPr>
          <w:bCs/>
          <w:sz w:val="28"/>
          <w:szCs w:val="28"/>
        </w:rPr>
        <w:t xml:space="preserve">  другие не запрещенные законодательством Российской Федерации поступления.</w:t>
      </w:r>
    </w:p>
    <w:p w:rsidR="00E16C6F" w:rsidRPr="00FA7150" w:rsidRDefault="00E16C6F" w:rsidP="00FA7150">
      <w:pPr>
        <w:numPr>
          <w:ilvl w:val="1"/>
          <w:numId w:val="11"/>
        </w:numPr>
        <w:shd w:val="clear" w:color="auto" w:fill="FFFFFF"/>
        <w:ind w:left="0" w:right="1" w:firstLine="567"/>
        <w:jc w:val="both"/>
        <w:rPr>
          <w:sz w:val="28"/>
          <w:szCs w:val="28"/>
        </w:rPr>
      </w:pPr>
      <w:r w:rsidRPr="00FA7150">
        <w:rPr>
          <w:sz w:val="28"/>
          <w:szCs w:val="28"/>
        </w:rPr>
        <w:t>Школа осуществляет операции с поступающими в соответствии с законодательством Российской Федерации средствами через лицевые счета, открытые в порядке, установленном действующим законодательством.</w:t>
      </w:r>
    </w:p>
    <w:p w:rsidR="00E16C6F" w:rsidRPr="00FA7150" w:rsidRDefault="00E16C6F" w:rsidP="00FA7150">
      <w:pPr>
        <w:numPr>
          <w:ilvl w:val="1"/>
          <w:numId w:val="11"/>
        </w:numPr>
        <w:shd w:val="clear" w:color="auto" w:fill="FFFFFF"/>
        <w:ind w:left="0" w:right="1" w:firstLine="567"/>
        <w:jc w:val="both"/>
        <w:rPr>
          <w:sz w:val="28"/>
          <w:szCs w:val="28"/>
        </w:rPr>
      </w:pPr>
      <w:r w:rsidRPr="00FA7150">
        <w:rPr>
          <w:sz w:val="28"/>
          <w:szCs w:val="28"/>
        </w:rPr>
        <w:t xml:space="preserve">Финансовое обеспечение выполнения муниципального задания в части получения общедоступного и бесплатного начального общего, основного общего образования в Школе осуществляется посредством предоставления субсидий из местного бюджета Дальнереченского городского за счёт субвенций из бюджета Приморского края. </w:t>
      </w:r>
    </w:p>
    <w:p w:rsidR="00E16C6F" w:rsidRPr="00FA7150" w:rsidRDefault="00E16C6F" w:rsidP="00FA7150">
      <w:pPr>
        <w:numPr>
          <w:ilvl w:val="1"/>
          <w:numId w:val="11"/>
        </w:numPr>
        <w:shd w:val="clear" w:color="auto" w:fill="FFFFFF"/>
        <w:ind w:left="0" w:right="1" w:firstLine="567"/>
        <w:jc w:val="both"/>
        <w:rPr>
          <w:sz w:val="28"/>
          <w:szCs w:val="28"/>
        </w:rPr>
      </w:pPr>
      <w:r w:rsidRPr="00FA7150">
        <w:rPr>
          <w:sz w:val="28"/>
          <w:szCs w:val="28"/>
        </w:rPr>
        <w:t>Обеспечение Школы учебниками и учебными пособиями, а также учебно-методическими материалами, средствами обучения и воспитания по основным образовательным программам в пределах федеральных государственных образовательных стандартов осуществляется за счет бюджетных средств выделяемых учреждению.</w:t>
      </w:r>
    </w:p>
    <w:p w:rsidR="00E16C6F" w:rsidRPr="00FA7150" w:rsidRDefault="00E16C6F" w:rsidP="00FA7150">
      <w:pPr>
        <w:numPr>
          <w:ilvl w:val="1"/>
          <w:numId w:val="11"/>
        </w:numPr>
        <w:shd w:val="clear" w:color="auto" w:fill="FFFFFF"/>
        <w:ind w:left="0" w:right="1" w:firstLine="567"/>
        <w:jc w:val="both"/>
        <w:rPr>
          <w:sz w:val="28"/>
          <w:szCs w:val="28"/>
        </w:rPr>
      </w:pPr>
      <w:r w:rsidRPr="00FA7150">
        <w:rPr>
          <w:sz w:val="28"/>
          <w:szCs w:val="28"/>
        </w:rPr>
        <w:t>Финансовое обеспечение содержания зданий и сооружений Школы, обустройство прилегающих к ней территории осуществляется Учредителем, путем предоставления субсидий на иные цели.</w:t>
      </w:r>
    </w:p>
    <w:p w:rsidR="00E16C6F" w:rsidRPr="00FA7150" w:rsidRDefault="00E16C6F" w:rsidP="00FA7150">
      <w:pPr>
        <w:numPr>
          <w:ilvl w:val="1"/>
          <w:numId w:val="11"/>
        </w:numPr>
        <w:shd w:val="clear" w:color="auto" w:fill="FFFFFF"/>
        <w:ind w:left="0" w:right="1" w:firstLine="567"/>
        <w:jc w:val="both"/>
        <w:rPr>
          <w:sz w:val="28"/>
          <w:szCs w:val="28"/>
        </w:rPr>
      </w:pPr>
      <w:r w:rsidRPr="00FA7150">
        <w:rPr>
          <w:sz w:val="28"/>
          <w:szCs w:val="28"/>
        </w:rPr>
        <w:t>Не допускается включение расходов на реализацию образовательной программы начального общего, основного общего и (или) среднего общего образования, а также расходов на содержание недвижимого имущества Школы в родительскую плату за осуществление присмотра и ухода за ребенком в группах продленного дня в Школе.</w:t>
      </w:r>
    </w:p>
    <w:p w:rsidR="00E16C6F" w:rsidRPr="00FA7150" w:rsidRDefault="00E16C6F" w:rsidP="00FA7150">
      <w:pPr>
        <w:numPr>
          <w:ilvl w:val="1"/>
          <w:numId w:val="11"/>
        </w:numPr>
        <w:shd w:val="clear" w:color="auto" w:fill="FFFFFF"/>
        <w:ind w:left="0" w:right="1" w:firstLine="567"/>
        <w:jc w:val="both"/>
        <w:rPr>
          <w:sz w:val="28"/>
          <w:szCs w:val="28"/>
        </w:rPr>
      </w:pPr>
      <w:r w:rsidRPr="00FA7150">
        <w:rPr>
          <w:sz w:val="28"/>
          <w:szCs w:val="28"/>
        </w:rPr>
        <w:t>Доходы, полученные от приносящей доход деятельности, указанной в настоящем Уставе, и приобретенное за счет этих доходов имущество поступают в самостоятельное распоряжение Школы.</w:t>
      </w:r>
    </w:p>
    <w:p w:rsidR="00E16C6F" w:rsidRPr="00FA7150" w:rsidRDefault="00E16C6F" w:rsidP="00FA7150">
      <w:pPr>
        <w:numPr>
          <w:ilvl w:val="1"/>
          <w:numId w:val="11"/>
        </w:numPr>
        <w:ind w:left="0" w:firstLine="567"/>
        <w:jc w:val="both"/>
        <w:rPr>
          <w:sz w:val="28"/>
          <w:szCs w:val="28"/>
        </w:rPr>
      </w:pPr>
      <w:r w:rsidRPr="00FA7150">
        <w:rPr>
          <w:sz w:val="28"/>
          <w:szCs w:val="28"/>
        </w:rPr>
        <w:t>Школа не вправе размещать финансовые средства на депозитах в кредитных организациях, а также совершать сделки с ценными бумагами, в случае если федеральным законодательством не будет предусмотрено иное.</w:t>
      </w:r>
    </w:p>
    <w:p w:rsidR="00E16C6F" w:rsidRPr="00FA7150" w:rsidRDefault="00E16C6F" w:rsidP="00FA7150">
      <w:pPr>
        <w:numPr>
          <w:ilvl w:val="1"/>
          <w:numId w:val="11"/>
        </w:numPr>
        <w:ind w:left="0" w:firstLine="567"/>
        <w:jc w:val="both"/>
        <w:rPr>
          <w:sz w:val="28"/>
          <w:szCs w:val="28"/>
        </w:rPr>
      </w:pPr>
      <w:r w:rsidRPr="00FA7150">
        <w:rPr>
          <w:sz w:val="28"/>
          <w:szCs w:val="28"/>
        </w:rPr>
        <w:t>Учреждение ведет налоговый учет, бухгалтерский учет и статистическую отчетность о результатах хозяйственной и иной деятельности в порядке, установленном действующим законодательством.</w:t>
      </w:r>
    </w:p>
    <w:p w:rsidR="00E16C6F" w:rsidRPr="00FA7150" w:rsidRDefault="00E16C6F" w:rsidP="00FA7150">
      <w:pPr>
        <w:numPr>
          <w:ilvl w:val="1"/>
          <w:numId w:val="11"/>
        </w:numPr>
        <w:ind w:left="0" w:firstLine="567"/>
        <w:jc w:val="both"/>
        <w:rPr>
          <w:sz w:val="28"/>
          <w:szCs w:val="28"/>
        </w:rPr>
      </w:pPr>
      <w:r w:rsidRPr="00FA7150">
        <w:rPr>
          <w:sz w:val="28"/>
          <w:szCs w:val="28"/>
        </w:rPr>
        <w:t>Школа вправе по согласованию с Учредителем передавать некоммерческим организациям в качестве их учредителя или участника денежные средства (если иное не установлено условиями их предоставления) и иное имущество, за исключением особо ценного движимого имущества, закрепленного за Школой организацией по управлению имуществом или приобретенного Школой за счет средств, выделенных ей Учредителем на приобретение такого имущества, а также недвижимого имущества.</w:t>
      </w:r>
    </w:p>
    <w:p w:rsidR="00E16C6F" w:rsidRDefault="00E16C6F" w:rsidP="00FA7150">
      <w:pPr>
        <w:numPr>
          <w:ilvl w:val="1"/>
          <w:numId w:val="11"/>
        </w:numPr>
        <w:ind w:left="0" w:firstLine="567"/>
        <w:jc w:val="both"/>
        <w:rPr>
          <w:sz w:val="28"/>
          <w:szCs w:val="28"/>
        </w:rPr>
      </w:pPr>
      <w:r w:rsidRPr="00FA7150">
        <w:rPr>
          <w:sz w:val="28"/>
          <w:szCs w:val="28"/>
        </w:rPr>
        <w:t>Школа отвечает по своим обязательствам всем находящимся у неё на праве оперативного управления имуществом как закрепленным за ней, так и приобретенным за счет доходов, полученных от приносящей доход деятельности, за исключением особо ценного движимого имущества, закрепленного за Школой или приобретенного Школой за счет выделенных Учредителем средств, а также недвижимого и</w:t>
      </w:r>
      <w:r>
        <w:rPr>
          <w:sz w:val="28"/>
          <w:szCs w:val="28"/>
        </w:rPr>
        <w:t>мущества.</w:t>
      </w:r>
    </w:p>
    <w:p w:rsidR="00E16C6F" w:rsidRPr="00FA7150" w:rsidRDefault="00E16C6F" w:rsidP="001D3B41">
      <w:pPr>
        <w:ind w:left="567"/>
        <w:jc w:val="both"/>
        <w:rPr>
          <w:sz w:val="28"/>
          <w:szCs w:val="28"/>
        </w:rPr>
      </w:pPr>
    </w:p>
    <w:p w:rsidR="00E16C6F" w:rsidRPr="00FA7150" w:rsidRDefault="00E16C6F" w:rsidP="00FA7150">
      <w:pPr>
        <w:pStyle w:val="ListParagraph"/>
        <w:numPr>
          <w:ilvl w:val="0"/>
          <w:numId w:val="11"/>
        </w:numPr>
        <w:autoSpaceDE w:val="0"/>
        <w:autoSpaceDN w:val="0"/>
        <w:adjustRightInd w:val="0"/>
        <w:spacing w:line="240" w:lineRule="auto"/>
        <w:jc w:val="center"/>
        <w:rPr>
          <w:b/>
          <w:sz w:val="28"/>
          <w:szCs w:val="28"/>
        </w:rPr>
      </w:pPr>
      <w:r w:rsidRPr="00FA7150">
        <w:rPr>
          <w:b/>
          <w:sz w:val="28"/>
          <w:szCs w:val="28"/>
        </w:rPr>
        <w:t>Организация деятельности, права,</w:t>
      </w:r>
    </w:p>
    <w:p w:rsidR="00E16C6F" w:rsidRDefault="00E16C6F" w:rsidP="00FA7150">
      <w:pPr>
        <w:autoSpaceDE w:val="0"/>
        <w:autoSpaceDN w:val="0"/>
        <w:adjustRightInd w:val="0"/>
        <w:ind w:left="567"/>
        <w:jc w:val="center"/>
        <w:rPr>
          <w:b/>
          <w:sz w:val="28"/>
          <w:szCs w:val="28"/>
        </w:rPr>
      </w:pPr>
      <w:r w:rsidRPr="00FA7150">
        <w:rPr>
          <w:b/>
          <w:sz w:val="28"/>
          <w:szCs w:val="28"/>
        </w:rPr>
        <w:t xml:space="preserve">обязанности и ответственность </w:t>
      </w:r>
    </w:p>
    <w:p w:rsidR="00E16C6F" w:rsidRDefault="00E16C6F" w:rsidP="00FA7150">
      <w:pPr>
        <w:autoSpaceDE w:val="0"/>
        <w:autoSpaceDN w:val="0"/>
        <w:adjustRightInd w:val="0"/>
        <w:ind w:left="567"/>
        <w:jc w:val="center"/>
        <w:rPr>
          <w:b/>
          <w:sz w:val="28"/>
          <w:szCs w:val="28"/>
        </w:rPr>
      </w:pPr>
    </w:p>
    <w:p w:rsidR="00E16C6F" w:rsidRPr="00FA7150" w:rsidRDefault="00E16C6F" w:rsidP="00FA7150">
      <w:pPr>
        <w:autoSpaceDE w:val="0"/>
        <w:autoSpaceDN w:val="0"/>
        <w:adjustRightInd w:val="0"/>
        <w:ind w:left="567"/>
        <w:jc w:val="center"/>
        <w:rPr>
          <w:b/>
          <w:sz w:val="28"/>
          <w:szCs w:val="28"/>
        </w:rPr>
      </w:pPr>
    </w:p>
    <w:p w:rsidR="00E16C6F" w:rsidRPr="00FA7150" w:rsidRDefault="00E16C6F" w:rsidP="00FA7150">
      <w:pPr>
        <w:pStyle w:val="ListParagraph"/>
        <w:numPr>
          <w:ilvl w:val="1"/>
          <w:numId w:val="41"/>
        </w:numPr>
        <w:autoSpaceDE w:val="0"/>
        <w:autoSpaceDN w:val="0"/>
        <w:adjustRightInd w:val="0"/>
        <w:spacing w:line="240" w:lineRule="auto"/>
        <w:ind w:left="0" w:firstLine="567"/>
        <w:rPr>
          <w:b/>
          <w:sz w:val="28"/>
          <w:szCs w:val="28"/>
        </w:rPr>
      </w:pPr>
      <w:r w:rsidRPr="00FA7150">
        <w:rPr>
          <w:sz w:val="28"/>
          <w:szCs w:val="28"/>
        </w:rPr>
        <w:t>Школа обладает автономией, под которой понимается самостоятельность в осуществлении образовательной, методической, административной, финансово-экономической деятельности, разработке и принятии локальных нормативных актов в соответствии с Федеральным законодательством, нормативными правовыми актами Российской Федерации, законами и нормативными правовыми актами Приморского края, нормативными правовыми актами Администрации Дальнереченского городского округа, МКУ «Управление образования» и настоящим Уставом.</w:t>
      </w:r>
    </w:p>
    <w:p w:rsidR="00E16C6F" w:rsidRPr="00FA7150" w:rsidRDefault="00E16C6F" w:rsidP="00FA7150">
      <w:pPr>
        <w:pStyle w:val="ListParagraph"/>
        <w:numPr>
          <w:ilvl w:val="1"/>
          <w:numId w:val="41"/>
        </w:numPr>
        <w:autoSpaceDE w:val="0"/>
        <w:autoSpaceDN w:val="0"/>
        <w:adjustRightInd w:val="0"/>
        <w:spacing w:line="240" w:lineRule="auto"/>
        <w:ind w:left="0" w:firstLine="567"/>
        <w:rPr>
          <w:b/>
          <w:sz w:val="28"/>
          <w:szCs w:val="28"/>
        </w:rPr>
      </w:pPr>
      <w:r w:rsidRPr="00FA7150">
        <w:rPr>
          <w:sz w:val="28"/>
          <w:szCs w:val="28"/>
        </w:rPr>
        <w:t>Школа строит свои взаимоотношения с другими юридическими и физическими лицами во всех сферах своей деятельности на основании договоров. В своей деятельности Школа учитывает интересы потребителей, обеспечивает качество продукции, работ, услуг.</w:t>
      </w:r>
    </w:p>
    <w:p w:rsidR="00E16C6F" w:rsidRPr="00FA7150" w:rsidRDefault="00E16C6F" w:rsidP="00FA7150">
      <w:pPr>
        <w:numPr>
          <w:ilvl w:val="1"/>
          <w:numId w:val="41"/>
        </w:numPr>
        <w:autoSpaceDE w:val="0"/>
        <w:autoSpaceDN w:val="0"/>
        <w:adjustRightInd w:val="0"/>
        <w:ind w:left="0" w:firstLine="567"/>
        <w:jc w:val="both"/>
        <w:rPr>
          <w:b/>
          <w:sz w:val="28"/>
          <w:szCs w:val="28"/>
        </w:rPr>
      </w:pPr>
      <w:r w:rsidRPr="00FA7150">
        <w:rPr>
          <w:sz w:val="28"/>
          <w:szCs w:val="28"/>
        </w:rPr>
        <w:t>Школа свободна в определении содержания образования, выборе учебно-методического обеспечения, образовательных технологий по реализуемым ею общеобразовательным программам.</w:t>
      </w:r>
    </w:p>
    <w:p w:rsidR="00E16C6F" w:rsidRPr="00FA7150" w:rsidRDefault="00E16C6F" w:rsidP="00FA7150">
      <w:pPr>
        <w:numPr>
          <w:ilvl w:val="1"/>
          <w:numId w:val="41"/>
        </w:numPr>
        <w:autoSpaceDE w:val="0"/>
        <w:autoSpaceDN w:val="0"/>
        <w:adjustRightInd w:val="0"/>
        <w:ind w:left="0" w:firstLine="567"/>
        <w:jc w:val="both"/>
        <w:rPr>
          <w:b/>
          <w:sz w:val="28"/>
          <w:szCs w:val="28"/>
        </w:rPr>
      </w:pPr>
      <w:r w:rsidRPr="00FA7150">
        <w:rPr>
          <w:sz w:val="28"/>
          <w:szCs w:val="28"/>
        </w:rPr>
        <w:t>К компетенции Школы относятся:</w:t>
      </w:r>
    </w:p>
    <w:p w:rsidR="00E16C6F" w:rsidRPr="00FA7150" w:rsidRDefault="00E16C6F" w:rsidP="00FA7150">
      <w:pPr>
        <w:ind w:firstLine="567"/>
        <w:jc w:val="both"/>
        <w:rPr>
          <w:sz w:val="28"/>
          <w:szCs w:val="28"/>
        </w:rPr>
      </w:pPr>
      <w:r w:rsidRPr="00FA7150">
        <w:rPr>
          <w:sz w:val="28"/>
          <w:szCs w:val="28"/>
        </w:rPr>
        <w:t>1) разработка и принятие правил внутреннего распорядка обучающихся, правил внутреннего трудового распорядка, иных локальных нормативных актов Школы;</w:t>
      </w:r>
    </w:p>
    <w:p w:rsidR="00E16C6F" w:rsidRPr="00FA7150" w:rsidRDefault="00E16C6F" w:rsidP="00FA7150">
      <w:pPr>
        <w:ind w:firstLine="567"/>
        <w:jc w:val="both"/>
        <w:rPr>
          <w:b/>
          <w:sz w:val="28"/>
          <w:szCs w:val="28"/>
        </w:rPr>
      </w:pPr>
      <w:r w:rsidRPr="00FA7150">
        <w:rPr>
          <w:sz w:val="28"/>
          <w:szCs w:val="28"/>
        </w:rPr>
        <w:t xml:space="preserve">2) материально-техническое обеспечение образовательной деятельности, оборудование помещений в соответствии с государственными и местными нормами и требованиями, в том числе в соответствии с федеральными государственными образовательными </w:t>
      </w:r>
      <w:hyperlink r:id="rId7" w:history="1">
        <w:r w:rsidRPr="00FA7150">
          <w:rPr>
            <w:sz w:val="28"/>
            <w:szCs w:val="28"/>
          </w:rPr>
          <w:t>стандартами</w:t>
        </w:r>
      </w:hyperlink>
      <w:r w:rsidRPr="00FA7150">
        <w:rPr>
          <w:sz w:val="28"/>
          <w:szCs w:val="28"/>
        </w:rPr>
        <w:t>, федеральными государственными требованиями, образовательными стандартами;</w:t>
      </w:r>
    </w:p>
    <w:p w:rsidR="00E16C6F" w:rsidRPr="00FA7150" w:rsidRDefault="00E16C6F" w:rsidP="00FA7150">
      <w:pPr>
        <w:ind w:firstLine="567"/>
        <w:jc w:val="both"/>
        <w:rPr>
          <w:b/>
          <w:sz w:val="28"/>
          <w:szCs w:val="28"/>
        </w:rPr>
      </w:pPr>
      <w:r w:rsidRPr="00FA7150">
        <w:rPr>
          <w:sz w:val="28"/>
          <w:szCs w:val="28"/>
        </w:rPr>
        <w:t>3) предоставление Учредителю и общественности ежегодного отчета о поступлении и расходовании финансовых и материальных средств, а также отчета о результатах самообследования;</w:t>
      </w:r>
    </w:p>
    <w:p w:rsidR="00E16C6F" w:rsidRPr="00FA7150" w:rsidRDefault="00E16C6F" w:rsidP="00FA7150">
      <w:pPr>
        <w:ind w:firstLine="567"/>
        <w:jc w:val="both"/>
        <w:rPr>
          <w:b/>
          <w:sz w:val="28"/>
          <w:szCs w:val="28"/>
        </w:rPr>
      </w:pPr>
      <w:r w:rsidRPr="00FA7150">
        <w:rPr>
          <w:sz w:val="28"/>
          <w:szCs w:val="28"/>
        </w:rPr>
        <w:t>4) установление штатного расписания, если иное не установлено законодательством Российской Федерации;</w:t>
      </w:r>
    </w:p>
    <w:p w:rsidR="00E16C6F" w:rsidRPr="00FA7150" w:rsidRDefault="00E16C6F" w:rsidP="00FA7150">
      <w:pPr>
        <w:ind w:firstLine="567"/>
        <w:jc w:val="both"/>
        <w:rPr>
          <w:b/>
          <w:sz w:val="28"/>
          <w:szCs w:val="28"/>
        </w:rPr>
      </w:pPr>
      <w:r w:rsidRPr="00FA7150">
        <w:rPr>
          <w:sz w:val="28"/>
          <w:szCs w:val="28"/>
        </w:rPr>
        <w:t>5) прием на работу работников, заключение с ними и расторжение трудовых договоров, если иное не установлено действующим законодательством, распределение должностных обязанностей, создание условий и организация дополнительного профессионального образования работников;</w:t>
      </w:r>
    </w:p>
    <w:p w:rsidR="00E16C6F" w:rsidRPr="00FA7150" w:rsidRDefault="00E16C6F" w:rsidP="00FA7150">
      <w:pPr>
        <w:ind w:firstLine="567"/>
        <w:jc w:val="both"/>
        <w:rPr>
          <w:b/>
          <w:sz w:val="28"/>
          <w:szCs w:val="28"/>
        </w:rPr>
      </w:pPr>
      <w:r w:rsidRPr="00FA7150">
        <w:rPr>
          <w:sz w:val="28"/>
          <w:szCs w:val="28"/>
        </w:rPr>
        <w:t>6) разработка и утверждение образовательных программ Школы;</w:t>
      </w:r>
    </w:p>
    <w:p w:rsidR="00E16C6F" w:rsidRPr="00FA7150" w:rsidRDefault="00E16C6F" w:rsidP="00FA7150">
      <w:pPr>
        <w:ind w:firstLine="567"/>
        <w:jc w:val="both"/>
        <w:rPr>
          <w:b/>
          <w:sz w:val="28"/>
          <w:szCs w:val="28"/>
        </w:rPr>
      </w:pPr>
      <w:r w:rsidRPr="00FA7150">
        <w:rPr>
          <w:sz w:val="28"/>
          <w:szCs w:val="28"/>
        </w:rPr>
        <w:t>7) разработка и утверждение по согласованию с Учредителем программы развития Школы, если иное не установлено действующим законодательством;</w:t>
      </w:r>
    </w:p>
    <w:p w:rsidR="00E16C6F" w:rsidRPr="00FA7150" w:rsidRDefault="00E16C6F" w:rsidP="00FA7150">
      <w:pPr>
        <w:ind w:firstLine="567"/>
        <w:jc w:val="both"/>
        <w:rPr>
          <w:b/>
          <w:sz w:val="28"/>
          <w:szCs w:val="28"/>
        </w:rPr>
      </w:pPr>
      <w:r w:rsidRPr="00FA7150">
        <w:rPr>
          <w:sz w:val="28"/>
          <w:szCs w:val="28"/>
        </w:rPr>
        <w:t>8) прием обучающихся в Школу;</w:t>
      </w:r>
    </w:p>
    <w:p w:rsidR="00E16C6F" w:rsidRPr="00FA7150" w:rsidRDefault="00E16C6F" w:rsidP="00FA7150">
      <w:pPr>
        <w:ind w:firstLine="567"/>
        <w:jc w:val="both"/>
        <w:rPr>
          <w:b/>
          <w:sz w:val="28"/>
          <w:szCs w:val="28"/>
        </w:rPr>
      </w:pPr>
      <w:r w:rsidRPr="00FA7150">
        <w:rPr>
          <w:sz w:val="28"/>
          <w:szCs w:val="28"/>
        </w:rPr>
        <w:t xml:space="preserve">9) определение списка учебников в соответствии с утвержденным федеральным </w:t>
      </w:r>
      <w:hyperlink r:id="rId8" w:history="1">
        <w:r w:rsidRPr="00FA7150">
          <w:rPr>
            <w:sz w:val="28"/>
            <w:szCs w:val="28"/>
          </w:rPr>
          <w:t>перечнем</w:t>
        </w:r>
      </w:hyperlink>
      <w:r w:rsidRPr="00FA7150">
        <w:rPr>
          <w:sz w:val="28"/>
          <w:szCs w:val="28"/>
        </w:rPr>
        <w:t xml:space="preserve"> учебников, рекомендованных к использованию при реализации имеющих государственную аккредитацию программ начального общего, основного общего образования, а также учебных пособий, допущенных к использованию при реализации указанных образовательных программ Школой;</w:t>
      </w:r>
    </w:p>
    <w:p w:rsidR="00E16C6F" w:rsidRPr="00FA7150" w:rsidRDefault="00E16C6F" w:rsidP="00FA7150">
      <w:pPr>
        <w:ind w:firstLine="567"/>
        <w:jc w:val="both"/>
        <w:rPr>
          <w:b/>
          <w:sz w:val="28"/>
          <w:szCs w:val="28"/>
        </w:rPr>
      </w:pPr>
      <w:r w:rsidRPr="00FA7150">
        <w:rPr>
          <w:sz w:val="28"/>
          <w:szCs w:val="28"/>
        </w:rPr>
        <w:t>10) осуществление текущего контроля успеваемости и промежуточной аттестации обучающихся, установление их форм, периодичности и порядка проведения;</w:t>
      </w:r>
    </w:p>
    <w:p w:rsidR="00E16C6F" w:rsidRPr="00FA7150" w:rsidRDefault="00E16C6F" w:rsidP="00FA7150">
      <w:pPr>
        <w:ind w:firstLine="567"/>
        <w:jc w:val="both"/>
        <w:rPr>
          <w:b/>
          <w:sz w:val="28"/>
          <w:szCs w:val="28"/>
        </w:rPr>
      </w:pPr>
      <w:r w:rsidRPr="00FA7150">
        <w:rPr>
          <w:sz w:val="28"/>
          <w:szCs w:val="28"/>
        </w:rPr>
        <w:t>11) индивидуальный учет результатов освоения обучающимися образовательных программ, а также хранение в архивах информации об этих результатах на бумажных и (или) электронных носителях;</w:t>
      </w:r>
    </w:p>
    <w:p w:rsidR="00E16C6F" w:rsidRPr="00FA7150" w:rsidRDefault="00E16C6F" w:rsidP="00FA7150">
      <w:pPr>
        <w:ind w:firstLine="567"/>
        <w:jc w:val="both"/>
        <w:rPr>
          <w:b/>
          <w:sz w:val="28"/>
          <w:szCs w:val="28"/>
        </w:rPr>
      </w:pPr>
      <w:r w:rsidRPr="00FA7150">
        <w:rPr>
          <w:sz w:val="28"/>
          <w:szCs w:val="28"/>
        </w:rPr>
        <w:t>12) использование и совершенствование методов обучения и воспитания, образовательных технологий, электронного обучения;</w:t>
      </w:r>
    </w:p>
    <w:p w:rsidR="00E16C6F" w:rsidRPr="00FA7150" w:rsidRDefault="00E16C6F" w:rsidP="00FA7150">
      <w:pPr>
        <w:ind w:firstLine="567"/>
        <w:jc w:val="both"/>
        <w:rPr>
          <w:b/>
          <w:sz w:val="28"/>
          <w:szCs w:val="28"/>
        </w:rPr>
      </w:pPr>
      <w:r w:rsidRPr="00FA7150">
        <w:rPr>
          <w:sz w:val="28"/>
          <w:szCs w:val="28"/>
        </w:rPr>
        <w:t>13) проведение самообследования, обеспечение функционирования внутренней системы оценки качества образования;</w:t>
      </w:r>
    </w:p>
    <w:p w:rsidR="00E16C6F" w:rsidRPr="00FA7150" w:rsidRDefault="00E16C6F" w:rsidP="00FA7150">
      <w:pPr>
        <w:ind w:firstLine="567"/>
        <w:jc w:val="both"/>
        <w:rPr>
          <w:b/>
          <w:sz w:val="28"/>
          <w:szCs w:val="28"/>
        </w:rPr>
      </w:pPr>
      <w:r w:rsidRPr="00FA7150">
        <w:rPr>
          <w:sz w:val="28"/>
          <w:szCs w:val="28"/>
        </w:rPr>
        <w:t>14) создание необходимых условий для охраны и укрепления здоровья, организации питания обучающихся и работников Школы;</w:t>
      </w:r>
    </w:p>
    <w:p w:rsidR="00E16C6F" w:rsidRPr="00FA7150" w:rsidRDefault="00E16C6F" w:rsidP="00FA7150">
      <w:pPr>
        <w:ind w:firstLine="567"/>
        <w:jc w:val="both"/>
        <w:rPr>
          <w:b/>
          <w:sz w:val="28"/>
          <w:szCs w:val="28"/>
        </w:rPr>
      </w:pPr>
      <w:r w:rsidRPr="00FA7150">
        <w:rPr>
          <w:sz w:val="28"/>
          <w:szCs w:val="28"/>
        </w:rPr>
        <w:t>15) создание условий для занятия обучающимися физической культурой и спортом;</w:t>
      </w:r>
    </w:p>
    <w:p w:rsidR="00E16C6F" w:rsidRPr="00FA7150" w:rsidRDefault="00E16C6F" w:rsidP="00FA7150">
      <w:pPr>
        <w:ind w:firstLine="567"/>
        <w:jc w:val="both"/>
        <w:rPr>
          <w:b/>
          <w:sz w:val="28"/>
          <w:szCs w:val="28"/>
        </w:rPr>
      </w:pPr>
      <w:r w:rsidRPr="00FA7150">
        <w:rPr>
          <w:sz w:val="28"/>
          <w:szCs w:val="28"/>
        </w:rPr>
        <w:t>16) приобретение бланков документов об образовании;</w:t>
      </w:r>
    </w:p>
    <w:p w:rsidR="00E16C6F" w:rsidRPr="00FA7150" w:rsidRDefault="00E16C6F" w:rsidP="00FA7150">
      <w:pPr>
        <w:ind w:firstLine="567"/>
        <w:jc w:val="both"/>
        <w:rPr>
          <w:b/>
          <w:sz w:val="28"/>
          <w:szCs w:val="28"/>
        </w:rPr>
      </w:pPr>
      <w:r w:rsidRPr="00FA7150">
        <w:rPr>
          <w:sz w:val="28"/>
          <w:szCs w:val="28"/>
        </w:rPr>
        <w:t>17) установление требований к одежде обучающихся, если иное не установлено действующим законодательством;</w:t>
      </w:r>
    </w:p>
    <w:p w:rsidR="00E16C6F" w:rsidRPr="00FA7150" w:rsidRDefault="00E16C6F" w:rsidP="00FA7150">
      <w:pPr>
        <w:ind w:firstLine="567"/>
        <w:jc w:val="both"/>
        <w:rPr>
          <w:b/>
          <w:sz w:val="28"/>
          <w:szCs w:val="28"/>
        </w:rPr>
      </w:pPr>
      <w:r w:rsidRPr="00FA7150">
        <w:rPr>
          <w:sz w:val="28"/>
          <w:szCs w:val="28"/>
        </w:rPr>
        <w:t>18) содействие деятельности общественных объединений обучающихся, родителей (законных представителей) несовершеннолетних обучающихся, осуществляемой в Школе и не запрещенной законодательством Российской Федерации;</w:t>
      </w:r>
    </w:p>
    <w:p w:rsidR="00E16C6F" w:rsidRPr="00FA7150" w:rsidRDefault="00E16C6F" w:rsidP="00FA7150">
      <w:pPr>
        <w:ind w:firstLine="567"/>
        <w:jc w:val="both"/>
        <w:rPr>
          <w:b/>
          <w:sz w:val="28"/>
          <w:szCs w:val="28"/>
        </w:rPr>
      </w:pPr>
      <w:r w:rsidRPr="00FA7150">
        <w:rPr>
          <w:sz w:val="28"/>
          <w:szCs w:val="28"/>
        </w:rPr>
        <w:t>19) организация научно-методической работы, в том числе организация и проведение научных и методических конференций, семинаров;</w:t>
      </w:r>
    </w:p>
    <w:p w:rsidR="00E16C6F" w:rsidRPr="00FA7150" w:rsidRDefault="00E16C6F" w:rsidP="00FA7150">
      <w:pPr>
        <w:ind w:firstLine="567"/>
        <w:jc w:val="both"/>
        <w:rPr>
          <w:b/>
          <w:sz w:val="28"/>
          <w:szCs w:val="28"/>
        </w:rPr>
      </w:pPr>
      <w:r w:rsidRPr="00FA7150">
        <w:rPr>
          <w:sz w:val="28"/>
          <w:szCs w:val="28"/>
        </w:rPr>
        <w:t>20) обеспечение создания и ведения официального сайта Школы в сети «Интернет»;</w:t>
      </w:r>
    </w:p>
    <w:p w:rsidR="00E16C6F" w:rsidRPr="00FA7150" w:rsidRDefault="00E16C6F" w:rsidP="00FA7150">
      <w:pPr>
        <w:ind w:firstLine="567"/>
        <w:jc w:val="both"/>
        <w:rPr>
          <w:b/>
          <w:sz w:val="28"/>
          <w:szCs w:val="28"/>
        </w:rPr>
      </w:pPr>
      <w:r w:rsidRPr="00FA7150">
        <w:rPr>
          <w:sz w:val="28"/>
          <w:szCs w:val="28"/>
        </w:rPr>
        <w:t>21) иные вопросы в соответствии с законодательством Российской Федерации.</w:t>
      </w:r>
    </w:p>
    <w:p w:rsidR="00E16C6F" w:rsidRPr="00FA7150" w:rsidRDefault="00E16C6F" w:rsidP="00FA7150">
      <w:pPr>
        <w:numPr>
          <w:ilvl w:val="1"/>
          <w:numId w:val="41"/>
        </w:numPr>
        <w:autoSpaceDE w:val="0"/>
        <w:autoSpaceDN w:val="0"/>
        <w:adjustRightInd w:val="0"/>
        <w:ind w:left="0" w:firstLine="567"/>
        <w:jc w:val="both"/>
        <w:rPr>
          <w:b/>
          <w:sz w:val="28"/>
          <w:szCs w:val="28"/>
        </w:rPr>
      </w:pPr>
      <w:r w:rsidRPr="00FA7150">
        <w:rPr>
          <w:sz w:val="28"/>
          <w:szCs w:val="28"/>
        </w:rPr>
        <w:t>Школа обязана осуществлять свою деятельность в соответствии с законодательством об образовании, в том числе:</w:t>
      </w:r>
    </w:p>
    <w:p w:rsidR="00E16C6F" w:rsidRPr="00FA7150" w:rsidRDefault="00E16C6F" w:rsidP="00FA7150">
      <w:pPr>
        <w:ind w:firstLine="567"/>
        <w:jc w:val="both"/>
        <w:rPr>
          <w:b/>
          <w:sz w:val="28"/>
          <w:szCs w:val="28"/>
        </w:rPr>
      </w:pPr>
      <w:r w:rsidRPr="00FA7150">
        <w:rPr>
          <w:sz w:val="28"/>
          <w:szCs w:val="28"/>
        </w:rPr>
        <w:t>1) обеспечивать реализацию в полном объеме общеобразовательных программ начального общего, основного общего и среднего общего образования, соответствие качества подготовки обучающихся установленным требованиям, соответствие применяемых форм, средств, методов обучения и воспитания возрастным, психофизическим особенностям, склонностям, способностям, интересам и потребностям обучающихся;</w:t>
      </w:r>
    </w:p>
    <w:p w:rsidR="00E16C6F" w:rsidRPr="00FA7150" w:rsidRDefault="00E16C6F" w:rsidP="00FA7150">
      <w:pPr>
        <w:ind w:firstLine="567"/>
        <w:jc w:val="both"/>
        <w:rPr>
          <w:b/>
          <w:sz w:val="28"/>
          <w:szCs w:val="28"/>
        </w:rPr>
      </w:pPr>
      <w:r w:rsidRPr="00FA7150">
        <w:rPr>
          <w:sz w:val="28"/>
          <w:szCs w:val="28"/>
        </w:rPr>
        <w:t>2) создавать безопасные условия обучения, воспитания обучающихся, присмотра и ухода за обучающимися, в соответствии с установленными нормами, обеспечивающими жизнь и здоровье обучающихся, работников Школы;</w:t>
      </w:r>
    </w:p>
    <w:p w:rsidR="00E16C6F" w:rsidRPr="00FA7150" w:rsidRDefault="00E16C6F" w:rsidP="00FA7150">
      <w:pPr>
        <w:ind w:firstLine="567"/>
        <w:jc w:val="both"/>
        <w:rPr>
          <w:b/>
          <w:sz w:val="28"/>
          <w:szCs w:val="28"/>
        </w:rPr>
      </w:pPr>
      <w:r w:rsidRPr="00FA7150">
        <w:rPr>
          <w:sz w:val="28"/>
          <w:szCs w:val="28"/>
        </w:rPr>
        <w:t>3) соблюдать права и свободы обучающихся, родителей (законных представителей) несовершеннолетних обучающихся, работников Школы.</w:t>
      </w:r>
    </w:p>
    <w:p w:rsidR="00E16C6F" w:rsidRPr="00FA7150" w:rsidRDefault="00E16C6F" w:rsidP="00FA7150">
      <w:pPr>
        <w:numPr>
          <w:ilvl w:val="1"/>
          <w:numId w:val="41"/>
        </w:numPr>
        <w:autoSpaceDE w:val="0"/>
        <w:autoSpaceDN w:val="0"/>
        <w:adjustRightInd w:val="0"/>
        <w:ind w:left="0" w:firstLine="567"/>
        <w:jc w:val="both"/>
        <w:rPr>
          <w:b/>
          <w:sz w:val="28"/>
          <w:szCs w:val="28"/>
        </w:rPr>
      </w:pPr>
      <w:r w:rsidRPr="00FA7150">
        <w:rPr>
          <w:sz w:val="28"/>
          <w:szCs w:val="28"/>
        </w:rPr>
        <w:t>Школа обязана:</w:t>
      </w:r>
    </w:p>
    <w:p w:rsidR="00E16C6F" w:rsidRPr="00FA7150" w:rsidRDefault="00E16C6F" w:rsidP="00FA7150">
      <w:pPr>
        <w:ind w:firstLine="567"/>
        <w:jc w:val="both"/>
        <w:rPr>
          <w:sz w:val="28"/>
          <w:szCs w:val="28"/>
        </w:rPr>
      </w:pPr>
      <w:r w:rsidRPr="00FA7150">
        <w:rPr>
          <w:sz w:val="28"/>
          <w:szCs w:val="28"/>
        </w:rPr>
        <w:t>1) при осуществлении своей деятельности соблюдать законодательство Российской Федерации, иные нормативные правовые акты Российской Федерации, законы и иные нормативные правовые акты Приморского края, нормативные правовые акты Администрации Дальнереченского городского округа, регулирующие отношения в сфере образования и регламентирующие деятельность муниципальных бюджетных организаций, а также настоящий Устав;</w:t>
      </w:r>
    </w:p>
    <w:p w:rsidR="00E16C6F" w:rsidRPr="00FA7150" w:rsidRDefault="00E16C6F" w:rsidP="00FA7150">
      <w:pPr>
        <w:ind w:firstLine="567"/>
        <w:jc w:val="both"/>
        <w:rPr>
          <w:b/>
          <w:sz w:val="28"/>
          <w:szCs w:val="28"/>
        </w:rPr>
      </w:pPr>
      <w:r w:rsidRPr="00FA7150">
        <w:rPr>
          <w:sz w:val="28"/>
          <w:szCs w:val="28"/>
        </w:rPr>
        <w:t>2) обеспечивать выполнение в полном объеме установленного муниципального задания;</w:t>
      </w:r>
    </w:p>
    <w:p w:rsidR="00E16C6F" w:rsidRPr="00FA7150" w:rsidRDefault="00E16C6F" w:rsidP="00FA7150">
      <w:pPr>
        <w:ind w:firstLine="567"/>
        <w:jc w:val="both"/>
        <w:rPr>
          <w:sz w:val="28"/>
          <w:szCs w:val="28"/>
        </w:rPr>
      </w:pPr>
      <w:r w:rsidRPr="00FA7150">
        <w:rPr>
          <w:sz w:val="28"/>
          <w:szCs w:val="28"/>
        </w:rPr>
        <w:t>3) составлять и представлять на утверждение Учредителю план финансово-хозяйственной деятельности Школы в порядке, установленном Учредителем, обеспечивать его исполнение и предоставлять Учредителю отчёт об его исполнении;</w:t>
      </w:r>
    </w:p>
    <w:p w:rsidR="00E16C6F" w:rsidRPr="00FA7150" w:rsidRDefault="00E16C6F" w:rsidP="00FA7150">
      <w:pPr>
        <w:ind w:firstLine="567"/>
        <w:jc w:val="both"/>
        <w:rPr>
          <w:sz w:val="28"/>
          <w:szCs w:val="28"/>
        </w:rPr>
      </w:pPr>
      <w:r w:rsidRPr="00FA7150">
        <w:rPr>
          <w:sz w:val="28"/>
          <w:szCs w:val="28"/>
        </w:rPr>
        <w:t>4) представлять в порядке, установленном законодательством Российской Федерации, бухгалтерскую, налоговую и статистическую отчетность Школы;</w:t>
      </w:r>
    </w:p>
    <w:p w:rsidR="00E16C6F" w:rsidRPr="00FA7150" w:rsidRDefault="00E16C6F" w:rsidP="00FA7150">
      <w:pPr>
        <w:ind w:firstLine="567"/>
        <w:jc w:val="both"/>
        <w:rPr>
          <w:b/>
          <w:sz w:val="28"/>
          <w:szCs w:val="28"/>
        </w:rPr>
      </w:pPr>
      <w:r w:rsidRPr="00FA7150">
        <w:rPr>
          <w:sz w:val="28"/>
          <w:szCs w:val="28"/>
        </w:rPr>
        <w:t>5) обеспечивать своевременно и в полном объеме выплату работникам Школы заработной платы с соблюдением гарантий, установленных законодательством Российской Федерации, необходимых налоговых отчислений, взносов и иных выплат;</w:t>
      </w:r>
    </w:p>
    <w:p w:rsidR="00E16C6F" w:rsidRPr="00FA7150" w:rsidRDefault="00E16C6F" w:rsidP="00FA7150">
      <w:pPr>
        <w:ind w:firstLine="567"/>
        <w:jc w:val="both"/>
        <w:rPr>
          <w:b/>
          <w:sz w:val="28"/>
          <w:szCs w:val="28"/>
        </w:rPr>
      </w:pPr>
      <w:r w:rsidRPr="00FA7150">
        <w:rPr>
          <w:sz w:val="28"/>
          <w:szCs w:val="28"/>
        </w:rPr>
        <w:t>6) обеспечивать работникам безопасные условия труда и нести ответственность в установленном порядке за ущерб, причиненный их здоровью и трудоспособности;</w:t>
      </w:r>
    </w:p>
    <w:p w:rsidR="00E16C6F" w:rsidRPr="00FA7150" w:rsidRDefault="00E16C6F" w:rsidP="00FA7150">
      <w:pPr>
        <w:ind w:firstLine="567"/>
        <w:jc w:val="both"/>
        <w:rPr>
          <w:sz w:val="28"/>
          <w:szCs w:val="28"/>
        </w:rPr>
      </w:pPr>
      <w:r w:rsidRPr="00FA7150">
        <w:rPr>
          <w:sz w:val="28"/>
          <w:szCs w:val="28"/>
        </w:rPr>
        <w:t>7) осуществлять страхование муниципального имущества, а также личное страхование работников и обучающихся в порядке и в случаях, предусмотренных законодательством Российской Федерации, нормативными правовыми актами органов муниципального самоуправления Дальнереченского городского округа;</w:t>
      </w:r>
    </w:p>
    <w:p w:rsidR="00E16C6F" w:rsidRPr="00FA7150" w:rsidRDefault="00E16C6F" w:rsidP="00FA7150">
      <w:pPr>
        <w:ind w:firstLine="567"/>
        <w:jc w:val="both"/>
        <w:rPr>
          <w:b/>
          <w:sz w:val="28"/>
          <w:szCs w:val="28"/>
        </w:rPr>
      </w:pPr>
      <w:r w:rsidRPr="00FA7150">
        <w:rPr>
          <w:sz w:val="28"/>
          <w:szCs w:val="28"/>
        </w:rPr>
        <w:t>8) предоставлять информацию о результатах своей деятельности и об использовании закрепленного за ним муниципального имущества органам государственной власти и  органам местного самоуправления, иным лицам в соответствии с законодательством Российской Федерации;</w:t>
      </w:r>
    </w:p>
    <w:p w:rsidR="00E16C6F" w:rsidRPr="00FA7150" w:rsidRDefault="00E16C6F" w:rsidP="00FA7150">
      <w:pPr>
        <w:ind w:firstLine="567"/>
        <w:jc w:val="both"/>
        <w:rPr>
          <w:b/>
          <w:sz w:val="28"/>
          <w:szCs w:val="28"/>
        </w:rPr>
      </w:pPr>
      <w:r w:rsidRPr="00FA7150">
        <w:rPr>
          <w:sz w:val="28"/>
          <w:szCs w:val="28"/>
        </w:rPr>
        <w:t>9) предоставлять сведения об имуществе, приобретенном за счет средств, полученных от приносящей доход деятельности, Учредителю;</w:t>
      </w:r>
    </w:p>
    <w:p w:rsidR="00E16C6F" w:rsidRPr="00B101C7" w:rsidRDefault="00E16C6F" w:rsidP="00FA7150">
      <w:pPr>
        <w:ind w:firstLine="567"/>
        <w:jc w:val="both"/>
        <w:rPr>
          <w:sz w:val="28"/>
          <w:szCs w:val="28"/>
        </w:rPr>
      </w:pPr>
      <w:r w:rsidRPr="006E1272">
        <w:rPr>
          <w:sz w:val="28"/>
          <w:szCs w:val="28"/>
        </w:rPr>
        <w:t>10) использовать по назначению переданное Школе имущество и</w:t>
      </w:r>
      <w:r w:rsidRPr="00B101C7">
        <w:rPr>
          <w:sz w:val="28"/>
          <w:szCs w:val="28"/>
        </w:rPr>
        <w:t xml:space="preserve"> обеспечивать его сохранность;</w:t>
      </w:r>
    </w:p>
    <w:p w:rsidR="00E16C6F" w:rsidRPr="00FA7150" w:rsidRDefault="00E16C6F" w:rsidP="00FA7150">
      <w:pPr>
        <w:ind w:firstLine="567"/>
        <w:jc w:val="both"/>
        <w:rPr>
          <w:sz w:val="28"/>
          <w:szCs w:val="28"/>
        </w:rPr>
      </w:pPr>
      <w:r w:rsidRPr="006E1272">
        <w:rPr>
          <w:sz w:val="28"/>
          <w:szCs w:val="28"/>
        </w:rPr>
        <w:t>11) участвовать в выполнении муниципальных программ Дальнереченского</w:t>
      </w:r>
      <w:r w:rsidRPr="00FA7150">
        <w:rPr>
          <w:sz w:val="28"/>
          <w:szCs w:val="28"/>
        </w:rPr>
        <w:t xml:space="preserve"> городского округа, соответствующих профилю Школы, в объеме предоставляемого для этого финансирования;</w:t>
      </w:r>
    </w:p>
    <w:p w:rsidR="00E16C6F" w:rsidRPr="00FA7150" w:rsidRDefault="00E16C6F" w:rsidP="00FA7150">
      <w:pPr>
        <w:ind w:firstLine="567"/>
        <w:jc w:val="both"/>
        <w:rPr>
          <w:sz w:val="28"/>
          <w:szCs w:val="28"/>
        </w:rPr>
      </w:pPr>
      <w:r>
        <w:rPr>
          <w:sz w:val="28"/>
          <w:szCs w:val="28"/>
        </w:rPr>
        <w:t>12</w:t>
      </w:r>
      <w:r w:rsidRPr="00FA7150">
        <w:rPr>
          <w:sz w:val="28"/>
          <w:szCs w:val="28"/>
        </w:rPr>
        <w:t>) обеспечивать выполнение мероприятий по энергосбережению, гражданской обороне, противопожарной безопасности и мобилизационной подготовке в соответствии с действующим законодательством;</w:t>
      </w:r>
    </w:p>
    <w:p w:rsidR="00E16C6F" w:rsidRPr="00FA7150" w:rsidRDefault="00E16C6F" w:rsidP="00FA7150">
      <w:pPr>
        <w:ind w:firstLine="567"/>
        <w:jc w:val="both"/>
        <w:rPr>
          <w:sz w:val="28"/>
          <w:szCs w:val="28"/>
        </w:rPr>
      </w:pPr>
      <w:r>
        <w:rPr>
          <w:sz w:val="28"/>
          <w:szCs w:val="28"/>
        </w:rPr>
        <w:t>13</w:t>
      </w:r>
      <w:r w:rsidRPr="00FA7150">
        <w:rPr>
          <w:sz w:val="28"/>
          <w:szCs w:val="28"/>
        </w:rPr>
        <w:t>) обеспечивать защиту информации конфиденциального характера (включая персональные данные);</w:t>
      </w:r>
    </w:p>
    <w:p w:rsidR="00E16C6F" w:rsidRPr="00FA7150" w:rsidRDefault="00E16C6F" w:rsidP="00FA7150">
      <w:pPr>
        <w:ind w:firstLine="567"/>
        <w:jc w:val="both"/>
        <w:rPr>
          <w:sz w:val="28"/>
          <w:szCs w:val="28"/>
        </w:rPr>
      </w:pPr>
      <w:r>
        <w:rPr>
          <w:sz w:val="28"/>
          <w:szCs w:val="28"/>
        </w:rPr>
        <w:t>14</w:t>
      </w:r>
      <w:r w:rsidRPr="00FA7150">
        <w:rPr>
          <w:sz w:val="28"/>
          <w:szCs w:val="28"/>
        </w:rPr>
        <w:t>) обеспечивать учет, сохранность и использование архивных документов (постоянного хранения и по личному составу), в том числе выдачу архивных документов, связанных с социальной защитой граждан, и своевременную передачу их на хранение в архивные учреждения;</w:t>
      </w:r>
    </w:p>
    <w:p w:rsidR="00E16C6F" w:rsidRPr="00FA7150" w:rsidRDefault="00E16C6F" w:rsidP="00FA7150">
      <w:pPr>
        <w:ind w:firstLine="567"/>
        <w:jc w:val="both"/>
        <w:rPr>
          <w:sz w:val="28"/>
          <w:szCs w:val="28"/>
        </w:rPr>
      </w:pPr>
      <w:r>
        <w:rPr>
          <w:sz w:val="28"/>
          <w:szCs w:val="28"/>
        </w:rPr>
        <w:t>15</w:t>
      </w:r>
      <w:r w:rsidRPr="00FA7150">
        <w:rPr>
          <w:sz w:val="28"/>
          <w:szCs w:val="28"/>
        </w:rPr>
        <w:t>) обеспечивать организацию и ведение делопроизводства Школы в соответствии с установленными требованиями;</w:t>
      </w:r>
    </w:p>
    <w:p w:rsidR="00E16C6F" w:rsidRPr="00FA7150" w:rsidRDefault="00E16C6F" w:rsidP="00FA7150">
      <w:pPr>
        <w:ind w:firstLine="567"/>
        <w:jc w:val="both"/>
        <w:rPr>
          <w:sz w:val="28"/>
          <w:szCs w:val="28"/>
        </w:rPr>
      </w:pPr>
      <w:r>
        <w:rPr>
          <w:sz w:val="28"/>
          <w:szCs w:val="28"/>
        </w:rPr>
        <w:t>16</w:t>
      </w:r>
      <w:r w:rsidRPr="00FA7150">
        <w:rPr>
          <w:sz w:val="28"/>
          <w:szCs w:val="28"/>
        </w:rPr>
        <w:t>) обеспечивать условия для проведения государственными органами, органами  местного самоуправления или юридическими лицами, уполномоченными действующим законодательством, проверок деятельности Школы, а также использования по назначению и сохранности переданного Школе имущества Собственника, предоставлять уполномоченным государственными органами, органам местного самоуправления запрашиваемые документы и информацию, а также обеспечивать указанным лицам и иным лицам в соответствии с действующим законодательством право беспрепятственного доступа в Школу для ознакомления с любыми документами Школы для осуществления проверок его деятельности;</w:t>
      </w:r>
    </w:p>
    <w:p w:rsidR="00E16C6F" w:rsidRPr="00FA7150" w:rsidRDefault="00E16C6F" w:rsidP="00FA7150">
      <w:pPr>
        <w:ind w:firstLine="567"/>
        <w:jc w:val="both"/>
        <w:rPr>
          <w:b/>
          <w:sz w:val="28"/>
          <w:szCs w:val="28"/>
        </w:rPr>
      </w:pPr>
      <w:r>
        <w:rPr>
          <w:sz w:val="28"/>
          <w:szCs w:val="28"/>
        </w:rPr>
        <w:t>17</w:t>
      </w:r>
      <w:r w:rsidRPr="00FA7150">
        <w:rPr>
          <w:sz w:val="28"/>
          <w:szCs w:val="28"/>
        </w:rPr>
        <w:t>) нести ответственность в соответствии с законодательством Российской Федерации за нарушение договорных и налоговых обязательств, качество продукции, работ, услуг, пользование которыми может принести вред здоровью населения, а равно нарушение иных правил хозяйствования.</w:t>
      </w:r>
    </w:p>
    <w:p w:rsidR="00E16C6F" w:rsidRPr="00FA7150" w:rsidRDefault="00E16C6F" w:rsidP="00FA7150">
      <w:pPr>
        <w:numPr>
          <w:ilvl w:val="1"/>
          <w:numId w:val="41"/>
        </w:numPr>
        <w:autoSpaceDE w:val="0"/>
        <w:autoSpaceDN w:val="0"/>
        <w:adjustRightInd w:val="0"/>
        <w:ind w:left="0" w:firstLine="567"/>
        <w:jc w:val="both"/>
        <w:rPr>
          <w:b/>
          <w:sz w:val="28"/>
          <w:szCs w:val="28"/>
        </w:rPr>
      </w:pPr>
      <w:r w:rsidRPr="00FA7150">
        <w:rPr>
          <w:bCs/>
          <w:sz w:val="28"/>
          <w:szCs w:val="28"/>
        </w:rPr>
        <w:t>Школа несет ответственность в установленном законодательством Российской Федерации порядке за:</w:t>
      </w:r>
    </w:p>
    <w:p w:rsidR="00E16C6F" w:rsidRPr="00FA7150" w:rsidRDefault="00E16C6F" w:rsidP="00FA7150">
      <w:pPr>
        <w:numPr>
          <w:ilvl w:val="3"/>
          <w:numId w:val="23"/>
        </w:numPr>
        <w:autoSpaceDE w:val="0"/>
        <w:autoSpaceDN w:val="0"/>
        <w:adjustRightInd w:val="0"/>
        <w:ind w:left="0" w:firstLine="567"/>
        <w:jc w:val="both"/>
        <w:rPr>
          <w:b/>
          <w:sz w:val="28"/>
          <w:szCs w:val="28"/>
        </w:rPr>
      </w:pPr>
      <w:r w:rsidRPr="00FA7150">
        <w:rPr>
          <w:sz w:val="28"/>
          <w:szCs w:val="28"/>
        </w:rPr>
        <w:t xml:space="preserve"> невыполнение или ненадлежащее выполнение функций, отнесенных к её компетенции;</w:t>
      </w:r>
    </w:p>
    <w:p w:rsidR="00E16C6F" w:rsidRPr="00FA7150" w:rsidRDefault="00E16C6F" w:rsidP="00FA7150">
      <w:pPr>
        <w:numPr>
          <w:ilvl w:val="3"/>
          <w:numId w:val="23"/>
        </w:numPr>
        <w:autoSpaceDE w:val="0"/>
        <w:autoSpaceDN w:val="0"/>
        <w:adjustRightInd w:val="0"/>
        <w:ind w:left="0" w:firstLine="567"/>
        <w:jc w:val="both"/>
        <w:rPr>
          <w:b/>
          <w:sz w:val="28"/>
          <w:szCs w:val="28"/>
        </w:rPr>
      </w:pPr>
      <w:r w:rsidRPr="00FA7150">
        <w:rPr>
          <w:sz w:val="28"/>
          <w:szCs w:val="28"/>
        </w:rPr>
        <w:t xml:space="preserve"> реализацию не в полном объеме образовательных программ в соответствии с учебным планом;</w:t>
      </w:r>
    </w:p>
    <w:p w:rsidR="00E16C6F" w:rsidRPr="00FA7150" w:rsidRDefault="00E16C6F" w:rsidP="00FA7150">
      <w:pPr>
        <w:numPr>
          <w:ilvl w:val="3"/>
          <w:numId w:val="23"/>
        </w:numPr>
        <w:autoSpaceDE w:val="0"/>
        <w:autoSpaceDN w:val="0"/>
        <w:adjustRightInd w:val="0"/>
        <w:ind w:left="0" w:firstLine="567"/>
        <w:jc w:val="both"/>
        <w:rPr>
          <w:b/>
          <w:sz w:val="28"/>
          <w:szCs w:val="28"/>
        </w:rPr>
      </w:pPr>
      <w:r w:rsidRPr="00FA7150">
        <w:rPr>
          <w:sz w:val="28"/>
          <w:szCs w:val="28"/>
        </w:rPr>
        <w:t xml:space="preserve"> качество образования своих выпускников;</w:t>
      </w:r>
    </w:p>
    <w:p w:rsidR="00E16C6F" w:rsidRPr="00FA7150" w:rsidRDefault="00E16C6F" w:rsidP="00FA7150">
      <w:pPr>
        <w:numPr>
          <w:ilvl w:val="3"/>
          <w:numId w:val="23"/>
        </w:numPr>
        <w:autoSpaceDE w:val="0"/>
        <w:autoSpaceDN w:val="0"/>
        <w:adjustRightInd w:val="0"/>
        <w:ind w:left="0" w:firstLine="567"/>
        <w:jc w:val="both"/>
        <w:rPr>
          <w:b/>
          <w:sz w:val="28"/>
          <w:szCs w:val="28"/>
        </w:rPr>
      </w:pPr>
      <w:r w:rsidRPr="00FA7150">
        <w:rPr>
          <w:sz w:val="28"/>
          <w:szCs w:val="28"/>
        </w:rPr>
        <w:t xml:space="preserve"> жизнь и здоровье обучающихся, работников Школы;</w:t>
      </w:r>
    </w:p>
    <w:p w:rsidR="00E16C6F" w:rsidRPr="00FA7150" w:rsidRDefault="00E16C6F" w:rsidP="00FA7150">
      <w:pPr>
        <w:numPr>
          <w:ilvl w:val="3"/>
          <w:numId w:val="23"/>
        </w:numPr>
        <w:autoSpaceDE w:val="0"/>
        <w:autoSpaceDN w:val="0"/>
        <w:adjustRightInd w:val="0"/>
        <w:ind w:left="0" w:firstLine="567"/>
        <w:jc w:val="both"/>
        <w:rPr>
          <w:b/>
          <w:sz w:val="28"/>
          <w:szCs w:val="28"/>
        </w:rPr>
      </w:pPr>
      <w:r w:rsidRPr="00FA7150">
        <w:rPr>
          <w:sz w:val="28"/>
          <w:szCs w:val="28"/>
        </w:rPr>
        <w:t xml:space="preserve"> иные действия, предусмотренные законодательством Российской Федерации.</w:t>
      </w:r>
    </w:p>
    <w:p w:rsidR="00E16C6F" w:rsidRPr="00FA7150" w:rsidRDefault="00E16C6F" w:rsidP="00FA7150">
      <w:pPr>
        <w:numPr>
          <w:ilvl w:val="1"/>
          <w:numId w:val="41"/>
        </w:numPr>
        <w:autoSpaceDE w:val="0"/>
        <w:autoSpaceDN w:val="0"/>
        <w:adjustRightInd w:val="0"/>
        <w:ind w:left="0" w:firstLine="567"/>
        <w:jc w:val="both"/>
        <w:rPr>
          <w:b/>
          <w:sz w:val="28"/>
          <w:szCs w:val="28"/>
        </w:rPr>
      </w:pPr>
      <w:r w:rsidRPr="00FA7150">
        <w:rPr>
          <w:sz w:val="28"/>
          <w:szCs w:val="28"/>
        </w:rPr>
        <w:t xml:space="preserve">За нарушение или незаконное ограничение права на образование и предусмотренных законодательством об образовании прав и свобод обучающихся, родителей </w:t>
      </w:r>
      <w:hyperlink r:id="rId9" w:history="1">
        <w:r w:rsidRPr="00FA7150">
          <w:rPr>
            <w:sz w:val="28"/>
            <w:szCs w:val="28"/>
          </w:rPr>
          <w:t>(законных представителей)</w:t>
        </w:r>
      </w:hyperlink>
      <w:r w:rsidRPr="00FA7150">
        <w:rPr>
          <w:sz w:val="28"/>
          <w:szCs w:val="28"/>
        </w:rPr>
        <w:t xml:space="preserve"> несовершеннолетних обучающихся, нарушение требований к организации и осуществлению образовательной деятельности Школа и ее должностные лица несут административную ответственность в соответствии с Кодексом Российской Федерации об административных правонарушениях.</w:t>
      </w:r>
    </w:p>
    <w:p w:rsidR="00E16C6F" w:rsidRPr="00FA7150" w:rsidRDefault="00E16C6F" w:rsidP="00FA7150">
      <w:pPr>
        <w:numPr>
          <w:ilvl w:val="1"/>
          <w:numId w:val="41"/>
        </w:numPr>
        <w:autoSpaceDE w:val="0"/>
        <w:autoSpaceDN w:val="0"/>
        <w:adjustRightInd w:val="0"/>
        <w:ind w:left="0" w:firstLine="567"/>
        <w:jc w:val="both"/>
        <w:rPr>
          <w:b/>
          <w:sz w:val="28"/>
          <w:szCs w:val="28"/>
        </w:rPr>
      </w:pPr>
      <w:r w:rsidRPr="00FA7150">
        <w:rPr>
          <w:sz w:val="28"/>
          <w:szCs w:val="28"/>
        </w:rPr>
        <w:t>Школа формирует открытые и общедоступные информационные ресурсы, содержащие информацию об её деятельности, и обеспечивает доступ к таким ресурсам посредством размещения их в информационно-телекоммуникационных сетях, в том числе на официальном сайте Школы в сети «Интернет».</w:t>
      </w:r>
    </w:p>
    <w:p w:rsidR="00E16C6F" w:rsidRPr="00FA7150" w:rsidRDefault="00E16C6F" w:rsidP="00FA7150">
      <w:pPr>
        <w:numPr>
          <w:ilvl w:val="1"/>
          <w:numId w:val="41"/>
        </w:numPr>
        <w:autoSpaceDE w:val="0"/>
        <w:autoSpaceDN w:val="0"/>
        <w:adjustRightInd w:val="0"/>
        <w:ind w:left="0" w:firstLine="567"/>
        <w:jc w:val="both"/>
        <w:rPr>
          <w:b/>
          <w:sz w:val="28"/>
          <w:szCs w:val="28"/>
        </w:rPr>
      </w:pPr>
      <w:r w:rsidRPr="00FA7150">
        <w:rPr>
          <w:sz w:val="28"/>
          <w:szCs w:val="28"/>
        </w:rPr>
        <w:t>Школа обеспечивает открытость и доступность:</w:t>
      </w:r>
    </w:p>
    <w:p w:rsidR="00E16C6F" w:rsidRPr="00FA7150" w:rsidRDefault="00E16C6F" w:rsidP="00FA7150">
      <w:pPr>
        <w:numPr>
          <w:ilvl w:val="2"/>
          <w:numId w:val="41"/>
        </w:numPr>
        <w:autoSpaceDE w:val="0"/>
        <w:autoSpaceDN w:val="0"/>
        <w:adjustRightInd w:val="0"/>
        <w:ind w:left="0" w:firstLine="567"/>
        <w:jc w:val="both"/>
        <w:rPr>
          <w:b/>
          <w:sz w:val="28"/>
          <w:szCs w:val="28"/>
        </w:rPr>
      </w:pPr>
      <w:r w:rsidRPr="00FA7150">
        <w:rPr>
          <w:sz w:val="28"/>
          <w:szCs w:val="28"/>
        </w:rPr>
        <w:t>Информации:</w:t>
      </w:r>
    </w:p>
    <w:p w:rsidR="00E16C6F" w:rsidRPr="00FA7150" w:rsidRDefault="00E16C6F" w:rsidP="00FA7150">
      <w:pPr>
        <w:ind w:firstLine="567"/>
        <w:jc w:val="both"/>
        <w:rPr>
          <w:sz w:val="28"/>
          <w:szCs w:val="28"/>
        </w:rPr>
      </w:pPr>
      <w:r w:rsidRPr="00FA7150">
        <w:rPr>
          <w:sz w:val="28"/>
          <w:szCs w:val="28"/>
        </w:rPr>
        <w:t>а) о дате создания Школы, об Учредителе Школы, о месте нахождения Школы, режиме, графике работы, контактных телефонах и об адресах электронной почты;</w:t>
      </w:r>
    </w:p>
    <w:p w:rsidR="00E16C6F" w:rsidRPr="00FA7150" w:rsidRDefault="00E16C6F" w:rsidP="00FA7150">
      <w:pPr>
        <w:ind w:firstLine="567"/>
        <w:jc w:val="both"/>
        <w:rPr>
          <w:sz w:val="28"/>
          <w:szCs w:val="28"/>
        </w:rPr>
      </w:pPr>
      <w:r w:rsidRPr="00FA7150">
        <w:rPr>
          <w:sz w:val="28"/>
          <w:szCs w:val="28"/>
        </w:rPr>
        <w:t>б) о структуре и об органах управления Школой;</w:t>
      </w:r>
    </w:p>
    <w:p w:rsidR="00E16C6F" w:rsidRPr="00FA7150" w:rsidRDefault="00E16C6F" w:rsidP="00FA7150">
      <w:pPr>
        <w:ind w:firstLine="567"/>
        <w:jc w:val="both"/>
        <w:rPr>
          <w:sz w:val="28"/>
          <w:szCs w:val="28"/>
        </w:rPr>
      </w:pPr>
      <w:r w:rsidRPr="00FA7150">
        <w:rPr>
          <w:sz w:val="28"/>
          <w:szCs w:val="28"/>
        </w:rPr>
        <w:t>в) о реализуемых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rsidR="00E16C6F" w:rsidRPr="00FA7150" w:rsidRDefault="00E16C6F" w:rsidP="00FA7150">
      <w:pPr>
        <w:ind w:firstLine="567"/>
        <w:jc w:val="both"/>
        <w:rPr>
          <w:sz w:val="28"/>
          <w:szCs w:val="28"/>
        </w:rPr>
      </w:pPr>
      <w:r w:rsidRPr="00FA7150">
        <w:rPr>
          <w:sz w:val="28"/>
          <w:szCs w:val="28"/>
        </w:rPr>
        <w:t>г) о численности обучающихся по реализуемым образовательным программам за счет бюджетных ассигнований и по договорам об образовании за счет средств физических и (или) юридических лиц;</w:t>
      </w:r>
    </w:p>
    <w:p w:rsidR="00E16C6F" w:rsidRPr="00FA7150" w:rsidRDefault="00E16C6F" w:rsidP="00FA7150">
      <w:pPr>
        <w:ind w:firstLine="567"/>
        <w:jc w:val="both"/>
        <w:rPr>
          <w:sz w:val="28"/>
          <w:szCs w:val="28"/>
        </w:rPr>
      </w:pPr>
      <w:r w:rsidRPr="00FA7150">
        <w:rPr>
          <w:sz w:val="28"/>
          <w:szCs w:val="28"/>
        </w:rPr>
        <w:t>д) о языках образования;</w:t>
      </w:r>
    </w:p>
    <w:p w:rsidR="00E16C6F" w:rsidRPr="00FA7150" w:rsidRDefault="00E16C6F" w:rsidP="00FA7150">
      <w:pPr>
        <w:ind w:firstLine="567"/>
        <w:jc w:val="both"/>
        <w:rPr>
          <w:sz w:val="28"/>
          <w:szCs w:val="28"/>
        </w:rPr>
      </w:pPr>
      <w:r w:rsidRPr="00FA7150">
        <w:rPr>
          <w:sz w:val="28"/>
          <w:szCs w:val="28"/>
        </w:rPr>
        <w:t>е) о федеральных государственных образовательных стандартах;</w:t>
      </w:r>
    </w:p>
    <w:p w:rsidR="00E16C6F" w:rsidRPr="00FA7150" w:rsidRDefault="00E16C6F" w:rsidP="00FA7150">
      <w:pPr>
        <w:ind w:firstLine="567"/>
        <w:jc w:val="both"/>
        <w:rPr>
          <w:sz w:val="28"/>
          <w:szCs w:val="28"/>
        </w:rPr>
      </w:pPr>
      <w:r w:rsidRPr="00FA7150">
        <w:rPr>
          <w:sz w:val="28"/>
          <w:szCs w:val="28"/>
        </w:rPr>
        <w:t>ж) о директоре Школы, его заместителях;</w:t>
      </w:r>
    </w:p>
    <w:p w:rsidR="00E16C6F" w:rsidRPr="00FA7150" w:rsidRDefault="00E16C6F" w:rsidP="00FA7150">
      <w:pPr>
        <w:ind w:firstLine="567"/>
        <w:jc w:val="both"/>
        <w:rPr>
          <w:sz w:val="28"/>
          <w:szCs w:val="28"/>
        </w:rPr>
      </w:pPr>
      <w:r w:rsidRPr="00FA7150">
        <w:rPr>
          <w:sz w:val="28"/>
          <w:szCs w:val="28"/>
        </w:rPr>
        <w:t>з) о персональном составе педагогических работников с указанием уровня образования, квалификации и опыта работы;</w:t>
      </w:r>
    </w:p>
    <w:p w:rsidR="00E16C6F" w:rsidRPr="00FA7150" w:rsidRDefault="00E16C6F" w:rsidP="00FA7150">
      <w:pPr>
        <w:ind w:firstLine="567"/>
        <w:jc w:val="both"/>
        <w:rPr>
          <w:sz w:val="28"/>
          <w:szCs w:val="28"/>
        </w:rPr>
      </w:pPr>
      <w:r w:rsidRPr="00FA7150">
        <w:rPr>
          <w:sz w:val="28"/>
          <w:szCs w:val="28"/>
        </w:rPr>
        <w:t>и) о материально-техническом обеспечении образовательной деятельности (в том числе о наличии оборудованных учебных кабинетов, объектов для проведения практических занятий, библиотек, объектов спорта, средств обучения и воспитания, об условиях питания и охраны здоровья обучающихся, о доступе к информационным системам и информационно-телекоммуникационным сетям, об электронных образовательных ресурсах, к которым обеспечивается доступ обучающихся);</w:t>
      </w:r>
    </w:p>
    <w:p w:rsidR="00E16C6F" w:rsidRPr="00FA7150" w:rsidRDefault="00E16C6F" w:rsidP="00FA7150">
      <w:pPr>
        <w:ind w:firstLine="567"/>
        <w:jc w:val="both"/>
        <w:rPr>
          <w:sz w:val="28"/>
          <w:szCs w:val="28"/>
        </w:rPr>
      </w:pPr>
      <w:r w:rsidRPr="00FA7150">
        <w:rPr>
          <w:sz w:val="28"/>
          <w:szCs w:val="28"/>
        </w:rPr>
        <w:t>к) о количестве вакантных мест для приема (перевода) по каждой образовательной программе;</w:t>
      </w:r>
    </w:p>
    <w:p w:rsidR="00E16C6F" w:rsidRPr="00FA7150" w:rsidRDefault="00E16C6F" w:rsidP="00FA7150">
      <w:pPr>
        <w:ind w:firstLine="567"/>
        <w:jc w:val="both"/>
        <w:rPr>
          <w:sz w:val="28"/>
          <w:szCs w:val="28"/>
        </w:rPr>
      </w:pPr>
      <w:r w:rsidRPr="00FA7150">
        <w:rPr>
          <w:sz w:val="28"/>
          <w:szCs w:val="28"/>
        </w:rPr>
        <w:t>л) об объеме образовательной деятельности, финансовое обеспечение которой осуществляется за счет бюджета и по договорам об образовании за счет средств физических и (или) юридических лиц;</w:t>
      </w:r>
    </w:p>
    <w:p w:rsidR="00E16C6F" w:rsidRPr="00FA7150" w:rsidRDefault="00E16C6F" w:rsidP="00FA7150">
      <w:pPr>
        <w:ind w:firstLine="567"/>
        <w:jc w:val="both"/>
        <w:rPr>
          <w:sz w:val="28"/>
          <w:szCs w:val="28"/>
        </w:rPr>
      </w:pPr>
      <w:r w:rsidRPr="00FA7150">
        <w:rPr>
          <w:sz w:val="28"/>
          <w:szCs w:val="28"/>
        </w:rPr>
        <w:t>м) о поступлении финансовых и материальных средств и об их расходовании по итогам финансового года;</w:t>
      </w:r>
    </w:p>
    <w:p w:rsidR="00E16C6F" w:rsidRPr="00FA7150" w:rsidRDefault="00E16C6F" w:rsidP="00FA7150">
      <w:pPr>
        <w:ind w:firstLine="567"/>
        <w:jc w:val="both"/>
        <w:rPr>
          <w:sz w:val="28"/>
          <w:szCs w:val="28"/>
        </w:rPr>
      </w:pPr>
      <w:r w:rsidRPr="00FA7150">
        <w:rPr>
          <w:sz w:val="28"/>
          <w:szCs w:val="28"/>
        </w:rPr>
        <w:t>с) о трудоустройстве выпускников Школы.</w:t>
      </w:r>
    </w:p>
    <w:p w:rsidR="00E16C6F" w:rsidRPr="00FA7150" w:rsidRDefault="00E16C6F" w:rsidP="00FA7150">
      <w:pPr>
        <w:numPr>
          <w:ilvl w:val="2"/>
          <w:numId w:val="41"/>
        </w:numPr>
        <w:ind w:left="0" w:firstLine="567"/>
        <w:jc w:val="both"/>
        <w:rPr>
          <w:sz w:val="28"/>
          <w:szCs w:val="28"/>
        </w:rPr>
      </w:pPr>
      <w:r w:rsidRPr="00FA7150">
        <w:rPr>
          <w:sz w:val="28"/>
          <w:szCs w:val="28"/>
        </w:rPr>
        <w:t>Копий:</w:t>
      </w:r>
    </w:p>
    <w:p w:rsidR="00E16C6F" w:rsidRPr="00FA7150" w:rsidRDefault="00E16C6F" w:rsidP="00FA7150">
      <w:pPr>
        <w:ind w:firstLine="567"/>
        <w:jc w:val="both"/>
        <w:rPr>
          <w:sz w:val="28"/>
          <w:szCs w:val="28"/>
        </w:rPr>
      </w:pPr>
      <w:r w:rsidRPr="00FA7150">
        <w:rPr>
          <w:sz w:val="28"/>
          <w:szCs w:val="28"/>
        </w:rPr>
        <w:t>а) устава Школы;</w:t>
      </w:r>
    </w:p>
    <w:p w:rsidR="00E16C6F" w:rsidRPr="00FA7150" w:rsidRDefault="00E16C6F" w:rsidP="00FA7150">
      <w:pPr>
        <w:ind w:firstLine="567"/>
        <w:jc w:val="both"/>
        <w:rPr>
          <w:sz w:val="28"/>
          <w:szCs w:val="28"/>
        </w:rPr>
      </w:pPr>
      <w:r w:rsidRPr="00FA7150">
        <w:rPr>
          <w:sz w:val="28"/>
          <w:szCs w:val="28"/>
        </w:rPr>
        <w:t>б) лицензии на осуществление образовательной деятельности (с приложениями);</w:t>
      </w:r>
    </w:p>
    <w:p w:rsidR="00E16C6F" w:rsidRPr="00FA7150" w:rsidRDefault="00E16C6F" w:rsidP="00FA7150">
      <w:pPr>
        <w:ind w:firstLine="567"/>
        <w:jc w:val="both"/>
        <w:rPr>
          <w:sz w:val="28"/>
          <w:szCs w:val="28"/>
        </w:rPr>
      </w:pPr>
      <w:r w:rsidRPr="00FA7150">
        <w:rPr>
          <w:sz w:val="28"/>
          <w:szCs w:val="28"/>
        </w:rPr>
        <w:t>в) свидетельства о государственной аккредитации (с приложениями);</w:t>
      </w:r>
    </w:p>
    <w:p w:rsidR="00E16C6F" w:rsidRPr="00FA7150" w:rsidRDefault="00E16C6F" w:rsidP="00FA7150">
      <w:pPr>
        <w:ind w:firstLine="567"/>
        <w:jc w:val="both"/>
        <w:rPr>
          <w:sz w:val="28"/>
          <w:szCs w:val="28"/>
        </w:rPr>
      </w:pPr>
      <w:r w:rsidRPr="00FA7150">
        <w:rPr>
          <w:sz w:val="28"/>
          <w:szCs w:val="28"/>
        </w:rPr>
        <w:t xml:space="preserve">г) плана финансово-хозяйственной деятельности Школы, утвержденного в установленном законодательством </w:t>
      </w:r>
      <w:hyperlink r:id="rId10" w:history="1">
        <w:r w:rsidRPr="00FA7150">
          <w:rPr>
            <w:sz w:val="28"/>
            <w:szCs w:val="28"/>
          </w:rPr>
          <w:t>порядке</w:t>
        </w:r>
      </w:hyperlink>
      <w:r w:rsidRPr="00FA7150">
        <w:rPr>
          <w:sz w:val="28"/>
          <w:szCs w:val="28"/>
        </w:rPr>
        <w:t>;</w:t>
      </w:r>
    </w:p>
    <w:p w:rsidR="00E16C6F" w:rsidRPr="00FA7150" w:rsidRDefault="00E16C6F" w:rsidP="00FA7150">
      <w:pPr>
        <w:ind w:firstLine="567"/>
        <w:jc w:val="both"/>
        <w:rPr>
          <w:sz w:val="28"/>
          <w:szCs w:val="28"/>
        </w:rPr>
      </w:pPr>
      <w:r w:rsidRPr="00FA7150">
        <w:rPr>
          <w:sz w:val="28"/>
          <w:szCs w:val="28"/>
        </w:rPr>
        <w:t xml:space="preserve">д) локальных нормативных актов по основным вопросам организации осуществления образовательной деятельности, в том числе регламентирующих 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Школой и обучающимися и (или) родителями </w:t>
      </w:r>
      <w:hyperlink r:id="rId11" w:history="1">
        <w:r w:rsidRPr="00FA7150">
          <w:rPr>
            <w:sz w:val="28"/>
            <w:szCs w:val="28"/>
          </w:rPr>
          <w:t>(законными представителями)</w:t>
        </w:r>
      </w:hyperlink>
      <w:r w:rsidRPr="00FA7150">
        <w:rPr>
          <w:sz w:val="28"/>
          <w:szCs w:val="28"/>
        </w:rPr>
        <w:t xml:space="preserve"> несовершеннолетних обучающихся, правил внутреннего распорядка обучающихся, правил внутреннего трудового распорядка, коллективного договора;</w:t>
      </w:r>
    </w:p>
    <w:p w:rsidR="00E16C6F" w:rsidRPr="00FA7150" w:rsidRDefault="00E16C6F" w:rsidP="00FA7150">
      <w:pPr>
        <w:numPr>
          <w:ilvl w:val="2"/>
          <w:numId w:val="41"/>
        </w:numPr>
        <w:ind w:left="0" w:firstLine="567"/>
        <w:jc w:val="both"/>
        <w:rPr>
          <w:sz w:val="28"/>
          <w:szCs w:val="28"/>
        </w:rPr>
      </w:pPr>
      <w:r w:rsidRPr="00FA7150">
        <w:rPr>
          <w:sz w:val="28"/>
          <w:szCs w:val="28"/>
        </w:rPr>
        <w:t>Отчеты о результатах финансовой, хозяйственной деятельности, самообследования.</w:t>
      </w:r>
    </w:p>
    <w:p w:rsidR="00E16C6F" w:rsidRPr="00FA7150" w:rsidRDefault="00E16C6F" w:rsidP="00FA7150">
      <w:pPr>
        <w:numPr>
          <w:ilvl w:val="2"/>
          <w:numId w:val="41"/>
        </w:numPr>
        <w:ind w:left="0" w:firstLine="567"/>
        <w:jc w:val="both"/>
        <w:rPr>
          <w:sz w:val="28"/>
          <w:szCs w:val="28"/>
        </w:rPr>
      </w:pPr>
      <w:r w:rsidRPr="00FA7150">
        <w:rPr>
          <w:sz w:val="28"/>
          <w:szCs w:val="28"/>
        </w:rPr>
        <w:t>Документа о порядке оказания платных образовательных услуг, в том числе образца договора об оказании платных образовательных услуг, документа об утверждении стоимости обучения по каждой образовательной программе.</w:t>
      </w:r>
    </w:p>
    <w:p w:rsidR="00E16C6F" w:rsidRPr="00FA7150" w:rsidRDefault="00E16C6F" w:rsidP="00FA7150">
      <w:pPr>
        <w:numPr>
          <w:ilvl w:val="2"/>
          <w:numId w:val="41"/>
        </w:numPr>
        <w:ind w:left="0" w:firstLine="567"/>
        <w:jc w:val="both"/>
        <w:rPr>
          <w:sz w:val="28"/>
          <w:szCs w:val="28"/>
        </w:rPr>
      </w:pPr>
      <w:r w:rsidRPr="00FA7150">
        <w:rPr>
          <w:sz w:val="28"/>
          <w:szCs w:val="28"/>
        </w:rPr>
        <w:t>Предписаний органов, осуществляющих государственный контроль (надзор) в сфере образования, отчетов об исполнении таких предписаний.</w:t>
      </w:r>
    </w:p>
    <w:p w:rsidR="00E16C6F" w:rsidRPr="00FA7150" w:rsidRDefault="00E16C6F" w:rsidP="00FA7150">
      <w:pPr>
        <w:numPr>
          <w:ilvl w:val="2"/>
          <w:numId w:val="41"/>
        </w:numPr>
        <w:ind w:left="0" w:firstLine="567"/>
        <w:jc w:val="both"/>
        <w:rPr>
          <w:sz w:val="28"/>
          <w:szCs w:val="28"/>
        </w:rPr>
      </w:pPr>
      <w:r w:rsidRPr="00FA7150">
        <w:rPr>
          <w:sz w:val="28"/>
          <w:szCs w:val="28"/>
        </w:rPr>
        <w:t>Иной информации, которая размещается, опубликовывается по решению Школы и (или) размещение, опубликование которой являются обязательными в соответствии с законодательством Российской Федерации.</w:t>
      </w:r>
    </w:p>
    <w:p w:rsidR="00E16C6F" w:rsidRPr="00FA7150" w:rsidRDefault="00E16C6F" w:rsidP="00FA7150">
      <w:pPr>
        <w:numPr>
          <w:ilvl w:val="2"/>
          <w:numId w:val="41"/>
        </w:numPr>
        <w:ind w:left="0" w:firstLine="567"/>
        <w:jc w:val="both"/>
        <w:rPr>
          <w:sz w:val="28"/>
          <w:szCs w:val="28"/>
        </w:rPr>
      </w:pPr>
      <w:r w:rsidRPr="00FA7150">
        <w:rPr>
          <w:sz w:val="28"/>
          <w:szCs w:val="28"/>
        </w:rPr>
        <w:t xml:space="preserve">Указанные информация и документы, если они в соответствии с законодательством Российской Федерации не отнесены к сведениям, составляющим государственную и иную охраняемую </w:t>
      </w:r>
      <w:hyperlink r:id="rId12" w:history="1">
        <w:r w:rsidRPr="00FA7150">
          <w:rPr>
            <w:sz w:val="28"/>
            <w:szCs w:val="28"/>
          </w:rPr>
          <w:t>законом</w:t>
        </w:r>
      </w:hyperlink>
      <w:r w:rsidRPr="00FA7150">
        <w:rPr>
          <w:sz w:val="28"/>
          <w:szCs w:val="28"/>
        </w:rPr>
        <w:t xml:space="preserve"> тайну, подлежат размещению на официальном сайте Школы в сети «Интернет» и обновлению в течение десяти рабочих дней со дня их создания, получения или внесения в них соответствующих изменений.</w:t>
      </w:r>
    </w:p>
    <w:p w:rsidR="00E16C6F" w:rsidRPr="00FA7150" w:rsidRDefault="00E16C6F" w:rsidP="00FA7150">
      <w:pPr>
        <w:ind w:firstLine="567"/>
        <w:jc w:val="both"/>
        <w:rPr>
          <w:sz w:val="28"/>
          <w:szCs w:val="28"/>
        </w:rPr>
      </w:pPr>
      <w:r w:rsidRPr="00FA7150">
        <w:rPr>
          <w:sz w:val="28"/>
          <w:szCs w:val="28"/>
        </w:rPr>
        <w:t>Размещение на официальном сайте Школы в сети «Интернет» и обновление информации о Школе, осуществляется в порядке утвержденном Правительством Российской Федерации.</w:t>
      </w:r>
    </w:p>
    <w:p w:rsidR="00E16C6F" w:rsidRPr="00FA7150" w:rsidRDefault="00E16C6F" w:rsidP="00FA7150">
      <w:pPr>
        <w:numPr>
          <w:ilvl w:val="1"/>
          <w:numId w:val="41"/>
        </w:numPr>
        <w:ind w:left="0" w:firstLine="567"/>
        <w:jc w:val="both"/>
        <w:rPr>
          <w:sz w:val="28"/>
          <w:szCs w:val="28"/>
        </w:rPr>
      </w:pPr>
      <w:r w:rsidRPr="00FA7150">
        <w:rPr>
          <w:sz w:val="28"/>
          <w:szCs w:val="28"/>
        </w:rPr>
        <w:t>Организация охраны здоровья обучающихся в Школе осуществляется самой Школой.</w:t>
      </w:r>
    </w:p>
    <w:p w:rsidR="00E16C6F" w:rsidRPr="00FA7150" w:rsidRDefault="00E16C6F" w:rsidP="00FA7150">
      <w:pPr>
        <w:numPr>
          <w:ilvl w:val="2"/>
          <w:numId w:val="41"/>
        </w:numPr>
        <w:ind w:left="0" w:firstLine="567"/>
        <w:jc w:val="both"/>
        <w:rPr>
          <w:sz w:val="28"/>
          <w:szCs w:val="28"/>
        </w:rPr>
      </w:pPr>
      <w:r w:rsidRPr="00FA7150">
        <w:rPr>
          <w:sz w:val="28"/>
          <w:szCs w:val="28"/>
        </w:rPr>
        <w:t>Охрана здоровья обучающихся включает в себя:</w:t>
      </w:r>
    </w:p>
    <w:p w:rsidR="00E16C6F" w:rsidRPr="00FA7150" w:rsidRDefault="00E16C6F" w:rsidP="00FA7150">
      <w:pPr>
        <w:ind w:firstLine="567"/>
        <w:jc w:val="both"/>
        <w:rPr>
          <w:sz w:val="28"/>
          <w:szCs w:val="28"/>
        </w:rPr>
      </w:pPr>
      <w:r w:rsidRPr="00FA7150">
        <w:rPr>
          <w:sz w:val="28"/>
          <w:szCs w:val="28"/>
        </w:rPr>
        <w:t>1) оказание первичной медико-санитарной помощи в порядке, установленном законодательством в сфере охраны здоровья;</w:t>
      </w:r>
    </w:p>
    <w:p w:rsidR="00E16C6F" w:rsidRPr="00FA7150" w:rsidRDefault="00E16C6F" w:rsidP="00FA7150">
      <w:pPr>
        <w:ind w:firstLine="567"/>
        <w:jc w:val="both"/>
        <w:rPr>
          <w:sz w:val="28"/>
          <w:szCs w:val="28"/>
        </w:rPr>
      </w:pPr>
      <w:r w:rsidRPr="00FA7150">
        <w:rPr>
          <w:sz w:val="28"/>
          <w:szCs w:val="28"/>
        </w:rPr>
        <w:t>2) организацию питания обучающихся;</w:t>
      </w:r>
    </w:p>
    <w:p w:rsidR="00E16C6F" w:rsidRPr="00FA7150" w:rsidRDefault="00E16C6F" w:rsidP="00FA7150">
      <w:pPr>
        <w:ind w:firstLine="567"/>
        <w:jc w:val="both"/>
        <w:rPr>
          <w:sz w:val="28"/>
          <w:szCs w:val="28"/>
        </w:rPr>
      </w:pPr>
      <w:r w:rsidRPr="00FA7150">
        <w:rPr>
          <w:sz w:val="28"/>
          <w:szCs w:val="28"/>
        </w:rPr>
        <w:t>3) определение оптимальной учебной, внеучебной нагрузки, режима учебных занятий и продолжительности каникул;</w:t>
      </w:r>
    </w:p>
    <w:p w:rsidR="00E16C6F" w:rsidRPr="00FA7150" w:rsidRDefault="00E16C6F" w:rsidP="00FA7150">
      <w:pPr>
        <w:ind w:firstLine="567"/>
        <w:jc w:val="both"/>
        <w:rPr>
          <w:sz w:val="28"/>
          <w:szCs w:val="28"/>
        </w:rPr>
      </w:pPr>
      <w:r w:rsidRPr="00FA7150">
        <w:rPr>
          <w:sz w:val="28"/>
          <w:szCs w:val="28"/>
        </w:rPr>
        <w:t>4) пропаганду и обучение навыкам здорового образа жизни, требованиям охраны труда;</w:t>
      </w:r>
    </w:p>
    <w:p w:rsidR="00E16C6F" w:rsidRPr="00FA7150" w:rsidRDefault="00E16C6F" w:rsidP="00FA7150">
      <w:pPr>
        <w:ind w:firstLine="567"/>
        <w:jc w:val="both"/>
        <w:rPr>
          <w:sz w:val="28"/>
          <w:szCs w:val="28"/>
        </w:rPr>
      </w:pPr>
      <w:r w:rsidRPr="00FA7150">
        <w:rPr>
          <w:sz w:val="28"/>
          <w:szCs w:val="28"/>
        </w:rPr>
        <w:t>5) организацию и создание условий для профилактики заболеваний и оздоровления обучающихся, для занятия ими физической культурой и спортом;</w:t>
      </w:r>
    </w:p>
    <w:p w:rsidR="00E16C6F" w:rsidRPr="00FA7150" w:rsidRDefault="00E16C6F" w:rsidP="00FA7150">
      <w:pPr>
        <w:ind w:firstLine="567"/>
        <w:jc w:val="both"/>
        <w:rPr>
          <w:sz w:val="28"/>
          <w:szCs w:val="28"/>
        </w:rPr>
      </w:pPr>
      <w:r w:rsidRPr="00FA7150">
        <w:rPr>
          <w:sz w:val="28"/>
          <w:szCs w:val="28"/>
        </w:rPr>
        <w:t>6) прохождение обучающимися в соответствии с законодательством Российской Федерации периодических медицинских осмотров и диспансеризации;</w:t>
      </w:r>
    </w:p>
    <w:p w:rsidR="00E16C6F" w:rsidRPr="00FA7150" w:rsidRDefault="00E16C6F" w:rsidP="00FA7150">
      <w:pPr>
        <w:ind w:firstLine="567"/>
        <w:jc w:val="both"/>
        <w:rPr>
          <w:sz w:val="28"/>
          <w:szCs w:val="28"/>
        </w:rPr>
      </w:pPr>
      <w:r w:rsidRPr="00FA7150">
        <w:rPr>
          <w:sz w:val="28"/>
          <w:szCs w:val="28"/>
        </w:rPr>
        <w:t>7) профилактику и запрещение курения, употребления алкогольных, слабоалкогольных напитков, пива, наркотических средств и психотропных веществ, их прекурсоров и аналогов и других одурманивающих веществ;</w:t>
      </w:r>
    </w:p>
    <w:p w:rsidR="00E16C6F" w:rsidRPr="00FA7150" w:rsidRDefault="00E16C6F" w:rsidP="00FA7150">
      <w:pPr>
        <w:ind w:firstLine="567"/>
        <w:jc w:val="both"/>
        <w:rPr>
          <w:sz w:val="28"/>
          <w:szCs w:val="28"/>
        </w:rPr>
      </w:pPr>
      <w:r w:rsidRPr="00FA7150">
        <w:rPr>
          <w:sz w:val="28"/>
          <w:szCs w:val="28"/>
        </w:rPr>
        <w:t>8) обеспечение безопасности обучающихся во время пребывания в Школе;</w:t>
      </w:r>
    </w:p>
    <w:p w:rsidR="00E16C6F" w:rsidRPr="00FA7150" w:rsidRDefault="00E16C6F" w:rsidP="00FA7150">
      <w:pPr>
        <w:ind w:firstLine="567"/>
        <w:jc w:val="both"/>
        <w:rPr>
          <w:sz w:val="28"/>
          <w:szCs w:val="28"/>
        </w:rPr>
      </w:pPr>
      <w:r w:rsidRPr="00FA7150">
        <w:rPr>
          <w:sz w:val="28"/>
          <w:szCs w:val="28"/>
        </w:rPr>
        <w:t>9) профилактику несчастных случаев с обучающимися во время пребывания в Школе;</w:t>
      </w:r>
    </w:p>
    <w:p w:rsidR="00E16C6F" w:rsidRPr="00FA7150" w:rsidRDefault="00E16C6F" w:rsidP="00FA7150">
      <w:pPr>
        <w:ind w:firstLine="567"/>
        <w:jc w:val="both"/>
        <w:rPr>
          <w:sz w:val="28"/>
          <w:szCs w:val="28"/>
        </w:rPr>
      </w:pPr>
      <w:r w:rsidRPr="00FA7150">
        <w:rPr>
          <w:sz w:val="28"/>
          <w:szCs w:val="28"/>
        </w:rPr>
        <w:t>10) проведение санитарно-противоэпидемических и профилактических мероприятий.</w:t>
      </w:r>
    </w:p>
    <w:p w:rsidR="00E16C6F" w:rsidRPr="00FA7150" w:rsidRDefault="00E16C6F" w:rsidP="00FA7150">
      <w:pPr>
        <w:numPr>
          <w:ilvl w:val="2"/>
          <w:numId w:val="41"/>
        </w:numPr>
        <w:ind w:left="0" w:firstLine="567"/>
        <w:jc w:val="both"/>
        <w:rPr>
          <w:sz w:val="28"/>
          <w:szCs w:val="28"/>
        </w:rPr>
      </w:pPr>
      <w:r w:rsidRPr="00FA7150">
        <w:rPr>
          <w:sz w:val="28"/>
          <w:szCs w:val="28"/>
        </w:rPr>
        <w:t xml:space="preserve">Организацию оказания первичной медико-санитарной помощи обучающимся Школы осуществляют органы исполнительной власти в сфере здравоохранения. </w:t>
      </w:r>
    </w:p>
    <w:p w:rsidR="00E16C6F" w:rsidRPr="00FA7150" w:rsidRDefault="00E16C6F" w:rsidP="00FA7150">
      <w:pPr>
        <w:numPr>
          <w:ilvl w:val="2"/>
          <w:numId w:val="41"/>
        </w:numPr>
        <w:ind w:left="0" w:firstLine="567"/>
        <w:jc w:val="both"/>
        <w:rPr>
          <w:sz w:val="28"/>
          <w:szCs w:val="28"/>
        </w:rPr>
      </w:pPr>
      <w:r w:rsidRPr="00FA7150">
        <w:rPr>
          <w:sz w:val="28"/>
          <w:szCs w:val="28"/>
        </w:rPr>
        <w:t>Школа обязана предоставить безвозмездно медицинской организации помещение, соответствующее условиям и требованиям для осуществления медицинской деятельности.</w:t>
      </w:r>
    </w:p>
    <w:p w:rsidR="00E16C6F" w:rsidRPr="00FA7150" w:rsidRDefault="00E16C6F" w:rsidP="00FA7150">
      <w:pPr>
        <w:numPr>
          <w:ilvl w:val="2"/>
          <w:numId w:val="41"/>
        </w:numPr>
        <w:ind w:left="0" w:firstLine="567"/>
        <w:jc w:val="both"/>
        <w:rPr>
          <w:sz w:val="28"/>
          <w:szCs w:val="28"/>
        </w:rPr>
      </w:pPr>
      <w:r w:rsidRPr="00FA7150">
        <w:rPr>
          <w:sz w:val="28"/>
          <w:szCs w:val="28"/>
        </w:rPr>
        <w:t>Школа, при реализации общеобразовательных программ создает условия для охраны здоровья обучающихся, в том числе обеспечивает:</w:t>
      </w:r>
    </w:p>
    <w:p w:rsidR="00E16C6F" w:rsidRPr="00FA7150" w:rsidRDefault="00E16C6F" w:rsidP="00FA7150">
      <w:pPr>
        <w:ind w:firstLine="567"/>
        <w:jc w:val="both"/>
        <w:rPr>
          <w:sz w:val="28"/>
          <w:szCs w:val="28"/>
        </w:rPr>
      </w:pPr>
      <w:r w:rsidRPr="00FA7150">
        <w:rPr>
          <w:sz w:val="28"/>
          <w:szCs w:val="28"/>
        </w:rPr>
        <w:t>1) текущий контроль за состоянием здоровья обучающихся;</w:t>
      </w:r>
    </w:p>
    <w:p w:rsidR="00E16C6F" w:rsidRPr="00FA7150" w:rsidRDefault="00E16C6F" w:rsidP="00FA7150">
      <w:pPr>
        <w:ind w:firstLine="567"/>
        <w:jc w:val="both"/>
        <w:rPr>
          <w:sz w:val="28"/>
          <w:szCs w:val="28"/>
        </w:rPr>
      </w:pPr>
      <w:r w:rsidRPr="00FA7150">
        <w:rPr>
          <w:sz w:val="28"/>
          <w:szCs w:val="28"/>
        </w:rPr>
        <w:t>2) проведение санитарно-гигиенических, профилактических и оздоровительных мероприятий, обучение и воспитание в сфере охраны здоровья;</w:t>
      </w:r>
    </w:p>
    <w:p w:rsidR="00E16C6F" w:rsidRPr="00FA7150" w:rsidRDefault="00E16C6F" w:rsidP="00FA7150">
      <w:pPr>
        <w:ind w:firstLine="567"/>
        <w:jc w:val="both"/>
        <w:rPr>
          <w:sz w:val="28"/>
          <w:szCs w:val="28"/>
        </w:rPr>
      </w:pPr>
      <w:r w:rsidRPr="00FA7150">
        <w:rPr>
          <w:sz w:val="28"/>
          <w:szCs w:val="28"/>
        </w:rPr>
        <w:t>3) соблюдение государственных санитарно-эпидемиологических правил и нормативов;</w:t>
      </w:r>
    </w:p>
    <w:p w:rsidR="00E16C6F" w:rsidRPr="00FA7150" w:rsidRDefault="00E16C6F" w:rsidP="00FA7150">
      <w:pPr>
        <w:ind w:firstLine="567"/>
        <w:jc w:val="both"/>
        <w:rPr>
          <w:sz w:val="28"/>
          <w:szCs w:val="28"/>
        </w:rPr>
      </w:pPr>
      <w:r w:rsidRPr="00FA7150">
        <w:rPr>
          <w:sz w:val="28"/>
          <w:szCs w:val="28"/>
        </w:rPr>
        <w:t>4) расследование и учет несчастных случаев с обучающимися во время пребывания в Школе в установленном порядке.</w:t>
      </w:r>
    </w:p>
    <w:p w:rsidR="00E16C6F" w:rsidRPr="00FA7150" w:rsidRDefault="00E16C6F" w:rsidP="00FA7150">
      <w:pPr>
        <w:numPr>
          <w:ilvl w:val="2"/>
          <w:numId w:val="41"/>
        </w:numPr>
        <w:ind w:left="0" w:firstLine="567"/>
        <w:jc w:val="both"/>
        <w:rPr>
          <w:sz w:val="28"/>
          <w:szCs w:val="28"/>
        </w:rPr>
      </w:pPr>
      <w:r w:rsidRPr="00FA7150">
        <w:rPr>
          <w:sz w:val="28"/>
          <w:szCs w:val="28"/>
        </w:rPr>
        <w:t>Медицинский персонал, наряду с администрацией и педагогическими работниками Школы, несет ответственность за здоровье и физическое развитие учащихся, проведение лечебно-профилактических мероприятий, соблюдение санитарно-гигиенических норм, режим и качество питания обучающихся.</w:t>
      </w:r>
    </w:p>
    <w:p w:rsidR="00E16C6F" w:rsidRPr="00FA7150" w:rsidRDefault="00E16C6F" w:rsidP="00FA7150">
      <w:pPr>
        <w:numPr>
          <w:ilvl w:val="1"/>
          <w:numId w:val="41"/>
        </w:numPr>
        <w:ind w:left="0" w:firstLine="567"/>
        <w:jc w:val="both"/>
        <w:rPr>
          <w:sz w:val="28"/>
          <w:szCs w:val="28"/>
        </w:rPr>
      </w:pPr>
      <w:r w:rsidRPr="00FA7150">
        <w:rPr>
          <w:sz w:val="28"/>
          <w:szCs w:val="28"/>
        </w:rPr>
        <w:t>Организация питания обучающихся возлагается на Школу.</w:t>
      </w:r>
    </w:p>
    <w:p w:rsidR="00E16C6F" w:rsidRPr="00FA7150" w:rsidRDefault="00E16C6F" w:rsidP="00FA7150">
      <w:pPr>
        <w:numPr>
          <w:ilvl w:val="2"/>
          <w:numId w:val="41"/>
        </w:numPr>
        <w:ind w:left="0" w:firstLine="567"/>
        <w:jc w:val="both"/>
        <w:rPr>
          <w:sz w:val="28"/>
          <w:szCs w:val="28"/>
        </w:rPr>
      </w:pPr>
      <w:r w:rsidRPr="00FA7150">
        <w:rPr>
          <w:sz w:val="28"/>
          <w:szCs w:val="28"/>
        </w:rPr>
        <w:t>Организация питания осуществляется Школой совместно с предприятием общественного питания на договорной основе в специально оборудованном помещении.</w:t>
      </w:r>
    </w:p>
    <w:p w:rsidR="00E16C6F" w:rsidRPr="00FA7150" w:rsidRDefault="00E16C6F" w:rsidP="00FA7150">
      <w:pPr>
        <w:numPr>
          <w:ilvl w:val="2"/>
          <w:numId w:val="41"/>
        </w:numPr>
        <w:ind w:left="0" w:firstLine="567"/>
        <w:jc w:val="both"/>
        <w:rPr>
          <w:sz w:val="28"/>
          <w:szCs w:val="28"/>
        </w:rPr>
      </w:pPr>
      <w:r w:rsidRPr="00FA7150">
        <w:rPr>
          <w:sz w:val="28"/>
          <w:szCs w:val="28"/>
        </w:rPr>
        <w:t>Предприятие общественного питания наряду с администрацией несет ответственность за соблюдение санитарно-гигиенических норм, режим и качество питания.</w:t>
      </w:r>
    </w:p>
    <w:p w:rsidR="00E16C6F" w:rsidRPr="00FA7150" w:rsidRDefault="00E16C6F" w:rsidP="00FA7150">
      <w:pPr>
        <w:numPr>
          <w:ilvl w:val="1"/>
          <w:numId w:val="41"/>
        </w:numPr>
        <w:ind w:left="0" w:firstLine="567"/>
        <w:jc w:val="both"/>
        <w:rPr>
          <w:sz w:val="28"/>
          <w:szCs w:val="28"/>
        </w:rPr>
      </w:pPr>
      <w:r w:rsidRPr="00FA7150">
        <w:rPr>
          <w:sz w:val="28"/>
          <w:szCs w:val="28"/>
        </w:rPr>
        <w:t>Школа оказывает психолого-педагогическую и социальную помощь обучающимся, испытывающим трудности в освоении основных общеобразовательных программ.</w:t>
      </w:r>
    </w:p>
    <w:p w:rsidR="00E16C6F" w:rsidRPr="00FA7150" w:rsidRDefault="00E16C6F" w:rsidP="00FA7150">
      <w:pPr>
        <w:numPr>
          <w:ilvl w:val="2"/>
          <w:numId w:val="41"/>
        </w:numPr>
        <w:ind w:left="0" w:firstLine="567"/>
        <w:jc w:val="both"/>
        <w:rPr>
          <w:sz w:val="28"/>
          <w:szCs w:val="28"/>
        </w:rPr>
      </w:pPr>
      <w:r w:rsidRPr="00FA7150">
        <w:rPr>
          <w:sz w:val="28"/>
          <w:szCs w:val="28"/>
        </w:rPr>
        <w:t>Психолого-педагогическая и социальная помощь оказывается педагогом-психологом, социальным педагогом и другими педагогическими работниками Школы.</w:t>
      </w:r>
    </w:p>
    <w:p w:rsidR="00E16C6F" w:rsidRPr="00FA7150" w:rsidRDefault="00E16C6F" w:rsidP="00FA7150">
      <w:pPr>
        <w:pStyle w:val="BodyText"/>
        <w:numPr>
          <w:ilvl w:val="1"/>
          <w:numId w:val="41"/>
        </w:numPr>
        <w:suppressAutoHyphens/>
        <w:spacing w:line="240" w:lineRule="auto"/>
        <w:ind w:left="0" w:firstLine="567"/>
        <w:rPr>
          <w:snapToGrid w:val="0"/>
          <w:sz w:val="28"/>
          <w:szCs w:val="28"/>
        </w:rPr>
      </w:pPr>
      <w:r w:rsidRPr="00FA7150">
        <w:rPr>
          <w:sz w:val="28"/>
          <w:szCs w:val="28"/>
        </w:rPr>
        <w:t>Школа вправе сверх установленного муниципального задания, а также в случаях, определенных федеральным законодательством и Уставом, в пределах установленного муниципального задания выполнять работы, оказывать услуги, относящиеся к его основным видам деятельности, для физических и юридических лиц за плату и на одинаковых при оказании одних и тех же услуг (выполнении работ) условиях. Порядок определения указанной платы устанавливается Учредителем, если иное не предусмотрено федеральным законом.</w:t>
      </w:r>
    </w:p>
    <w:p w:rsidR="00E16C6F" w:rsidRPr="00FA7150" w:rsidRDefault="00E16C6F" w:rsidP="00FA7150">
      <w:pPr>
        <w:pStyle w:val="BodyText"/>
        <w:numPr>
          <w:ilvl w:val="1"/>
          <w:numId w:val="41"/>
        </w:numPr>
        <w:suppressAutoHyphens/>
        <w:spacing w:line="240" w:lineRule="auto"/>
        <w:ind w:left="0" w:firstLine="567"/>
        <w:rPr>
          <w:snapToGrid w:val="0"/>
          <w:sz w:val="28"/>
          <w:szCs w:val="28"/>
        </w:rPr>
      </w:pPr>
      <w:r w:rsidRPr="00FA7150">
        <w:rPr>
          <w:sz w:val="28"/>
          <w:szCs w:val="28"/>
        </w:rPr>
        <w:t>Контроль за деятельностью Школы осуществляется Учредителем в порядке, определенном администрацией Дальнереченского городского округа.</w:t>
      </w:r>
    </w:p>
    <w:p w:rsidR="00E16C6F" w:rsidRPr="00FA7150" w:rsidRDefault="00E16C6F" w:rsidP="00FA7150">
      <w:pPr>
        <w:pStyle w:val="BodyText"/>
        <w:suppressAutoHyphens/>
        <w:spacing w:line="240" w:lineRule="auto"/>
        <w:ind w:left="567" w:firstLine="0"/>
        <w:rPr>
          <w:snapToGrid w:val="0"/>
          <w:sz w:val="28"/>
          <w:szCs w:val="28"/>
        </w:rPr>
      </w:pPr>
    </w:p>
    <w:p w:rsidR="00E16C6F" w:rsidRPr="00FA7150" w:rsidRDefault="00E16C6F" w:rsidP="00FA7150">
      <w:pPr>
        <w:numPr>
          <w:ilvl w:val="0"/>
          <w:numId w:val="41"/>
        </w:numPr>
        <w:ind w:left="0" w:firstLine="567"/>
        <w:jc w:val="center"/>
        <w:rPr>
          <w:sz w:val="28"/>
          <w:szCs w:val="28"/>
        </w:rPr>
      </w:pPr>
      <w:r w:rsidRPr="00FA7150">
        <w:rPr>
          <w:b/>
          <w:sz w:val="28"/>
          <w:szCs w:val="28"/>
        </w:rPr>
        <w:t>Образовательная деятельность</w:t>
      </w:r>
    </w:p>
    <w:p w:rsidR="00E16C6F" w:rsidRPr="00FA7150" w:rsidRDefault="00E16C6F" w:rsidP="00FA7150">
      <w:pPr>
        <w:ind w:left="567"/>
        <w:rPr>
          <w:sz w:val="20"/>
          <w:szCs w:val="28"/>
        </w:rPr>
      </w:pPr>
    </w:p>
    <w:p w:rsidR="00E16C6F" w:rsidRPr="006E1272" w:rsidRDefault="00E16C6F" w:rsidP="006E1272">
      <w:pPr>
        <w:numPr>
          <w:ilvl w:val="1"/>
          <w:numId w:val="41"/>
        </w:numPr>
        <w:autoSpaceDE w:val="0"/>
        <w:autoSpaceDN w:val="0"/>
        <w:adjustRightInd w:val="0"/>
        <w:ind w:left="0" w:firstLine="567"/>
        <w:jc w:val="both"/>
        <w:rPr>
          <w:b/>
          <w:sz w:val="28"/>
          <w:szCs w:val="28"/>
        </w:rPr>
      </w:pPr>
      <w:r w:rsidRPr="006E1272">
        <w:rPr>
          <w:sz w:val="28"/>
          <w:szCs w:val="28"/>
        </w:rPr>
        <w:t>Для достижения целей своей деятельности Школа имеет право:</w:t>
      </w:r>
    </w:p>
    <w:p w:rsidR="00E16C6F" w:rsidRPr="006E1272" w:rsidRDefault="00E16C6F" w:rsidP="006E1272">
      <w:pPr>
        <w:ind w:firstLine="567"/>
        <w:jc w:val="both"/>
        <w:rPr>
          <w:b/>
          <w:sz w:val="28"/>
          <w:szCs w:val="28"/>
        </w:rPr>
      </w:pPr>
      <w:r w:rsidRPr="006E1272">
        <w:rPr>
          <w:sz w:val="28"/>
          <w:szCs w:val="28"/>
        </w:rPr>
        <w:t>1) планировать и осуществлять свою деятельность исходя из уставных целей, муниципальных заданий Учредителя в пределах видов деятельности, предусмотренных настоящим Уставом;</w:t>
      </w:r>
    </w:p>
    <w:p w:rsidR="00E16C6F" w:rsidRPr="006E1272" w:rsidRDefault="00E16C6F" w:rsidP="006E1272">
      <w:pPr>
        <w:ind w:firstLine="567"/>
        <w:jc w:val="both"/>
        <w:rPr>
          <w:sz w:val="28"/>
          <w:szCs w:val="28"/>
        </w:rPr>
      </w:pPr>
      <w:r w:rsidRPr="006E1272">
        <w:rPr>
          <w:sz w:val="28"/>
          <w:szCs w:val="28"/>
        </w:rPr>
        <w:t>2) самостоятельно, с учетом федеральных государственных образовательных стандартов и примерных образовательных учебных программ, разрабатывать и реализовывать основные и дополнительные образовательные программы;</w:t>
      </w:r>
    </w:p>
    <w:p w:rsidR="00E16C6F" w:rsidRPr="006E1272" w:rsidRDefault="00E16C6F" w:rsidP="006E1272">
      <w:pPr>
        <w:ind w:firstLine="567"/>
        <w:jc w:val="both"/>
        <w:rPr>
          <w:sz w:val="28"/>
          <w:szCs w:val="28"/>
        </w:rPr>
      </w:pPr>
      <w:r w:rsidRPr="006E1272">
        <w:rPr>
          <w:sz w:val="28"/>
          <w:szCs w:val="28"/>
        </w:rPr>
        <w:t>3) определять содержание образования в соответствии с имеющими государственную аккредитацию образовательными программами и региональными образовательными программами, реализуемыми в общеобразовательных учреждениях Приморского края;</w:t>
      </w:r>
    </w:p>
    <w:p w:rsidR="00E16C6F" w:rsidRPr="006E1272" w:rsidRDefault="00E16C6F" w:rsidP="006E1272">
      <w:pPr>
        <w:ind w:firstLine="567"/>
        <w:jc w:val="both"/>
        <w:rPr>
          <w:sz w:val="28"/>
          <w:szCs w:val="28"/>
        </w:rPr>
      </w:pPr>
      <w:r w:rsidRPr="006E1272">
        <w:rPr>
          <w:sz w:val="28"/>
          <w:szCs w:val="28"/>
        </w:rPr>
        <w:t>4) самостоятельно разрабатывать и утверждать учебный план, расписание занятий и годовой календарный учебный график;</w:t>
      </w:r>
    </w:p>
    <w:p w:rsidR="00E16C6F" w:rsidRPr="006E1272" w:rsidRDefault="00E16C6F" w:rsidP="006E1272">
      <w:pPr>
        <w:ind w:firstLine="567"/>
        <w:jc w:val="both"/>
        <w:rPr>
          <w:sz w:val="28"/>
          <w:szCs w:val="28"/>
        </w:rPr>
      </w:pPr>
      <w:r w:rsidRPr="006E1272">
        <w:rPr>
          <w:sz w:val="28"/>
          <w:szCs w:val="28"/>
        </w:rPr>
        <w:t>5) реализовывать востребованные дополнительные образовательные услуги и услуги в сфере образования, сопутствующие образовательному процессу;</w:t>
      </w:r>
    </w:p>
    <w:p w:rsidR="00E16C6F" w:rsidRPr="006E1272" w:rsidRDefault="00E16C6F" w:rsidP="006E1272">
      <w:pPr>
        <w:ind w:firstLine="567"/>
        <w:jc w:val="both"/>
        <w:rPr>
          <w:b/>
          <w:sz w:val="28"/>
          <w:szCs w:val="28"/>
        </w:rPr>
      </w:pPr>
      <w:r>
        <w:rPr>
          <w:sz w:val="28"/>
          <w:szCs w:val="28"/>
        </w:rPr>
        <w:t>6</w:t>
      </w:r>
      <w:r w:rsidRPr="006E1272">
        <w:rPr>
          <w:sz w:val="28"/>
          <w:szCs w:val="28"/>
        </w:rPr>
        <w:t>) в установленном порядке совершать различные сделки, не противоречащие настоящему Уставу и не запрещенные действующим законодательством;</w:t>
      </w:r>
    </w:p>
    <w:p w:rsidR="00E16C6F" w:rsidRPr="006E1272" w:rsidRDefault="00E16C6F" w:rsidP="006E1272">
      <w:pPr>
        <w:ind w:firstLine="567"/>
        <w:jc w:val="both"/>
        <w:rPr>
          <w:sz w:val="28"/>
          <w:szCs w:val="28"/>
        </w:rPr>
      </w:pPr>
      <w:r>
        <w:rPr>
          <w:sz w:val="28"/>
          <w:szCs w:val="28"/>
        </w:rPr>
        <w:t>7</w:t>
      </w:r>
      <w:r w:rsidRPr="006E1272">
        <w:rPr>
          <w:sz w:val="28"/>
          <w:szCs w:val="28"/>
        </w:rPr>
        <w:t>) заключать гражданско-правовые договоры на поставку товаров, выполнение работ, оказание услуг для своих нужд в порядке, установленном действующим законодательством;</w:t>
      </w:r>
    </w:p>
    <w:p w:rsidR="00E16C6F" w:rsidRPr="006E1272" w:rsidRDefault="00E16C6F" w:rsidP="006E1272">
      <w:pPr>
        <w:ind w:firstLine="567"/>
        <w:jc w:val="both"/>
        <w:rPr>
          <w:b/>
          <w:sz w:val="28"/>
          <w:szCs w:val="28"/>
        </w:rPr>
      </w:pPr>
      <w:r>
        <w:rPr>
          <w:sz w:val="28"/>
          <w:szCs w:val="28"/>
        </w:rPr>
        <w:t>8</w:t>
      </w:r>
      <w:r w:rsidRPr="006E1272">
        <w:rPr>
          <w:sz w:val="28"/>
          <w:szCs w:val="28"/>
        </w:rPr>
        <w:t>) осуществлять образовательную деятельность за счет средств физических и (или) юридических лиц по договорам об оказании платных образовательных услуг;</w:t>
      </w:r>
    </w:p>
    <w:p w:rsidR="00E16C6F" w:rsidRPr="006E1272" w:rsidRDefault="00E16C6F" w:rsidP="006E1272">
      <w:pPr>
        <w:ind w:firstLine="567"/>
        <w:jc w:val="both"/>
        <w:rPr>
          <w:sz w:val="28"/>
          <w:szCs w:val="28"/>
        </w:rPr>
      </w:pPr>
      <w:r>
        <w:rPr>
          <w:sz w:val="28"/>
          <w:szCs w:val="28"/>
        </w:rPr>
        <w:t>9</w:t>
      </w:r>
      <w:r w:rsidRPr="006E1272">
        <w:rPr>
          <w:sz w:val="28"/>
          <w:szCs w:val="28"/>
        </w:rPr>
        <w:t>) определять структуру, нормы, условия оплаты труда работников Школы в соответствии с действующим законодательством, муниципальным заданием;</w:t>
      </w:r>
    </w:p>
    <w:p w:rsidR="00E16C6F" w:rsidRPr="006E1272" w:rsidRDefault="00E16C6F" w:rsidP="006E1272">
      <w:pPr>
        <w:ind w:firstLine="567"/>
        <w:jc w:val="both"/>
        <w:rPr>
          <w:sz w:val="28"/>
          <w:szCs w:val="28"/>
        </w:rPr>
      </w:pPr>
      <w:r w:rsidRPr="006E1272">
        <w:rPr>
          <w:sz w:val="28"/>
          <w:szCs w:val="28"/>
        </w:rPr>
        <w:t>1</w:t>
      </w:r>
      <w:r>
        <w:rPr>
          <w:sz w:val="28"/>
          <w:szCs w:val="28"/>
        </w:rPr>
        <w:t>0</w:t>
      </w:r>
      <w:r w:rsidRPr="006E1272">
        <w:rPr>
          <w:sz w:val="28"/>
          <w:szCs w:val="28"/>
        </w:rPr>
        <w:t>) определять список  учебников и учебно-методических комплектов в соответствии с утвержденными федеральными перечнями учебников, рекомендованных или допущенных к использованию в образовательном процессе;</w:t>
      </w:r>
    </w:p>
    <w:p w:rsidR="00E16C6F" w:rsidRPr="006E1272" w:rsidRDefault="00E16C6F" w:rsidP="006E1272">
      <w:pPr>
        <w:ind w:firstLine="567"/>
        <w:jc w:val="both"/>
        <w:rPr>
          <w:sz w:val="28"/>
          <w:szCs w:val="28"/>
        </w:rPr>
      </w:pPr>
      <w:r>
        <w:rPr>
          <w:sz w:val="28"/>
          <w:szCs w:val="28"/>
        </w:rPr>
        <w:t>11</w:t>
      </w:r>
      <w:r w:rsidRPr="006E1272">
        <w:rPr>
          <w:sz w:val="28"/>
          <w:szCs w:val="28"/>
        </w:rPr>
        <w:t>) проводить аттестацию работников школы на соответствие занимаемой должности;</w:t>
      </w:r>
    </w:p>
    <w:p w:rsidR="00E16C6F" w:rsidRPr="006E1272" w:rsidRDefault="00E16C6F" w:rsidP="006E1272">
      <w:pPr>
        <w:ind w:firstLine="567"/>
        <w:jc w:val="both"/>
        <w:rPr>
          <w:sz w:val="28"/>
          <w:szCs w:val="28"/>
        </w:rPr>
      </w:pPr>
      <w:r>
        <w:rPr>
          <w:sz w:val="28"/>
          <w:szCs w:val="28"/>
        </w:rPr>
        <w:t>12</w:t>
      </w:r>
      <w:r w:rsidRPr="006E1272">
        <w:rPr>
          <w:sz w:val="28"/>
          <w:szCs w:val="28"/>
        </w:rPr>
        <w:t>) участвовать в выполнении региональных программ Приморского края, а также общегосударственных программ, соответствующих профилю Школы, в объеме предоставляемого для этого финансирования;</w:t>
      </w:r>
    </w:p>
    <w:p w:rsidR="00E16C6F" w:rsidRDefault="00E16C6F" w:rsidP="006E1272">
      <w:pPr>
        <w:ind w:firstLine="567"/>
        <w:jc w:val="both"/>
        <w:rPr>
          <w:sz w:val="28"/>
          <w:szCs w:val="28"/>
        </w:rPr>
      </w:pPr>
      <w:r>
        <w:rPr>
          <w:sz w:val="28"/>
          <w:szCs w:val="28"/>
        </w:rPr>
        <w:t>13</w:t>
      </w:r>
      <w:r w:rsidRPr="006E1272">
        <w:rPr>
          <w:sz w:val="28"/>
          <w:szCs w:val="28"/>
        </w:rPr>
        <w:t>) осуществлять другие права, не противоречащие целям и видам деятельности Школы, установленным настоящим Уставом.</w:t>
      </w:r>
    </w:p>
    <w:p w:rsidR="00E16C6F" w:rsidRPr="00FA7150" w:rsidRDefault="00E16C6F" w:rsidP="00FA7150">
      <w:pPr>
        <w:numPr>
          <w:ilvl w:val="1"/>
          <w:numId w:val="41"/>
        </w:numPr>
        <w:ind w:left="0" w:firstLine="567"/>
        <w:jc w:val="both"/>
        <w:rPr>
          <w:sz w:val="28"/>
          <w:szCs w:val="28"/>
        </w:rPr>
      </w:pPr>
      <w:r w:rsidRPr="00FA7150">
        <w:rPr>
          <w:sz w:val="28"/>
          <w:szCs w:val="28"/>
        </w:rPr>
        <w:t>Школа осуществляет обучение и воспитание в интересах личности, общества, государства, для содействия взаимопониманию и сотрудничеству между людьми, народами независимо от расовой, национальной, этнической, религиозной и социальной принадлежности, с учетом разнообразия мировоззренческих подходов, способствует реализации права обучающихся на свободный выбор мнений и убеждений, развитие способностей каждого человека, обеспечивает формирование и развитие его личности в соответствии с принятыми в семье и обществе духовно-нравственными и социокультурными ценностями, обеспечивает самоопределение личности, создает благоприятные условия для её самореализации и разностороннего развития, в том числе возможность удовлетворения потребности в самообразовании и получении дополнительного образования.</w:t>
      </w:r>
    </w:p>
    <w:p w:rsidR="00E16C6F" w:rsidRPr="00FA7150" w:rsidRDefault="00E16C6F" w:rsidP="00FA7150">
      <w:pPr>
        <w:numPr>
          <w:ilvl w:val="1"/>
          <w:numId w:val="41"/>
        </w:numPr>
        <w:ind w:left="0" w:firstLine="567"/>
        <w:jc w:val="both"/>
        <w:rPr>
          <w:sz w:val="28"/>
          <w:szCs w:val="28"/>
        </w:rPr>
      </w:pPr>
      <w:r w:rsidRPr="00FA7150">
        <w:rPr>
          <w:sz w:val="28"/>
          <w:szCs w:val="28"/>
        </w:rPr>
        <w:t>Обучение и воспитание обучающихся в Школе ведется на русском языке.</w:t>
      </w:r>
    </w:p>
    <w:p w:rsidR="00E16C6F" w:rsidRPr="00FA7150" w:rsidRDefault="00E16C6F" w:rsidP="00FA7150">
      <w:pPr>
        <w:numPr>
          <w:ilvl w:val="1"/>
          <w:numId w:val="41"/>
        </w:numPr>
        <w:ind w:left="0" w:firstLine="567"/>
        <w:jc w:val="both"/>
        <w:rPr>
          <w:sz w:val="28"/>
          <w:szCs w:val="28"/>
        </w:rPr>
      </w:pPr>
      <w:r w:rsidRPr="00FA7150">
        <w:rPr>
          <w:sz w:val="28"/>
          <w:szCs w:val="28"/>
        </w:rPr>
        <w:t xml:space="preserve">Школа осуществляет образовательную деятельность по реализации общеобразовательных программ </w:t>
      </w:r>
      <w:r>
        <w:rPr>
          <w:sz w:val="28"/>
          <w:szCs w:val="28"/>
        </w:rPr>
        <w:t>двух</w:t>
      </w:r>
      <w:r w:rsidRPr="00FA7150">
        <w:rPr>
          <w:sz w:val="28"/>
          <w:szCs w:val="28"/>
        </w:rPr>
        <w:t xml:space="preserve"> уровней общего образования</w:t>
      </w:r>
    </w:p>
    <w:p w:rsidR="00E16C6F" w:rsidRPr="00FA7150" w:rsidRDefault="00E16C6F" w:rsidP="00FA7150">
      <w:pPr>
        <w:numPr>
          <w:ilvl w:val="3"/>
          <w:numId w:val="24"/>
        </w:numPr>
        <w:ind w:left="0" w:firstLine="567"/>
        <w:jc w:val="both"/>
        <w:rPr>
          <w:sz w:val="28"/>
          <w:szCs w:val="28"/>
        </w:rPr>
      </w:pPr>
      <w:r w:rsidRPr="00FA7150">
        <w:rPr>
          <w:sz w:val="28"/>
          <w:szCs w:val="28"/>
        </w:rPr>
        <w:t xml:space="preserve"> начального общего образования;</w:t>
      </w:r>
    </w:p>
    <w:p w:rsidR="00E16C6F" w:rsidRPr="00FA7150" w:rsidRDefault="00E16C6F" w:rsidP="00FA7150">
      <w:pPr>
        <w:numPr>
          <w:ilvl w:val="3"/>
          <w:numId w:val="24"/>
        </w:numPr>
        <w:ind w:left="0" w:firstLine="567"/>
        <w:jc w:val="both"/>
        <w:rPr>
          <w:sz w:val="28"/>
          <w:szCs w:val="28"/>
        </w:rPr>
      </w:pPr>
      <w:r w:rsidRPr="00FA7150">
        <w:rPr>
          <w:sz w:val="28"/>
          <w:szCs w:val="28"/>
        </w:rPr>
        <w:t xml:space="preserve"> основного общего образования;</w:t>
      </w:r>
    </w:p>
    <w:p w:rsidR="00E16C6F" w:rsidRPr="00FA7150" w:rsidRDefault="00E16C6F" w:rsidP="00FA7150">
      <w:pPr>
        <w:numPr>
          <w:ilvl w:val="1"/>
          <w:numId w:val="41"/>
        </w:numPr>
        <w:ind w:left="0" w:firstLine="567"/>
        <w:jc w:val="both"/>
        <w:rPr>
          <w:sz w:val="28"/>
          <w:szCs w:val="28"/>
        </w:rPr>
      </w:pPr>
      <w:r w:rsidRPr="00FA7150">
        <w:rPr>
          <w:sz w:val="28"/>
          <w:szCs w:val="28"/>
        </w:rPr>
        <w:t>Начальное общее образование, основное общее образование являются обязательными уровнями образования.</w:t>
      </w:r>
    </w:p>
    <w:p w:rsidR="00E16C6F" w:rsidRPr="00FA7150" w:rsidRDefault="00E16C6F" w:rsidP="00FA7150">
      <w:pPr>
        <w:numPr>
          <w:ilvl w:val="1"/>
          <w:numId w:val="41"/>
        </w:numPr>
        <w:ind w:left="0" w:firstLine="567"/>
        <w:jc w:val="both"/>
        <w:rPr>
          <w:sz w:val="28"/>
          <w:szCs w:val="28"/>
        </w:rPr>
      </w:pPr>
      <w:r w:rsidRPr="00FA7150">
        <w:rPr>
          <w:sz w:val="28"/>
          <w:szCs w:val="28"/>
        </w:rPr>
        <w:t>Образовательные программы начального общего, основного общего образования являются преемственными.</w:t>
      </w:r>
    </w:p>
    <w:p w:rsidR="00E16C6F" w:rsidRPr="00FA7150" w:rsidRDefault="00E16C6F" w:rsidP="00FA7150">
      <w:pPr>
        <w:numPr>
          <w:ilvl w:val="1"/>
          <w:numId w:val="41"/>
        </w:numPr>
        <w:ind w:left="0" w:firstLine="567"/>
        <w:jc w:val="both"/>
        <w:rPr>
          <w:sz w:val="28"/>
          <w:szCs w:val="28"/>
        </w:rPr>
      </w:pPr>
      <w:r w:rsidRPr="00FA7150">
        <w:rPr>
          <w:sz w:val="28"/>
          <w:szCs w:val="28"/>
        </w:rPr>
        <w:t>Начальное общее образование направлено на формирование личности обучающегося, развитие его индивидуальных способностей, положительной мотивации и умений в учебной деятельности (овладение чтением, письмом, счетом, основными навыками учебной деятельности, элементами теоретического мышления, простейшими навыками самоконтроля, культурой поведения и речи, основами личной гигиены и здорового образа жизни) в соответствии с федеральными государственными образовательными стандартами.</w:t>
      </w:r>
    </w:p>
    <w:p w:rsidR="00E16C6F" w:rsidRPr="00FA7150" w:rsidRDefault="00E16C6F" w:rsidP="00FA7150">
      <w:pPr>
        <w:ind w:firstLine="567"/>
        <w:jc w:val="both"/>
        <w:rPr>
          <w:b/>
          <w:sz w:val="28"/>
          <w:szCs w:val="28"/>
        </w:rPr>
      </w:pPr>
      <w:r w:rsidRPr="00FA7150">
        <w:rPr>
          <w:sz w:val="28"/>
          <w:szCs w:val="28"/>
        </w:rPr>
        <w:t>Нормативный срок освоения 4 года.</w:t>
      </w:r>
    </w:p>
    <w:p w:rsidR="00E16C6F" w:rsidRPr="00FA7150" w:rsidRDefault="00E16C6F" w:rsidP="00FA7150">
      <w:pPr>
        <w:ind w:firstLine="567"/>
        <w:jc w:val="both"/>
        <w:rPr>
          <w:sz w:val="28"/>
          <w:szCs w:val="28"/>
        </w:rPr>
      </w:pPr>
      <w:r w:rsidRPr="00FA7150">
        <w:rPr>
          <w:sz w:val="28"/>
          <w:szCs w:val="28"/>
        </w:rPr>
        <w:t>Начальное общее образование является базой для получения основного общего образования.</w:t>
      </w:r>
    </w:p>
    <w:p w:rsidR="00E16C6F" w:rsidRPr="00FA7150" w:rsidRDefault="00E16C6F" w:rsidP="00FA7150">
      <w:pPr>
        <w:numPr>
          <w:ilvl w:val="1"/>
          <w:numId w:val="41"/>
        </w:numPr>
        <w:ind w:left="0" w:firstLine="567"/>
        <w:jc w:val="both"/>
        <w:rPr>
          <w:sz w:val="28"/>
          <w:szCs w:val="28"/>
        </w:rPr>
      </w:pPr>
      <w:r w:rsidRPr="00FA7150">
        <w:rPr>
          <w:sz w:val="28"/>
          <w:szCs w:val="28"/>
        </w:rPr>
        <w:t>Основное общее образование направлено на становление и формирование личности обучающегося (формирование нравственных убеждений, эстетического вкуса и здорового образа жизни, высокой культуры межличностного и межэтнического общения, овладение основами наук, государственным языком Российской Федерации, навыками умственного и физического труда, развитие склонностей, интересов, способности к социальному самоопределению) в соответствии с федеральными государственными образовательными стандартами.</w:t>
      </w:r>
    </w:p>
    <w:p w:rsidR="00E16C6F" w:rsidRPr="00FA7150" w:rsidRDefault="00E16C6F" w:rsidP="00FA7150">
      <w:pPr>
        <w:ind w:firstLine="567"/>
        <w:jc w:val="both"/>
        <w:rPr>
          <w:sz w:val="28"/>
          <w:szCs w:val="28"/>
        </w:rPr>
      </w:pPr>
      <w:r w:rsidRPr="00FA7150">
        <w:rPr>
          <w:sz w:val="28"/>
          <w:szCs w:val="28"/>
        </w:rPr>
        <w:t>Нормативный срок освоения 5 лет.</w:t>
      </w:r>
    </w:p>
    <w:p w:rsidR="00E16C6F" w:rsidRPr="00FA7150" w:rsidRDefault="00E16C6F" w:rsidP="00FA7150">
      <w:pPr>
        <w:ind w:firstLine="567"/>
        <w:jc w:val="both"/>
        <w:rPr>
          <w:sz w:val="28"/>
          <w:szCs w:val="28"/>
        </w:rPr>
      </w:pPr>
      <w:r w:rsidRPr="00FA7150">
        <w:rPr>
          <w:sz w:val="28"/>
          <w:szCs w:val="28"/>
        </w:rPr>
        <w:t>Основное общее образование является базой для получения среднего общего образования, начального и среднего профессионального образования.</w:t>
      </w:r>
    </w:p>
    <w:p w:rsidR="00E16C6F" w:rsidRPr="00FA7150" w:rsidRDefault="00E16C6F" w:rsidP="00FA7150">
      <w:pPr>
        <w:ind w:firstLine="567"/>
        <w:jc w:val="both"/>
        <w:rPr>
          <w:sz w:val="28"/>
          <w:szCs w:val="28"/>
        </w:rPr>
      </w:pPr>
      <w:r w:rsidRPr="00FA7150">
        <w:rPr>
          <w:sz w:val="28"/>
          <w:szCs w:val="28"/>
        </w:rPr>
        <w:t>С учетом потребностей, возможностей личности и в зависимости от объема обязательных занятий педагогического работника с обучающимися обучение по общеобразовательным программам в Школе  осуществляется очная форма обучения.</w:t>
      </w:r>
    </w:p>
    <w:p w:rsidR="00E16C6F" w:rsidRPr="00FA7150" w:rsidRDefault="00E16C6F" w:rsidP="00FA7150">
      <w:pPr>
        <w:numPr>
          <w:ilvl w:val="1"/>
          <w:numId w:val="41"/>
        </w:numPr>
        <w:ind w:left="0" w:firstLine="567"/>
        <w:jc w:val="both"/>
        <w:rPr>
          <w:sz w:val="28"/>
          <w:szCs w:val="28"/>
        </w:rPr>
      </w:pPr>
      <w:r w:rsidRPr="00FA7150">
        <w:rPr>
          <w:sz w:val="28"/>
          <w:szCs w:val="28"/>
        </w:rPr>
        <w:t>Общее образование может быть получено вне Школы в форме семейного образования. Основное общее образование может быть получено в форме самообразования.</w:t>
      </w:r>
    </w:p>
    <w:p w:rsidR="00E16C6F" w:rsidRPr="00FA7150" w:rsidRDefault="00E16C6F" w:rsidP="00FA7150">
      <w:pPr>
        <w:ind w:firstLine="567"/>
        <w:jc w:val="both"/>
        <w:rPr>
          <w:sz w:val="28"/>
          <w:szCs w:val="28"/>
        </w:rPr>
      </w:pPr>
      <w:r w:rsidRPr="00FA7150">
        <w:rPr>
          <w:sz w:val="28"/>
          <w:szCs w:val="28"/>
        </w:rPr>
        <w:t>Обучение в форме семейного образования и самообразования осуществляется с правом последующего прохождения промежуточной и государственной итоговой аттестации в организациях, осуществляющих образовательную деятельность по образовательным программам соответствующего уровня.</w:t>
      </w:r>
    </w:p>
    <w:p w:rsidR="00E16C6F" w:rsidRPr="00FA7150" w:rsidRDefault="00E16C6F" w:rsidP="00FA7150">
      <w:pPr>
        <w:numPr>
          <w:ilvl w:val="1"/>
          <w:numId w:val="41"/>
        </w:numPr>
        <w:ind w:left="0" w:firstLine="567"/>
        <w:jc w:val="both"/>
        <w:rPr>
          <w:sz w:val="28"/>
          <w:szCs w:val="28"/>
        </w:rPr>
      </w:pPr>
      <w:r w:rsidRPr="00FA7150">
        <w:rPr>
          <w:sz w:val="28"/>
          <w:szCs w:val="28"/>
        </w:rPr>
        <w:t>Допускается сочетание различных форм получения общего образования и форм обучения.</w:t>
      </w:r>
    </w:p>
    <w:p w:rsidR="00E16C6F" w:rsidRPr="00FA7150" w:rsidRDefault="00E16C6F" w:rsidP="00FA7150">
      <w:pPr>
        <w:pStyle w:val="ListParagraph"/>
        <w:numPr>
          <w:ilvl w:val="1"/>
          <w:numId w:val="41"/>
        </w:numPr>
        <w:spacing w:line="240" w:lineRule="auto"/>
        <w:ind w:left="0" w:firstLine="567"/>
        <w:rPr>
          <w:sz w:val="28"/>
          <w:szCs w:val="28"/>
        </w:rPr>
      </w:pPr>
      <w:r w:rsidRPr="00FA7150">
        <w:rPr>
          <w:sz w:val="28"/>
          <w:szCs w:val="28"/>
        </w:rPr>
        <w:t>Формы обучения по дополнительным образовательным программам определяются Школой самостоятельно.</w:t>
      </w:r>
    </w:p>
    <w:p w:rsidR="00E16C6F" w:rsidRPr="00FA7150" w:rsidRDefault="00E16C6F" w:rsidP="00FA7150">
      <w:pPr>
        <w:numPr>
          <w:ilvl w:val="1"/>
          <w:numId w:val="41"/>
        </w:numPr>
        <w:ind w:left="0" w:firstLine="567"/>
        <w:jc w:val="both"/>
        <w:rPr>
          <w:sz w:val="28"/>
          <w:szCs w:val="28"/>
        </w:rPr>
      </w:pPr>
      <w:r w:rsidRPr="00FA7150">
        <w:rPr>
          <w:sz w:val="28"/>
          <w:szCs w:val="28"/>
        </w:rPr>
        <w:t>Для всех форм получения образования и всех форм обучения в рамках основной общеобразовательной программы действует единый федеральный государственный образовательный стандарт.</w:t>
      </w:r>
    </w:p>
    <w:p w:rsidR="00E16C6F" w:rsidRPr="00FA7150" w:rsidRDefault="00E16C6F" w:rsidP="00FA7150">
      <w:pPr>
        <w:numPr>
          <w:ilvl w:val="1"/>
          <w:numId w:val="41"/>
        </w:numPr>
        <w:ind w:left="0" w:firstLine="567"/>
        <w:jc w:val="both"/>
        <w:rPr>
          <w:sz w:val="28"/>
          <w:szCs w:val="28"/>
        </w:rPr>
      </w:pPr>
      <w:r w:rsidRPr="00FA7150">
        <w:rPr>
          <w:sz w:val="28"/>
          <w:szCs w:val="28"/>
        </w:rPr>
        <w:t>Образовательные программы общего образования могут реализовываться Школой как самостоятельно, так и посредством сетевых форм их реализации.</w:t>
      </w:r>
    </w:p>
    <w:p w:rsidR="00E16C6F" w:rsidRPr="00FA7150" w:rsidRDefault="00E16C6F" w:rsidP="00FA7150">
      <w:pPr>
        <w:numPr>
          <w:ilvl w:val="1"/>
          <w:numId w:val="41"/>
        </w:numPr>
        <w:ind w:left="0" w:firstLine="567"/>
        <w:jc w:val="both"/>
        <w:rPr>
          <w:sz w:val="28"/>
          <w:szCs w:val="28"/>
        </w:rPr>
      </w:pPr>
      <w:r w:rsidRPr="00FA7150">
        <w:rPr>
          <w:sz w:val="28"/>
          <w:szCs w:val="28"/>
        </w:rPr>
        <w:t>При реализации общеобразовательных программ могут применяться различные образовательные технологии, в том числе дистанционные образовательные технологии, электронное обучение.</w:t>
      </w:r>
    </w:p>
    <w:p w:rsidR="00E16C6F" w:rsidRPr="00FA7150" w:rsidRDefault="00E16C6F" w:rsidP="00FA7150">
      <w:pPr>
        <w:numPr>
          <w:ilvl w:val="1"/>
          <w:numId w:val="41"/>
        </w:numPr>
        <w:ind w:left="0" w:firstLine="567"/>
        <w:jc w:val="both"/>
        <w:rPr>
          <w:sz w:val="28"/>
          <w:szCs w:val="28"/>
        </w:rPr>
      </w:pPr>
      <w:r w:rsidRPr="00FA7150">
        <w:rPr>
          <w:sz w:val="28"/>
          <w:szCs w:val="28"/>
        </w:rPr>
        <w:t>При реализации общеобразовательных программ Школой может применяться форма организации образовательной деятельности, основанная на модульном принципе представления содержания общеобразовательной программы и построения учебных планов, использовании соответствующих образовательных технологий.</w:t>
      </w:r>
    </w:p>
    <w:p w:rsidR="00E16C6F" w:rsidRPr="00FA7150" w:rsidRDefault="00E16C6F" w:rsidP="00FA7150">
      <w:pPr>
        <w:numPr>
          <w:ilvl w:val="1"/>
          <w:numId w:val="41"/>
        </w:numPr>
        <w:ind w:left="0" w:firstLine="567"/>
        <w:jc w:val="both"/>
        <w:rPr>
          <w:sz w:val="28"/>
          <w:szCs w:val="28"/>
        </w:rPr>
      </w:pPr>
      <w:r w:rsidRPr="00FA7150">
        <w:rPr>
          <w:sz w:val="28"/>
          <w:szCs w:val="28"/>
        </w:rPr>
        <w:t>Использование при реализации общеобразовательных программ методов и средств обучения и воспитания, образовательных технологий, наносящих вред физическому или психическому здоровью обучающихся, запрещается.</w:t>
      </w:r>
    </w:p>
    <w:p w:rsidR="00E16C6F" w:rsidRPr="00FA7150" w:rsidRDefault="00E16C6F" w:rsidP="00FA7150">
      <w:pPr>
        <w:numPr>
          <w:ilvl w:val="1"/>
          <w:numId w:val="41"/>
        </w:numPr>
        <w:ind w:left="0" w:firstLine="567"/>
        <w:jc w:val="both"/>
        <w:rPr>
          <w:sz w:val="28"/>
          <w:szCs w:val="28"/>
        </w:rPr>
      </w:pPr>
      <w:r w:rsidRPr="00FA7150">
        <w:rPr>
          <w:sz w:val="28"/>
          <w:szCs w:val="28"/>
        </w:rPr>
        <w:t>Содержание образования в Школе определяется образовательными программами, которые Школа самостоятельно разрабатывает, утверждает и реализует.</w:t>
      </w:r>
    </w:p>
    <w:p w:rsidR="00E16C6F" w:rsidRPr="00FA7150" w:rsidRDefault="00E16C6F" w:rsidP="00FA7150">
      <w:pPr>
        <w:ind w:firstLine="567"/>
        <w:jc w:val="both"/>
        <w:rPr>
          <w:sz w:val="28"/>
          <w:szCs w:val="28"/>
        </w:rPr>
      </w:pPr>
      <w:r w:rsidRPr="00FA7150">
        <w:rPr>
          <w:sz w:val="28"/>
          <w:szCs w:val="28"/>
        </w:rPr>
        <w:t>Школа разрабатывает основные образовательные программы в соответствии с федеральными государственными образовательными стандартами и с учетом соответствующих примерных основных образовательных программ.</w:t>
      </w:r>
    </w:p>
    <w:p w:rsidR="00E16C6F" w:rsidRPr="00FA7150" w:rsidRDefault="00E16C6F" w:rsidP="00FA7150">
      <w:pPr>
        <w:numPr>
          <w:ilvl w:val="1"/>
          <w:numId w:val="41"/>
        </w:numPr>
        <w:ind w:left="0" w:firstLine="567"/>
        <w:jc w:val="both"/>
        <w:rPr>
          <w:sz w:val="28"/>
          <w:szCs w:val="28"/>
        </w:rPr>
      </w:pPr>
      <w:r w:rsidRPr="00FA7150">
        <w:rPr>
          <w:snapToGrid w:val="0"/>
          <w:sz w:val="28"/>
          <w:szCs w:val="28"/>
        </w:rPr>
        <w:t>Организация учебного процесса в Школе регламентируется:</w:t>
      </w:r>
    </w:p>
    <w:p w:rsidR="00E16C6F" w:rsidRPr="00FA7150" w:rsidRDefault="00E16C6F" w:rsidP="00FA7150">
      <w:pPr>
        <w:pStyle w:val="ListParagraph"/>
        <w:numPr>
          <w:ilvl w:val="3"/>
          <w:numId w:val="29"/>
        </w:numPr>
        <w:spacing w:line="240" w:lineRule="auto"/>
        <w:ind w:left="0" w:firstLine="567"/>
        <w:rPr>
          <w:sz w:val="28"/>
          <w:szCs w:val="28"/>
        </w:rPr>
      </w:pPr>
      <w:r w:rsidRPr="00FA7150">
        <w:rPr>
          <w:sz w:val="28"/>
          <w:szCs w:val="28"/>
        </w:rPr>
        <w:t xml:space="preserve"> учебным планом, разрабатываемым Школой самостоятельно;</w:t>
      </w:r>
    </w:p>
    <w:p w:rsidR="00E16C6F" w:rsidRPr="00FA7150" w:rsidRDefault="00E16C6F" w:rsidP="00FA7150">
      <w:pPr>
        <w:pStyle w:val="ListParagraph"/>
        <w:numPr>
          <w:ilvl w:val="3"/>
          <w:numId w:val="29"/>
        </w:numPr>
        <w:spacing w:line="240" w:lineRule="auto"/>
        <w:ind w:left="0" w:firstLine="567"/>
        <w:rPr>
          <w:sz w:val="28"/>
          <w:szCs w:val="28"/>
        </w:rPr>
      </w:pPr>
      <w:r w:rsidRPr="00FA7150">
        <w:rPr>
          <w:snapToGrid w:val="0"/>
          <w:sz w:val="28"/>
          <w:szCs w:val="28"/>
        </w:rPr>
        <w:t xml:space="preserve"> годовым календарным учебным графиком;</w:t>
      </w:r>
    </w:p>
    <w:p w:rsidR="00E16C6F" w:rsidRPr="00FA7150" w:rsidRDefault="00E16C6F" w:rsidP="00FA7150">
      <w:pPr>
        <w:numPr>
          <w:ilvl w:val="3"/>
          <w:numId w:val="29"/>
        </w:numPr>
        <w:ind w:left="0" w:firstLine="567"/>
        <w:jc w:val="both"/>
        <w:rPr>
          <w:sz w:val="28"/>
          <w:szCs w:val="28"/>
        </w:rPr>
      </w:pPr>
      <w:r w:rsidRPr="00FA7150">
        <w:rPr>
          <w:snapToGrid w:val="0"/>
          <w:sz w:val="28"/>
          <w:szCs w:val="28"/>
        </w:rPr>
        <w:t xml:space="preserve"> расписанием занятий, разрабатываемым и утверждаемым Школой в соотв</w:t>
      </w:r>
      <w:r>
        <w:rPr>
          <w:snapToGrid w:val="0"/>
          <w:sz w:val="28"/>
          <w:szCs w:val="28"/>
        </w:rPr>
        <w:t>етствии с санитарными правилами.</w:t>
      </w:r>
    </w:p>
    <w:p w:rsidR="00E16C6F" w:rsidRPr="00FA7150" w:rsidRDefault="00E16C6F" w:rsidP="00FA7150">
      <w:pPr>
        <w:pStyle w:val="ListParagraph"/>
        <w:numPr>
          <w:ilvl w:val="1"/>
          <w:numId w:val="41"/>
        </w:numPr>
        <w:spacing w:line="240" w:lineRule="auto"/>
        <w:ind w:left="0" w:firstLine="567"/>
        <w:rPr>
          <w:sz w:val="28"/>
          <w:szCs w:val="28"/>
        </w:rPr>
      </w:pPr>
      <w:r w:rsidRPr="00FA7150">
        <w:rPr>
          <w:sz w:val="28"/>
          <w:szCs w:val="28"/>
        </w:rPr>
        <w:t>Учредитель и органы, осуществляющие управление в сфере образования, не вправе изменять учебный план и календарный учебный график Школы.</w:t>
      </w:r>
    </w:p>
    <w:p w:rsidR="00E16C6F" w:rsidRPr="00FA7150" w:rsidRDefault="00E16C6F" w:rsidP="00FA7150">
      <w:pPr>
        <w:numPr>
          <w:ilvl w:val="1"/>
          <w:numId w:val="41"/>
        </w:numPr>
        <w:ind w:left="0" w:firstLine="567"/>
        <w:jc w:val="both"/>
        <w:rPr>
          <w:sz w:val="28"/>
          <w:szCs w:val="28"/>
        </w:rPr>
      </w:pPr>
      <w:r w:rsidRPr="00FA7150">
        <w:rPr>
          <w:sz w:val="28"/>
          <w:szCs w:val="28"/>
        </w:rPr>
        <w:t xml:space="preserve">Количество часов, отведенных на преподавание отдельных дисциплин (циклов предметов), не должно быть меньше количества часов, определенных федеральным базисным учебным планом для образовательных учреждений Российской Федерации, реализующих программы общего образования. </w:t>
      </w:r>
    </w:p>
    <w:p w:rsidR="00E16C6F" w:rsidRPr="00FA7150" w:rsidRDefault="00E16C6F" w:rsidP="00FA7150">
      <w:pPr>
        <w:numPr>
          <w:ilvl w:val="1"/>
          <w:numId w:val="41"/>
        </w:numPr>
        <w:ind w:left="0" w:firstLine="567"/>
        <w:jc w:val="both"/>
        <w:rPr>
          <w:sz w:val="28"/>
          <w:szCs w:val="28"/>
        </w:rPr>
      </w:pPr>
      <w:r w:rsidRPr="00FA7150">
        <w:rPr>
          <w:sz w:val="28"/>
          <w:szCs w:val="28"/>
        </w:rPr>
        <w:t>Организация образовательной деятельности по образовательным программам начального общего, основного общего образования может быть основана на дифференциации содержания с учетом образовательных потребностей и интересов обучающихся, обеспечивающих расширенное изучение отдельных учебных предметов, предметных областей соответствующей образовательной программы (профильное обучение).</w:t>
      </w:r>
    </w:p>
    <w:p w:rsidR="00E16C6F" w:rsidRPr="00FA7150" w:rsidRDefault="00E16C6F" w:rsidP="00FA7150">
      <w:pPr>
        <w:numPr>
          <w:ilvl w:val="2"/>
          <w:numId w:val="41"/>
        </w:numPr>
        <w:ind w:left="0" w:firstLine="567"/>
        <w:jc w:val="both"/>
        <w:rPr>
          <w:sz w:val="28"/>
          <w:szCs w:val="28"/>
        </w:rPr>
      </w:pPr>
      <w:r w:rsidRPr="00FA7150">
        <w:rPr>
          <w:sz w:val="28"/>
          <w:szCs w:val="28"/>
        </w:rPr>
        <w:t>В дополнение к обязательным предметам вводятся предметы с расширенным обучением для организации обучения по выбору обучающихся, направленные на реализацию интересов, способностей и возможностей обучающихся.</w:t>
      </w:r>
    </w:p>
    <w:p w:rsidR="00E16C6F" w:rsidRPr="00FA7150" w:rsidRDefault="00E16C6F" w:rsidP="00FA7150">
      <w:pPr>
        <w:numPr>
          <w:ilvl w:val="2"/>
          <w:numId w:val="41"/>
        </w:numPr>
        <w:ind w:left="0" w:firstLine="567"/>
        <w:jc w:val="both"/>
        <w:rPr>
          <w:sz w:val="28"/>
          <w:szCs w:val="28"/>
        </w:rPr>
      </w:pPr>
      <w:r w:rsidRPr="00FA7150">
        <w:rPr>
          <w:sz w:val="28"/>
          <w:szCs w:val="28"/>
        </w:rPr>
        <w:t>Исходя из запросов обучающихся и их родителей (законных представителей), при наличии соответствующих условий, в Школе может быть введено обучение по различным профилям и направлениям.</w:t>
      </w:r>
    </w:p>
    <w:p w:rsidR="00E16C6F" w:rsidRPr="00FA7150" w:rsidRDefault="00E16C6F" w:rsidP="00FA7150">
      <w:pPr>
        <w:numPr>
          <w:ilvl w:val="1"/>
          <w:numId w:val="41"/>
        </w:numPr>
        <w:ind w:left="0" w:firstLine="567"/>
        <w:jc w:val="both"/>
        <w:rPr>
          <w:sz w:val="28"/>
          <w:szCs w:val="28"/>
        </w:rPr>
      </w:pPr>
      <w:r w:rsidRPr="00FA7150">
        <w:rPr>
          <w:sz w:val="28"/>
          <w:szCs w:val="28"/>
        </w:rPr>
        <w:t>Школа, по желанию родителей (законных представителей) и при наличии условий, может реализовывать дополнительные образовательные программы и оказывать дополнительные образовательные услуги, в том числе платные образовательные услуги, не включенные в перечень основных общеобразовательных программ.</w:t>
      </w:r>
    </w:p>
    <w:p w:rsidR="00E16C6F" w:rsidRPr="00CE6628" w:rsidRDefault="00E16C6F" w:rsidP="00FA7150">
      <w:pPr>
        <w:numPr>
          <w:ilvl w:val="1"/>
          <w:numId w:val="41"/>
        </w:numPr>
        <w:ind w:left="0" w:firstLine="567"/>
        <w:jc w:val="both"/>
        <w:rPr>
          <w:sz w:val="28"/>
          <w:szCs w:val="28"/>
        </w:rPr>
      </w:pPr>
      <w:r w:rsidRPr="00CE6628">
        <w:rPr>
          <w:sz w:val="28"/>
          <w:szCs w:val="28"/>
        </w:rPr>
        <w:t>Для обучающихся, нуждающихся в длительном лечении, детей-инвалидов, которые по состоянию здоровья не могут посещать образовательные организации, организуется индивидуальное обучение по образовательным программам начального общего, основного общего образования на дому, а также в Школе.</w:t>
      </w:r>
    </w:p>
    <w:p w:rsidR="00E16C6F" w:rsidRPr="00FA7150" w:rsidRDefault="00E16C6F" w:rsidP="00FA7150">
      <w:pPr>
        <w:ind w:firstLine="567"/>
        <w:jc w:val="both"/>
        <w:rPr>
          <w:sz w:val="28"/>
          <w:szCs w:val="28"/>
        </w:rPr>
      </w:pPr>
      <w:r w:rsidRPr="00FA7150">
        <w:rPr>
          <w:sz w:val="28"/>
          <w:szCs w:val="28"/>
        </w:rPr>
        <w:t>Основанием для организации такого обучения являются заключение медицинской организации и в письменной форме обращение родителей (законных представителей).</w:t>
      </w:r>
    </w:p>
    <w:p w:rsidR="00E16C6F" w:rsidRPr="00FA7150" w:rsidRDefault="00E16C6F" w:rsidP="00FA7150">
      <w:pPr>
        <w:ind w:firstLine="567"/>
        <w:jc w:val="both"/>
        <w:rPr>
          <w:sz w:val="28"/>
          <w:szCs w:val="28"/>
        </w:rPr>
      </w:pPr>
      <w:r w:rsidRPr="00FA7150">
        <w:rPr>
          <w:sz w:val="28"/>
          <w:szCs w:val="28"/>
        </w:rPr>
        <w:t>Порядок регламентации и оформления отношений Школы и родителей (законных представителей) обучающихся, нуждающихся в длительном лечении, а также детей-инвалидов в части организации обучения по основным общеобразовательным программам на дому определяется нормативно правовыми актами.</w:t>
      </w:r>
    </w:p>
    <w:p w:rsidR="00E16C6F" w:rsidRPr="00FA7150" w:rsidRDefault="00E16C6F" w:rsidP="00FA7150">
      <w:pPr>
        <w:pStyle w:val="ListParagraph"/>
        <w:numPr>
          <w:ilvl w:val="1"/>
          <w:numId w:val="41"/>
        </w:numPr>
        <w:spacing w:line="240" w:lineRule="auto"/>
        <w:ind w:left="0" w:firstLine="567"/>
        <w:rPr>
          <w:sz w:val="28"/>
          <w:szCs w:val="28"/>
        </w:rPr>
      </w:pPr>
      <w:r w:rsidRPr="00FA7150">
        <w:rPr>
          <w:sz w:val="28"/>
          <w:szCs w:val="28"/>
        </w:rPr>
        <w:t>Количество классов в Школе определяется в зависимости от числа поданных заявлений граждан и условий, созданных для осуществления образовательного процесса с учетом санитарных норм и контрольных нормативов.</w:t>
      </w:r>
    </w:p>
    <w:p w:rsidR="00E16C6F" w:rsidRPr="00CE6628" w:rsidRDefault="00E16C6F" w:rsidP="00FA7150">
      <w:pPr>
        <w:numPr>
          <w:ilvl w:val="1"/>
          <w:numId w:val="41"/>
        </w:numPr>
        <w:ind w:left="0" w:firstLine="567"/>
        <w:jc w:val="both"/>
        <w:rPr>
          <w:sz w:val="28"/>
          <w:szCs w:val="28"/>
        </w:rPr>
      </w:pPr>
      <w:r w:rsidRPr="00CE6628">
        <w:rPr>
          <w:sz w:val="28"/>
          <w:szCs w:val="28"/>
        </w:rPr>
        <w:t>Прием в Школу на обучение по общеобразовательным программам начального общего, основного общего образования проводится на общедоступной основе и принципах равных условий приема и для всех поступающих, которые имеют право на получение образования соответствующего уровня. Дети с ограниченными возможностями здоровья принимаются на обучение по адаптированной общеобразовательной программе только с согласия родителей (законных представителей) и на основании рекомендации психолого-медико-педагогической комиссии.</w:t>
      </w:r>
    </w:p>
    <w:p w:rsidR="00E16C6F" w:rsidRPr="00FA7150" w:rsidRDefault="00E16C6F" w:rsidP="00FA7150">
      <w:pPr>
        <w:numPr>
          <w:ilvl w:val="2"/>
          <w:numId w:val="41"/>
        </w:numPr>
        <w:ind w:left="0" w:firstLine="567"/>
        <w:jc w:val="both"/>
        <w:rPr>
          <w:sz w:val="28"/>
          <w:szCs w:val="28"/>
        </w:rPr>
      </w:pPr>
      <w:r w:rsidRPr="00FA7150">
        <w:rPr>
          <w:sz w:val="28"/>
          <w:szCs w:val="28"/>
        </w:rPr>
        <w:t>Порядок приема на обучение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E16C6F" w:rsidRPr="00FA7150" w:rsidRDefault="00E16C6F" w:rsidP="00FA7150">
      <w:pPr>
        <w:ind w:firstLine="567"/>
        <w:jc w:val="both"/>
        <w:rPr>
          <w:sz w:val="28"/>
          <w:szCs w:val="28"/>
        </w:rPr>
      </w:pPr>
      <w:r w:rsidRPr="00FA7150">
        <w:rPr>
          <w:sz w:val="28"/>
          <w:szCs w:val="28"/>
        </w:rPr>
        <w:t>Правила приема в Школу устанавливаются в части, не урегулированной законодательством об образовании, Школой самостоятельно.</w:t>
      </w:r>
    </w:p>
    <w:p w:rsidR="00E16C6F" w:rsidRPr="00FA7150" w:rsidRDefault="00E16C6F" w:rsidP="00FA7150">
      <w:pPr>
        <w:numPr>
          <w:ilvl w:val="2"/>
          <w:numId w:val="41"/>
        </w:numPr>
        <w:ind w:left="0" w:firstLine="567"/>
        <w:jc w:val="both"/>
        <w:rPr>
          <w:sz w:val="28"/>
          <w:szCs w:val="28"/>
        </w:rPr>
      </w:pPr>
      <w:r w:rsidRPr="00FA7150">
        <w:rPr>
          <w:sz w:val="28"/>
          <w:szCs w:val="28"/>
        </w:rPr>
        <w:t>Правила приема в Школу должны обеспечивать прием граждан, имеющих право на получение общего образования соответствующего уровня и проживающих на территории, за которой закреплена Школа.</w:t>
      </w:r>
    </w:p>
    <w:p w:rsidR="00E16C6F" w:rsidRPr="00FA7150" w:rsidRDefault="00E16C6F" w:rsidP="00FA7150">
      <w:pPr>
        <w:numPr>
          <w:ilvl w:val="2"/>
          <w:numId w:val="41"/>
        </w:numPr>
        <w:ind w:left="0" w:firstLine="567"/>
        <w:jc w:val="both"/>
        <w:rPr>
          <w:sz w:val="28"/>
          <w:szCs w:val="28"/>
        </w:rPr>
      </w:pPr>
      <w:r w:rsidRPr="00FA7150">
        <w:rPr>
          <w:sz w:val="28"/>
          <w:szCs w:val="28"/>
        </w:rPr>
        <w:t>В приеме в Школу может быть отказано только по причине отсутствия в ней свободных мест. В случае отсутствия мест в Школе родители (законные представители) ребенка для решения вопроса о его устройстве в другую общеобразовательную организацию обращаются непосредственно в орган местного самоуправления, осуществляющий управление в сфере образования.</w:t>
      </w:r>
    </w:p>
    <w:p w:rsidR="00E16C6F" w:rsidRPr="00FA7150" w:rsidRDefault="00E16C6F" w:rsidP="00FA7150">
      <w:pPr>
        <w:numPr>
          <w:ilvl w:val="2"/>
          <w:numId w:val="41"/>
        </w:numPr>
        <w:ind w:left="0" w:firstLine="567"/>
        <w:jc w:val="both"/>
        <w:rPr>
          <w:sz w:val="28"/>
          <w:szCs w:val="28"/>
        </w:rPr>
      </w:pPr>
      <w:r w:rsidRPr="00FA7150">
        <w:rPr>
          <w:sz w:val="28"/>
          <w:szCs w:val="28"/>
        </w:rPr>
        <w:t xml:space="preserve">Прием в 1-е классы Школы осуществляется по достижении детьми к 1 сентября возраста шести лет и шести месяцев при отсутствии противопоказаний по состоянию здоровья, но не позже достижения ими возраста восьми лет. </w:t>
      </w:r>
    </w:p>
    <w:p w:rsidR="00E16C6F" w:rsidRPr="00FA7150" w:rsidRDefault="00E16C6F" w:rsidP="00FA7150">
      <w:pPr>
        <w:ind w:firstLine="567"/>
        <w:jc w:val="both"/>
        <w:rPr>
          <w:sz w:val="28"/>
          <w:szCs w:val="28"/>
        </w:rPr>
      </w:pPr>
      <w:r w:rsidRPr="00FA7150">
        <w:rPr>
          <w:sz w:val="28"/>
          <w:szCs w:val="28"/>
        </w:rPr>
        <w:t>По заявлению родителей (законных представителей) детей Учредитель вправе разрешить прием детей в Школу на обучение по образовательным программам начального общего образования в более раннем или более позднем возрасте.</w:t>
      </w:r>
    </w:p>
    <w:p w:rsidR="00E16C6F" w:rsidRPr="00FA7150" w:rsidRDefault="00E16C6F" w:rsidP="00FA7150">
      <w:pPr>
        <w:numPr>
          <w:ilvl w:val="2"/>
          <w:numId w:val="41"/>
        </w:numPr>
        <w:ind w:left="0" w:firstLine="567"/>
        <w:jc w:val="both"/>
        <w:rPr>
          <w:sz w:val="28"/>
          <w:szCs w:val="28"/>
        </w:rPr>
      </w:pPr>
      <w:r w:rsidRPr="00FA7150">
        <w:rPr>
          <w:sz w:val="28"/>
          <w:szCs w:val="28"/>
        </w:rPr>
        <w:t>В остальные классы Школы принимаются все желающие, которые имеют право на получение образования соответствующего уровня, при отсутствии медицинских и иных противопоказаний.</w:t>
      </w:r>
    </w:p>
    <w:p w:rsidR="00E16C6F" w:rsidRPr="00FA7150" w:rsidRDefault="00E16C6F" w:rsidP="00FA7150">
      <w:pPr>
        <w:numPr>
          <w:ilvl w:val="1"/>
          <w:numId w:val="41"/>
        </w:numPr>
        <w:ind w:left="0" w:firstLine="567"/>
        <w:jc w:val="both"/>
        <w:rPr>
          <w:sz w:val="28"/>
          <w:szCs w:val="28"/>
        </w:rPr>
      </w:pPr>
      <w:r w:rsidRPr="00FA7150">
        <w:rPr>
          <w:sz w:val="28"/>
          <w:szCs w:val="28"/>
        </w:rPr>
        <w:t>Прием в Школу осуществляется по личному заявлению совершеннолетних поступающих или родителей (законных представителей) несовершеннолетних обучающихся при предъявлении оригинала документа, удостоверяющего личность заявителя, либо оригинала документа, удостоверяющего личность иностранного гражданина в Российской Федерации.</w:t>
      </w:r>
    </w:p>
    <w:p w:rsidR="00E16C6F" w:rsidRPr="00FA7150" w:rsidRDefault="00E16C6F" w:rsidP="00FA7150">
      <w:pPr>
        <w:ind w:firstLine="567"/>
        <w:jc w:val="both"/>
        <w:rPr>
          <w:sz w:val="28"/>
          <w:szCs w:val="28"/>
        </w:rPr>
      </w:pPr>
      <w:r w:rsidRPr="00FA7150">
        <w:rPr>
          <w:sz w:val="28"/>
          <w:szCs w:val="28"/>
        </w:rPr>
        <w:t>Родители (законные представители) детей дополнительно предъявляют оригинал свидетельства о рождении ребенка либо заверенную в установленном порядке копию документа, подтверждающего родство заявителя (или законность представления прав обучающегося), а также оригинал свидетельства о регистрации ребенка по месту жительства или свидетельства о регистрации ребенка по месту пребывания на закрепленной территории.</w:t>
      </w:r>
    </w:p>
    <w:p w:rsidR="00E16C6F" w:rsidRPr="00FA7150" w:rsidRDefault="00E16C6F" w:rsidP="00FA7150">
      <w:pPr>
        <w:ind w:firstLine="567"/>
        <w:jc w:val="both"/>
        <w:rPr>
          <w:sz w:val="28"/>
          <w:szCs w:val="28"/>
        </w:rPr>
      </w:pPr>
      <w:r w:rsidRPr="00FA7150">
        <w:rPr>
          <w:sz w:val="28"/>
          <w:szCs w:val="28"/>
        </w:rPr>
        <w:t>Родители (законные представители) ребенка, являющегося иностранным гражданином или лицом без гражданства, дополнительно предъявляют заверенные в установленном порядке копии документа, подтверждающего родство заявителя (или законность представления прав обучающегося), и документа, подтверждающего право заявителя на пребывание в Российской Федерации.</w:t>
      </w:r>
    </w:p>
    <w:p w:rsidR="00E16C6F" w:rsidRPr="00FA7150" w:rsidRDefault="00E16C6F" w:rsidP="00FA7150">
      <w:pPr>
        <w:numPr>
          <w:ilvl w:val="2"/>
          <w:numId w:val="41"/>
        </w:numPr>
        <w:ind w:left="0" w:firstLine="567"/>
        <w:jc w:val="both"/>
        <w:rPr>
          <w:sz w:val="28"/>
          <w:szCs w:val="28"/>
        </w:rPr>
      </w:pPr>
      <w:r w:rsidRPr="00FA7150">
        <w:rPr>
          <w:sz w:val="28"/>
          <w:szCs w:val="28"/>
        </w:rPr>
        <w:t>К заявлению о приеме в Школу прилагаются следующие документы:</w:t>
      </w:r>
    </w:p>
    <w:p w:rsidR="00E16C6F" w:rsidRPr="00FA7150" w:rsidRDefault="00E16C6F" w:rsidP="00FA7150">
      <w:pPr>
        <w:numPr>
          <w:ilvl w:val="3"/>
          <w:numId w:val="30"/>
        </w:numPr>
        <w:ind w:left="0" w:firstLine="567"/>
        <w:jc w:val="both"/>
        <w:rPr>
          <w:sz w:val="28"/>
          <w:szCs w:val="28"/>
        </w:rPr>
      </w:pPr>
      <w:r w:rsidRPr="00FA7150">
        <w:rPr>
          <w:sz w:val="28"/>
          <w:szCs w:val="28"/>
        </w:rPr>
        <w:t xml:space="preserve"> копия свидетельства о рождении ребенка или копия документа, подтверждающего родство заявителя (или законность представления прав обучающегося);</w:t>
      </w:r>
    </w:p>
    <w:p w:rsidR="00E16C6F" w:rsidRPr="00FA7150" w:rsidRDefault="00E16C6F" w:rsidP="00FA7150">
      <w:pPr>
        <w:numPr>
          <w:ilvl w:val="3"/>
          <w:numId w:val="30"/>
        </w:numPr>
        <w:ind w:left="0" w:firstLine="567"/>
        <w:jc w:val="both"/>
        <w:rPr>
          <w:sz w:val="28"/>
          <w:szCs w:val="28"/>
        </w:rPr>
      </w:pPr>
      <w:r w:rsidRPr="00FA7150">
        <w:rPr>
          <w:sz w:val="28"/>
          <w:szCs w:val="28"/>
        </w:rPr>
        <w:t xml:space="preserve"> паспорт при достижении обучающимся возраста 14 лет;</w:t>
      </w:r>
    </w:p>
    <w:p w:rsidR="00E16C6F" w:rsidRPr="00FA7150" w:rsidRDefault="00E16C6F" w:rsidP="00FA7150">
      <w:pPr>
        <w:numPr>
          <w:ilvl w:val="3"/>
          <w:numId w:val="30"/>
        </w:numPr>
        <w:ind w:left="0" w:firstLine="567"/>
        <w:jc w:val="both"/>
        <w:rPr>
          <w:sz w:val="28"/>
          <w:szCs w:val="28"/>
        </w:rPr>
      </w:pPr>
      <w:r w:rsidRPr="00FA7150">
        <w:rPr>
          <w:sz w:val="28"/>
          <w:szCs w:val="28"/>
        </w:rPr>
        <w:t xml:space="preserve"> справка о регистрации ребенка по месту жительства или справка о регистрации ребенка по месту пребывания на закрепленной территории;</w:t>
      </w:r>
    </w:p>
    <w:p w:rsidR="00E16C6F" w:rsidRPr="00FA7150" w:rsidRDefault="00E16C6F" w:rsidP="00FA7150">
      <w:pPr>
        <w:numPr>
          <w:ilvl w:val="3"/>
          <w:numId w:val="30"/>
        </w:numPr>
        <w:ind w:left="0" w:firstLine="567"/>
        <w:jc w:val="both"/>
        <w:rPr>
          <w:sz w:val="28"/>
          <w:szCs w:val="28"/>
        </w:rPr>
      </w:pPr>
      <w:r w:rsidRPr="00FA7150">
        <w:rPr>
          <w:sz w:val="28"/>
          <w:szCs w:val="28"/>
        </w:rPr>
        <w:t xml:space="preserve"> аттестат об основном общем образовании для поступающих в 10-11 классы;</w:t>
      </w:r>
    </w:p>
    <w:p w:rsidR="00E16C6F" w:rsidRPr="00FA7150" w:rsidRDefault="00E16C6F" w:rsidP="00FA7150">
      <w:pPr>
        <w:numPr>
          <w:ilvl w:val="3"/>
          <w:numId w:val="30"/>
        </w:numPr>
        <w:ind w:left="0" w:firstLine="567"/>
        <w:jc w:val="both"/>
        <w:rPr>
          <w:sz w:val="28"/>
          <w:szCs w:val="28"/>
        </w:rPr>
      </w:pPr>
      <w:r w:rsidRPr="00FA7150">
        <w:rPr>
          <w:sz w:val="28"/>
          <w:szCs w:val="28"/>
        </w:rPr>
        <w:t xml:space="preserve"> медицинская карта обучающегося;</w:t>
      </w:r>
    </w:p>
    <w:p w:rsidR="00E16C6F" w:rsidRPr="00FA7150" w:rsidRDefault="00E16C6F" w:rsidP="00FA7150">
      <w:pPr>
        <w:numPr>
          <w:ilvl w:val="3"/>
          <w:numId w:val="30"/>
        </w:numPr>
        <w:ind w:left="0" w:firstLine="567"/>
        <w:jc w:val="both"/>
        <w:rPr>
          <w:sz w:val="28"/>
          <w:szCs w:val="28"/>
        </w:rPr>
      </w:pPr>
      <w:r w:rsidRPr="00FA7150">
        <w:rPr>
          <w:sz w:val="28"/>
          <w:szCs w:val="28"/>
        </w:rPr>
        <w:t xml:space="preserve"> личное дело обучающегося, выданное учреждением, в котором он обучался ранее;</w:t>
      </w:r>
    </w:p>
    <w:p w:rsidR="00E16C6F" w:rsidRPr="00FA7150" w:rsidRDefault="00E16C6F" w:rsidP="00FA7150">
      <w:pPr>
        <w:numPr>
          <w:ilvl w:val="3"/>
          <w:numId w:val="30"/>
        </w:numPr>
        <w:ind w:left="0" w:firstLine="567"/>
        <w:jc w:val="both"/>
        <w:rPr>
          <w:sz w:val="28"/>
          <w:szCs w:val="28"/>
        </w:rPr>
      </w:pPr>
      <w:r w:rsidRPr="00FA7150">
        <w:rPr>
          <w:sz w:val="28"/>
          <w:szCs w:val="28"/>
        </w:rPr>
        <w:t xml:space="preserve"> родители (законные представители) обучающихся имеют право по своему усмотрению представлять другие документы, в том числе медицинское заключение о состоянии здоровья ребенка.</w:t>
      </w:r>
    </w:p>
    <w:p w:rsidR="00E16C6F" w:rsidRPr="00FA7150" w:rsidRDefault="00E16C6F" w:rsidP="00FA7150">
      <w:pPr>
        <w:numPr>
          <w:ilvl w:val="2"/>
          <w:numId w:val="41"/>
        </w:numPr>
        <w:ind w:left="0" w:firstLine="567"/>
        <w:jc w:val="both"/>
        <w:rPr>
          <w:sz w:val="28"/>
          <w:szCs w:val="28"/>
        </w:rPr>
      </w:pPr>
      <w:r w:rsidRPr="00FA7150">
        <w:rPr>
          <w:sz w:val="28"/>
          <w:szCs w:val="28"/>
        </w:rPr>
        <w:t>Школа может осуществлять прием заявлений в Школу в форме электронного документа с использованием информационно-телекоммуникационных сетей общего пользования.</w:t>
      </w:r>
    </w:p>
    <w:p w:rsidR="00E16C6F" w:rsidRPr="00FA7150" w:rsidRDefault="00E16C6F" w:rsidP="00FA7150">
      <w:pPr>
        <w:numPr>
          <w:ilvl w:val="2"/>
          <w:numId w:val="41"/>
        </w:numPr>
        <w:ind w:left="0" w:firstLine="567"/>
        <w:jc w:val="both"/>
        <w:rPr>
          <w:sz w:val="28"/>
          <w:szCs w:val="28"/>
        </w:rPr>
      </w:pPr>
      <w:r w:rsidRPr="00FA7150">
        <w:rPr>
          <w:sz w:val="28"/>
          <w:szCs w:val="28"/>
        </w:rPr>
        <w:t>Лица, перешедшие из других образовательных учреждений, могут приниматься в соответствующий класс в течение учебного года на основании выше перечисленных документов и справки с указанием текущих оценок и пройденного ими программного материала.</w:t>
      </w:r>
    </w:p>
    <w:p w:rsidR="00E16C6F" w:rsidRPr="00FA7150" w:rsidRDefault="00E16C6F" w:rsidP="00FA7150">
      <w:pPr>
        <w:numPr>
          <w:ilvl w:val="1"/>
          <w:numId w:val="41"/>
        </w:numPr>
        <w:ind w:left="0" w:firstLine="567"/>
        <w:jc w:val="both"/>
        <w:rPr>
          <w:sz w:val="28"/>
          <w:szCs w:val="28"/>
        </w:rPr>
      </w:pPr>
      <w:r w:rsidRPr="00FA7150">
        <w:rPr>
          <w:sz w:val="28"/>
          <w:szCs w:val="28"/>
        </w:rPr>
        <w:t xml:space="preserve">Школа обязана ознакомить поступающего и (или) его родителей (законных представителей) со своим Уставом, с лицензией на </w:t>
      </w:r>
      <w:r>
        <w:rPr>
          <w:sz w:val="28"/>
          <w:szCs w:val="28"/>
        </w:rPr>
        <w:t>право ведения</w:t>
      </w:r>
      <w:r w:rsidRPr="00FA7150">
        <w:rPr>
          <w:sz w:val="28"/>
          <w:szCs w:val="28"/>
        </w:rPr>
        <w:t xml:space="preserve"> образовательной деятельности, со свидетельством о государственной аккредитации,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w:t>
      </w:r>
    </w:p>
    <w:p w:rsidR="00E16C6F" w:rsidRPr="00FA7150" w:rsidRDefault="00E16C6F" w:rsidP="00FA7150">
      <w:pPr>
        <w:numPr>
          <w:ilvl w:val="1"/>
          <w:numId w:val="41"/>
        </w:numPr>
        <w:ind w:left="0" w:firstLine="567"/>
        <w:jc w:val="both"/>
        <w:rPr>
          <w:sz w:val="28"/>
          <w:szCs w:val="28"/>
        </w:rPr>
      </w:pPr>
      <w:r w:rsidRPr="00FA7150">
        <w:rPr>
          <w:sz w:val="28"/>
          <w:szCs w:val="28"/>
        </w:rPr>
        <w:t>О приеме в Школу на обучение или для прохождения промежуточной аттестации и (или) государственной итоговой аттестации обучающихся издается приказ директора Школы, который является основанием возникновения образовательных отношений.</w:t>
      </w:r>
    </w:p>
    <w:p w:rsidR="00E16C6F" w:rsidRPr="00FA7150" w:rsidRDefault="00E16C6F" w:rsidP="00FA7150">
      <w:pPr>
        <w:numPr>
          <w:ilvl w:val="1"/>
          <w:numId w:val="41"/>
        </w:numPr>
        <w:ind w:left="0" w:firstLine="567"/>
        <w:jc w:val="both"/>
        <w:rPr>
          <w:sz w:val="28"/>
          <w:szCs w:val="28"/>
        </w:rPr>
      </w:pPr>
      <w:r w:rsidRPr="00FA7150">
        <w:rPr>
          <w:sz w:val="28"/>
          <w:szCs w:val="28"/>
        </w:rPr>
        <w:t>Права и обязанности обучающегося, предусмотренные законодательством об образовании и локальными нормативными актами Школы, возникают у лица, принятого на обучение, с даты приказа о приеме лица на обучение.</w:t>
      </w:r>
    </w:p>
    <w:p w:rsidR="00E16C6F" w:rsidRPr="00FA7150" w:rsidRDefault="00E16C6F" w:rsidP="00FA7150">
      <w:pPr>
        <w:numPr>
          <w:ilvl w:val="1"/>
          <w:numId w:val="41"/>
        </w:numPr>
        <w:ind w:left="0" w:firstLine="567"/>
        <w:jc w:val="both"/>
        <w:rPr>
          <w:sz w:val="28"/>
          <w:szCs w:val="28"/>
        </w:rPr>
      </w:pPr>
      <w:r w:rsidRPr="00FA7150">
        <w:rPr>
          <w:sz w:val="28"/>
          <w:szCs w:val="28"/>
        </w:rPr>
        <w:t>Школа в лице её директора, с одной стороны, и родители (законные представители) обучающихся с другой стороны, заключают договор об образовании в простой письменной форме, в котором должны быть указаны основные характеристики образования, в том числе вид, уровень образовательной программы, форма обучения, срок освоения образовательной программы (продолжительность обучения).</w:t>
      </w:r>
    </w:p>
    <w:p w:rsidR="00E16C6F" w:rsidRPr="00FA7150" w:rsidRDefault="00E16C6F" w:rsidP="00FA7150">
      <w:pPr>
        <w:numPr>
          <w:ilvl w:val="1"/>
          <w:numId w:val="41"/>
        </w:numPr>
        <w:ind w:left="0" w:firstLine="567"/>
        <w:jc w:val="both"/>
        <w:rPr>
          <w:sz w:val="28"/>
          <w:szCs w:val="28"/>
        </w:rPr>
      </w:pPr>
      <w:r w:rsidRPr="00FA7150">
        <w:rPr>
          <w:sz w:val="28"/>
          <w:szCs w:val="28"/>
        </w:rPr>
        <w:t>Режим работы Школы устанавливается решением Педагогического совета на основании требований санитарных норм, правил для общеобразовательных учреждений и учебного плана Школы.</w:t>
      </w:r>
    </w:p>
    <w:p w:rsidR="00E16C6F" w:rsidRPr="00FA7150" w:rsidRDefault="00E16C6F" w:rsidP="00FA7150">
      <w:pPr>
        <w:numPr>
          <w:ilvl w:val="1"/>
          <w:numId w:val="41"/>
        </w:numPr>
        <w:ind w:left="0" w:firstLine="567"/>
        <w:jc w:val="both"/>
        <w:rPr>
          <w:sz w:val="28"/>
          <w:szCs w:val="28"/>
        </w:rPr>
      </w:pPr>
      <w:r w:rsidRPr="00FA7150">
        <w:rPr>
          <w:sz w:val="28"/>
          <w:szCs w:val="28"/>
        </w:rPr>
        <w:t>Учебный год в</w:t>
      </w:r>
      <w:r w:rsidRPr="00FA7150">
        <w:rPr>
          <w:snapToGrid w:val="0"/>
          <w:sz w:val="28"/>
          <w:szCs w:val="28"/>
        </w:rPr>
        <w:t xml:space="preserve"> Школе</w:t>
      </w:r>
      <w:r w:rsidRPr="00FA7150">
        <w:rPr>
          <w:sz w:val="28"/>
          <w:szCs w:val="28"/>
        </w:rPr>
        <w:t xml:space="preserve"> начинается</w:t>
      </w:r>
      <w:r w:rsidRPr="00FA7150">
        <w:rPr>
          <w:noProof/>
          <w:sz w:val="28"/>
          <w:szCs w:val="28"/>
        </w:rPr>
        <w:t xml:space="preserve"> 1</w:t>
      </w:r>
      <w:r w:rsidRPr="00FA7150">
        <w:rPr>
          <w:sz w:val="28"/>
          <w:szCs w:val="28"/>
        </w:rPr>
        <w:t xml:space="preserve"> сентября; если это число приходится на выходной день, то учебный год начинается в первый, следующий за ним рабочий день.</w:t>
      </w:r>
    </w:p>
    <w:p w:rsidR="00E16C6F" w:rsidRPr="00FA7150" w:rsidRDefault="00E16C6F" w:rsidP="00FA7150">
      <w:pPr>
        <w:numPr>
          <w:ilvl w:val="1"/>
          <w:numId w:val="41"/>
        </w:numPr>
        <w:ind w:left="0" w:firstLine="567"/>
        <w:jc w:val="both"/>
        <w:rPr>
          <w:sz w:val="28"/>
          <w:szCs w:val="28"/>
        </w:rPr>
      </w:pPr>
      <w:r w:rsidRPr="00FA7150">
        <w:rPr>
          <w:sz w:val="28"/>
          <w:szCs w:val="28"/>
        </w:rPr>
        <w:t>Продолжительность учебного года составляет не менее 34 недель без учета государственной итоговой аттестации, в первом классе – 33 недели.</w:t>
      </w:r>
    </w:p>
    <w:p w:rsidR="00E16C6F" w:rsidRPr="00FA7150" w:rsidRDefault="00E16C6F" w:rsidP="00FA7150">
      <w:pPr>
        <w:numPr>
          <w:ilvl w:val="1"/>
          <w:numId w:val="41"/>
        </w:numPr>
        <w:ind w:left="0" w:firstLine="567"/>
        <w:jc w:val="both"/>
        <w:rPr>
          <w:sz w:val="28"/>
          <w:szCs w:val="28"/>
        </w:rPr>
      </w:pPr>
      <w:r w:rsidRPr="00FA7150">
        <w:rPr>
          <w:sz w:val="28"/>
          <w:szCs w:val="28"/>
        </w:rPr>
        <w:t>Продолжительность каникул в течение учебного года составляет не менее 30 календарных дней, летом – не менее 8 недель. Для обучающихся в первом классе устанавливаются в течение года дополнительные каникулы продолжительностью 7 дней.</w:t>
      </w:r>
    </w:p>
    <w:p w:rsidR="00E16C6F" w:rsidRPr="00FA7150" w:rsidRDefault="00E16C6F" w:rsidP="00FA7150">
      <w:pPr>
        <w:numPr>
          <w:ilvl w:val="1"/>
          <w:numId w:val="41"/>
        </w:numPr>
        <w:ind w:left="0" w:firstLine="567"/>
        <w:jc w:val="both"/>
        <w:rPr>
          <w:sz w:val="28"/>
          <w:szCs w:val="28"/>
        </w:rPr>
      </w:pPr>
      <w:r w:rsidRPr="00FA7150">
        <w:rPr>
          <w:sz w:val="28"/>
          <w:szCs w:val="28"/>
        </w:rPr>
        <w:t>Годовой календарный учебный график разрабатывается и утверждается Школой.</w:t>
      </w:r>
    </w:p>
    <w:p w:rsidR="00E16C6F" w:rsidRPr="00FA7150" w:rsidRDefault="00E16C6F" w:rsidP="00FA7150">
      <w:pPr>
        <w:numPr>
          <w:ilvl w:val="1"/>
          <w:numId w:val="41"/>
        </w:numPr>
        <w:ind w:left="0" w:firstLine="567"/>
        <w:jc w:val="both"/>
        <w:rPr>
          <w:sz w:val="28"/>
          <w:szCs w:val="28"/>
        </w:rPr>
      </w:pPr>
      <w:r w:rsidRPr="00FA7150">
        <w:rPr>
          <w:noProof/>
          <w:sz w:val="28"/>
          <w:szCs w:val="28"/>
        </w:rPr>
        <w:t>Работа по пятидневной неделе определяется Школой самостоятельно в соответствии с учебным планом и Санитарными нормами для общеобразовательных учреждений.</w:t>
      </w:r>
    </w:p>
    <w:p w:rsidR="00E16C6F" w:rsidRPr="00FA7150" w:rsidRDefault="00E16C6F" w:rsidP="00FA7150">
      <w:pPr>
        <w:numPr>
          <w:ilvl w:val="1"/>
          <w:numId w:val="41"/>
        </w:numPr>
        <w:ind w:left="0" w:firstLine="567"/>
        <w:jc w:val="both"/>
        <w:rPr>
          <w:sz w:val="28"/>
          <w:szCs w:val="28"/>
        </w:rPr>
      </w:pPr>
      <w:r w:rsidRPr="00FA7150">
        <w:rPr>
          <w:sz w:val="28"/>
          <w:szCs w:val="28"/>
        </w:rPr>
        <w:t>Учебная нагрузка и режим занятий</w:t>
      </w:r>
      <w:r w:rsidRPr="00FA7150">
        <w:rPr>
          <w:noProof/>
          <w:sz w:val="28"/>
          <w:szCs w:val="28"/>
        </w:rPr>
        <w:t xml:space="preserve"> в каждом классе в неделю определяется учебным планом. Максимальное число уроков в день для классов каждой ступени обучения определяется Санитарными нормами для общеобразовательных учреждений.</w:t>
      </w:r>
    </w:p>
    <w:p w:rsidR="00E16C6F" w:rsidRPr="00FA7150" w:rsidRDefault="00E16C6F" w:rsidP="00FA7150">
      <w:pPr>
        <w:numPr>
          <w:ilvl w:val="1"/>
          <w:numId w:val="41"/>
        </w:numPr>
        <w:ind w:left="0" w:firstLine="567"/>
        <w:jc w:val="both"/>
        <w:rPr>
          <w:sz w:val="28"/>
          <w:szCs w:val="28"/>
        </w:rPr>
      </w:pPr>
      <w:r w:rsidRPr="00FA7150">
        <w:rPr>
          <w:noProof/>
          <w:sz w:val="28"/>
          <w:szCs w:val="28"/>
        </w:rPr>
        <w:t>Продолжительность одного академического часа (урока) составляет:</w:t>
      </w:r>
    </w:p>
    <w:p w:rsidR="00E16C6F" w:rsidRPr="00FA7150" w:rsidRDefault="00E16C6F" w:rsidP="00FA7150">
      <w:pPr>
        <w:numPr>
          <w:ilvl w:val="3"/>
          <w:numId w:val="41"/>
        </w:numPr>
        <w:ind w:left="0" w:firstLine="567"/>
        <w:jc w:val="both"/>
        <w:rPr>
          <w:sz w:val="28"/>
          <w:szCs w:val="28"/>
        </w:rPr>
      </w:pPr>
      <w:r w:rsidRPr="00FA7150">
        <w:rPr>
          <w:snapToGrid w:val="0"/>
          <w:sz w:val="28"/>
          <w:szCs w:val="28"/>
        </w:rPr>
        <w:t>1 класс: 1 полугодие – 35 минут;</w:t>
      </w:r>
      <w:r w:rsidRPr="00FA7150">
        <w:rPr>
          <w:sz w:val="28"/>
          <w:szCs w:val="28"/>
        </w:rPr>
        <w:t xml:space="preserve"> 2 полугодие – 45 минут;</w:t>
      </w:r>
    </w:p>
    <w:p w:rsidR="00E16C6F" w:rsidRPr="00FA7150" w:rsidRDefault="00E16C6F" w:rsidP="00FA7150">
      <w:pPr>
        <w:numPr>
          <w:ilvl w:val="3"/>
          <w:numId w:val="41"/>
        </w:numPr>
        <w:ind w:left="0" w:firstLine="567"/>
        <w:jc w:val="both"/>
        <w:rPr>
          <w:sz w:val="28"/>
          <w:szCs w:val="28"/>
        </w:rPr>
      </w:pPr>
      <w:r w:rsidRPr="00FA7150">
        <w:rPr>
          <w:snapToGrid w:val="0"/>
          <w:sz w:val="28"/>
          <w:szCs w:val="28"/>
        </w:rPr>
        <w:t>2 – 9 классы – 45 минут.</w:t>
      </w:r>
    </w:p>
    <w:p w:rsidR="00E16C6F" w:rsidRPr="00FA7150" w:rsidRDefault="00E16C6F" w:rsidP="00FA7150">
      <w:pPr>
        <w:numPr>
          <w:ilvl w:val="1"/>
          <w:numId w:val="41"/>
        </w:numPr>
        <w:ind w:left="0" w:firstLine="567"/>
        <w:jc w:val="both"/>
        <w:rPr>
          <w:sz w:val="28"/>
          <w:szCs w:val="28"/>
        </w:rPr>
      </w:pPr>
      <w:r w:rsidRPr="00FA7150">
        <w:rPr>
          <w:snapToGrid w:val="0"/>
          <w:sz w:val="28"/>
          <w:szCs w:val="28"/>
        </w:rPr>
        <w:t>Продолжительность перерывов между уроками (перемены) составляет не менее 10 минут, две перемены продолжительностью 20 минут.</w:t>
      </w:r>
    </w:p>
    <w:p w:rsidR="00E16C6F" w:rsidRPr="00FA7150" w:rsidRDefault="00E16C6F" w:rsidP="00FA7150">
      <w:pPr>
        <w:numPr>
          <w:ilvl w:val="1"/>
          <w:numId w:val="41"/>
        </w:numPr>
        <w:ind w:left="0" w:firstLine="567"/>
        <w:jc w:val="both"/>
        <w:rPr>
          <w:sz w:val="28"/>
          <w:szCs w:val="28"/>
        </w:rPr>
      </w:pPr>
      <w:r w:rsidRPr="00FA7150">
        <w:rPr>
          <w:snapToGrid w:val="0"/>
          <w:sz w:val="28"/>
          <w:szCs w:val="28"/>
        </w:rPr>
        <w:t xml:space="preserve">В случае вынужденной отмены занятий по независящим от </w:t>
      </w:r>
      <w:r w:rsidRPr="00FA7150">
        <w:rPr>
          <w:sz w:val="28"/>
          <w:szCs w:val="28"/>
        </w:rPr>
        <w:t>Школы</w:t>
      </w:r>
      <w:r w:rsidRPr="00FA7150">
        <w:rPr>
          <w:snapToGrid w:val="0"/>
          <w:sz w:val="28"/>
          <w:szCs w:val="28"/>
        </w:rPr>
        <w:t xml:space="preserve"> чрезвычайным (аварийным и т.п.) обстоятельствам, пропущенные занятия, с согласия обучающихся и их родителей (законных представителей), могут быть перенесены на выходные или каникулярные дни.</w:t>
      </w:r>
    </w:p>
    <w:p w:rsidR="00E16C6F" w:rsidRPr="00FA7150" w:rsidRDefault="00E16C6F" w:rsidP="00FA7150">
      <w:pPr>
        <w:numPr>
          <w:ilvl w:val="1"/>
          <w:numId w:val="41"/>
        </w:numPr>
        <w:ind w:left="0" w:firstLine="567"/>
        <w:jc w:val="both"/>
        <w:rPr>
          <w:sz w:val="28"/>
          <w:szCs w:val="28"/>
        </w:rPr>
      </w:pPr>
      <w:r w:rsidRPr="00FA7150">
        <w:rPr>
          <w:snapToGrid w:val="0"/>
          <w:sz w:val="28"/>
          <w:szCs w:val="28"/>
        </w:rPr>
        <w:t>Факультативные занятия, групповые и индивидуальные консультации, кружковая работа осуществляется в течение недели по расписанию. Продолжительность одного занятия соответствует продолжительности одного урока.</w:t>
      </w:r>
    </w:p>
    <w:p w:rsidR="00E16C6F" w:rsidRPr="00FA7150" w:rsidRDefault="00E16C6F" w:rsidP="00FA7150">
      <w:pPr>
        <w:numPr>
          <w:ilvl w:val="1"/>
          <w:numId w:val="41"/>
        </w:numPr>
        <w:ind w:left="0" w:firstLine="567"/>
        <w:jc w:val="both"/>
        <w:rPr>
          <w:sz w:val="28"/>
          <w:szCs w:val="28"/>
        </w:rPr>
      </w:pPr>
      <w:r w:rsidRPr="00FA7150">
        <w:rPr>
          <w:sz w:val="28"/>
          <w:szCs w:val="28"/>
        </w:rPr>
        <w:t>Школа самостоятельна в выборе системы оценок, формы, порядка и периодичности промежуточной аттестации обучающихся в соответствии.</w:t>
      </w:r>
    </w:p>
    <w:p w:rsidR="00E16C6F" w:rsidRPr="00FA7150" w:rsidRDefault="00E16C6F" w:rsidP="00FA7150">
      <w:pPr>
        <w:numPr>
          <w:ilvl w:val="1"/>
          <w:numId w:val="41"/>
        </w:numPr>
        <w:ind w:left="0" w:firstLine="567"/>
        <w:jc w:val="both"/>
        <w:rPr>
          <w:sz w:val="28"/>
          <w:szCs w:val="28"/>
        </w:rPr>
      </w:pPr>
      <w:r w:rsidRPr="00FA7150">
        <w:rPr>
          <w:sz w:val="28"/>
          <w:szCs w:val="28"/>
        </w:rPr>
        <w:t>Текущий контроль успеваемости обучающихся Школы осуществляется по бальной системе оценок:</w:t>
      </w:r>
    </w:p>
    <w:p w:rsidR="00E16C6F" w:rsidRPr="00FA7150" w:rsidRDefault="00E16C6F" w:rsidP="00FA7150">
      <w:pPr>
        <w:ind w:firstLine="567"/>
        <w:jc w:val="both"/>
        <w:rPr>
          <w:sz w:val="28"/>
          <w:szCs w:val="28"/>
        </w:rPr>
      </w:pPr>
      <w:r w:rsidRPr="00FA7150">
        <w:rPr>
          <w:sz w:val="28"/>
          <w:szCs w:val="28"/>
        </w:rPr>
        <w:t>«5» – отлично;</w:t>
      </w:r>
    </w:p>
    <w:p w:rsidR="00E16C6F" w:rsidRPr="00FA7150" w:rsidRDefault="00E16C6F" w:rsidP="00FA7150">
      <w:pPr>
        <w:ind w:firstLine="567"/>
        <w:jc w:val="both"/>
        <w:rPr>
          <w:sz w:val="28"/>
          <w:szCs w:val="28"/>
        </w:rPr>
      </w:pPr>
      <w:r w:rsidRPr="00FA7150">
        <w:rPr>
          <w:sz w:val="28"/>
          <w:szCs w:val="28"/>
        </w:rPr>
        <w:t>«4» – хорошо;</w:t>
      </w:r>
    </w:p>
    <w:p w:rsidR="00E16C6F" w:rsidRPr="00FA7150" w:rsidRDefault="00E16C6F" w:rsidP="00FA7150">
      <w:pPr>
        <w:ind w:firstLine="567"/>
        <w:jc w:val="both"/>
        <w:rPr>
          <w:sz w:val="28"/>
          <w:szCs w:val="28"/>
        </w:rPr>
      </w:pPr>
      <w:r w:rsidRPr="00FA7150">
        <w:rPr>
          <w:sz w:val="28"/>
          <w:szCs w:val="28"/>
        </w:rPr>
        <w:t>«3» – удовлетворительно;</w:t>
      </w:r>
    </w:p>
    <w:p w:rsidR="00E16C6F" w:rsidRPr="00FA7150" w:rsidRDefault="00E16C6F" w:rsidP="00FA7150">
      <w:pPr>
        <w:ind w:firstLine="567"/>
        <w:jc w:val="both"/>
        <w:rPr>
          <w:sz w:val="28"/>
          <w:szCs w:val="28"/>
        </w:rPr>
      </w:pPr>
      <w:r w:rsidRPr="00FA7150">
        <w:rPr>
          <w:sz w:val="28"/>
          <w:szCs w:val="28"/>
        </w:rPr>
        <w:t>«2» – неудовлетворительно;</w:t>
      </w:r>
    </w:p>
    <w:p w:rsidR="00E16C6F" w:rsidRPr="00FA7150" w:rsidRDefault="00E16C6F" w:rsidP="00FA7150">
      <w:pPr>
        <w:ind w:firstLine="567"/>
        <w:jc w:val="both"/>
        <w:rPr>
          <w:sz w:val="28"/>
          <w:szCs w:val="28"/>
        </w:rPr>
      </w:pPr>
      <w:r w:rsidRPr="00FA7150">
        <w:rPr>
          <w:sz w:val="28"/>
          <w:szCs w:val="28"/>
        </w:rPr>
        <w:t>Для обучающихся первых классов используется безотметочная система контроля успеваемости.</w:t>
      </w:r>
    </w:p>
    <w:p w:rsidR="00E16C6F" w:rsidRPr="00FA7150" w:rsidRDefault="00E16C6F" w:rsidP="00FA7150">
      <w:pPr>
        <w:ind w:firstLine="567"/>
        <w:jc w:val="both"/>
        <w:rPr>
          <w:sz w:val="28"/>
          <w:szCs w:val="28"/>
        </w:rPr>
      </w:pPr>
      <w:r w:rsidRPr="00FA7150">
        <w:rPr>
          <w:sz w:val="28"/>
          <w:szCs w:val="28"/>
        </w:rPr>
        <w:t>Бальная система оценок используется при проведении промежуточной и итоговой аттестации обучающихся.</w:t>
      </w:r>
    </w:p>
    <w:p w:rsidR="00E16C6F" w:rsidRPr="00FA7150" w:rsidRDefault="00E16C6F" w:rsidP="00FA7150">
      <w:pPr>
        <w:numPr>
          <w:ilvl w:val="1"/>
          <w:numId w:val="41"/>
        </w:numPr>
        <w:ind w:left="0" w:firstLine="567"/>
        <w:jc w:val="both"/>
        <w:rPr>
          <w:sz w:val="28"/>
          <w:szCs w:val="28"/>
        </w:rPr>
      </w:pPr>
      <w:r w:rsidRPr="00FA7150">
        <w:rPr>
          <w:sz w:val="28"/>
          <w:szCs w:val="28"/>
        </w:rPr>
        <w:t>Освоение образовательной программы, в том числе отдельной части или всего объема учебного предмета, курса, дисциплины (модуля) образовательной программы, сопровождается промежуточной аттестацией обучающихся, проводимой в формах, определенных учебным планом, и в порядке, установленном Школой.</w:t>
      </w:r>
    </w:p>
    <w:p w:rsidR="00E16C6F" w:rsidRPr="00FA7150" w:rsidRDefault="00E16C6F" w:rsidP="00FA7150">
      <w:pPr>
        <w:numPr>
          <w:ilvl w:val="2"/>
          <w:numId w:val="41"/>
        </w:numPr>
        <w:ind w:left="0" w:firstLine="567"/>
        <w:jc w:val="both"/>
        <w:rPr>
          <w:sz w:val="28"/>
          <w:szCs w:val="28"/>
        </w:rPr>
      </w:pPr>
      <w:r w:rsidRPr="00FA7150">
        <w:rPr>
          <w:sz w:val="28"/>
          <w:szCs w:val="28"/>
        </w:rPr>
        <w:t xml:space="preserve">Во 2 – 9 классах промежуточная аттестация осуществляется 4 раза в год . </w:t>
      </w:r>
    </w:p>
    <w:p w:rsidR="00E16C6F" w:rsidRPr="00FA7150" w:rsidRDefault="00E16C6F" w:rsidP="00FA7150">
      <w:pPr>
        <w:numPr>
          <w:ilvl w:val="2"/>
          <w:numId w:val="41"/>
        </w:numPr>
        <w:ind w:left="0" w:firstLine="567"/>
        <w:jc w:val="both"/>
        <w:rPr>
          <w:sz w:val="28"/>
          <w:szCs w:val="28"/>
        </w:rPr>
      </w:pPr>
      <w:r w:rsidRPr="00FA7150">
        <w:rPr>
          <w:sz w:val="28"/>
          <w:szCs w:val="28"/>
        </w:rPr>
        <w:t>Начиная со второго класса, может проводиться промежуточная аттестация по отдельным предметам в конце учебного года.</w:t>
      </w:r>
    </w:p>
    <w:p w:rsidR="00E16C6F" w:rsidRPr="00FA7150" w:rsidRDefault="00E16C6F" w:rsidP="00FA7150">
      <w:pPr>
        <w:numPr>
          <w:ilvl w:val="2"/>
          <w:numId w:val="41"/>
        </w:numPr>
        <w:ind w:left="0" w:firstLine="567"/>
        <w:jc w:val="both"/>
        <w:rPr>
          <w:sz w:val="28"/>
          <w:szCs w:val="28"/>
        </w:rPr>
      </w:pPr>
      <w:r w:rsidRPr="00FA7150">
        <w:rPr>
          <w:sz w:val="28"/>
          <w:szCs w:val="28"/>
        </w:rPr>
        <w:t>Решение о проведении промежуточной аттестации в текущем учебном году принимается не позднее, чем за две недели до предполагаемого начала аттестации Педагогическим советом Школы. Педагогический совет определяет форму проведения промежуточной аттестации.</w:t>
      </w:r>
    </w:p>
    <w:p w:rsidR="00E16C6F" w:rsidRPr="00FA7150" w:rsidRDefault="00E16C6F" w:rsidP="00FA7150">
      <w:pPr>
        <w:numPr>
          <w:ilvl w:val="1"/>
          <w:numId w:val="41"/>
        </w:numPr>
        <w:ind w:left="0" w:firstLine="567"/>
        <w:jc w:val="both"/>
        <w:rPr>
          <w:sz w:val="28"/>
          <w:szCs w:val="28"/>
        </w:rPr>
      </w:pPr>
      <w:r w:rsidRPr="00FA7150">
        <w:rPr>
          <w:sz w:val="28"/>
          <w:szCs w:val="28"/>
        </w:rPr>
        <w:t>В случае несогласия обучающегося, его родителей (законных представителей) с результатами промежуточной аттестации или с оценкой знаний по предмету за триместр, полугодие или учебный год, им предоставляется право обратиться в конфликтную комиссию Школы по вопросам разрешения споров между участниками образовательного процесса, пройти повторную аттестацию по соответствующему предмету.</w:t>
      </w:r>
    </w:p>
    <w:p w:rsidR="00E16C6F" w:rsidRPr="00FA7150" w:rsidRDefault="00E16C6F" w:rsidP="00FA7150">
      <w:pPr>
        <w:ind w:firstLine="567"/>
        <w:jc w:val="both"/>
        <w:rPr>
          <w:sz w:val="28"/>
          <w:szCs w:val="28"/>
        </w:rPr>
      </w:pPr>
      <w:r w:rsidRPr="00FA7150">
        <w:rPr>
          <w:sz w:val="28"/>
          <w:szCs w:val="28"/>
        </w:rPr>
        <w:t>При несогласии с результатами повторной аттестации обучающемуся, его родителям (законным представителям) предоставляется право обратиться в органы управления образованием.</w:t>
      </w:r>
    </w:p>
    <w:p w:rsidR="00E16C6F" w:rsidRPr="00FA7150" w:rsidRDefault="00E16C6F" w:rsidP="00FA7150">
      <w:pPr>
        <w:numPr>
          <w:ilvl w:val="1"/>
          <w:numId w:val="41"/>
        </w:numPr>
        <w:ind w:left="0" w:firstLine="567"/>
        <w:jc w:val="both"/>
        <w:rPr>
          <w:sz w:val="28"/>
          <w:szCs w:val="28"/>
        </w:rPr>
      </w:pPr>
      <w:r w:rsidRPr="00FA7150">
        <w:rPr>
          <w:sz w:val="28"/>
          <w:szCs w:val="28"/>
        </w:rPr>
        <w:t>Обучающиеся, успешно освоившие в полном объеме общеобразовательные программы учебного года, переводятся в следующий класс.</w:t>
      </w:r>
    </w:p>
    <w:p w:rsidR="00E16C6F" w:rsidRPr="00FA7150" w:rsidRDefault="00E16C6F" w:rsidP="00FA7150">
      <w:pPr>
        <w:pStyle w:val="ListParagraph"/>
        <w:numPr>
          <w:ilvl w:val="1"/>
          <w:numId w:val="41"/>
        </w:numPr>
        <w:spacing w:line="240" w:lineRule="auto"/>
        <w:ind w:left="0" w:firstLine="567"/>
        <w:rPr>
          <w:sz w:val="28"/>
          <w:szCs w:val="28"/>
        </w:rPr>
      </w:pPr>
      <w:r w:rsidRPr="00FA7150">
        <w:rPr>
          <w:sz w:val="28"/>
          <w:szCs w:val="28"/>
        </w:rPr>
        <w:t>Неудовлетворительные результаты промежуточной аттестации по одному или нескольким учебным предметам, курсам, дисциплинам (модулям) образовательной программы или не</w:t>
      </w:r>
      <w:r>
        <w:rPr>
          <w:sz w:val="28"/>
          <w:szCs w:val="28"/>
        </w:rPr>
        <w:t xml:space="preserve"> </w:t>
      </w:r>
      <w:r w:rsidRPr="00FA7150">
        <w:rPr>
          <w:sz w:val="28"/>
          <w:szCs w:val="28"/>
        </w:rPr>
        <w:t>прохождение промежуточной аттестации при отсутствии уважительных причин признаются академической задолженностью.</w:t>
      </w:r>
    </w:p>
    <w:p w:rsidR="00E16C6F" w:rsidRPr="00FA7150" w:rsidRDefault="00E16C6F" w:rsidP="00FA7150">
      <w:pPr>
        <w:numPr>
          <w:ilvl w:val="2"/>
          <w:numId w:val="41"/>
        </w:numPr>
        <w:ind w:left="0" w:firstLine="567"/>
        <w:jc w:val="both"/>
        <w:rPr>
          <w:sz w:val="28"/>
          <w:szCs w:val="28"/>
        </w:rPr>
      </w:pPr>
      <w:r w:rsidRPr="00FA7150">
        <w:rPr>
          <w:sz w:val="28"/>
          <w:szCs w:val="28"/>
        </w:rPr>
        <w:t>Обучающиеся обязаны ликвидировать академическую задолженность.</w:t>
      </w:r>
    </w:p>
    <w:p w:rsidR="00E16C6F" w:rsidRPr="00FA7150" w:rsidRDefault="00E16C6F" w:rsidP="00FA7150">
      <w:pPr>
        <w:numPr>
          <w:ilvl w:val="2"/>
          <w:numId w:val="41"/>
        </w:numPr>
        <w:ind w:left="0" w:firstLine="567"/>
        <w:jc w:val="both"/>
        <w:rPr>
          <w:sz w:val="28"/>
          <w:szCs w:val="28"/>
        </w:rPr>
      </w:pPr>
      <w:r w:rsidRPr="00FA7150">
        <w:rPr>
          <w:sz w:val="28"/>
          <w:szCs w:val="28"/>
        </w:rPr>
        <w:t>Обучающиеся, имеющие академическую задолженность, вправе пройти промежуточную аттестацию по соответствующим учебному предмету, курсу, дисциплине (модулю) не более двух раз в сроки, определяемые Школой, в пределах одного года с момента образования академической задолженности.</w:t>
      </w:r>
    </w:p>
    <w:p w:rsidR="00E16C6F" w:rsidRPr="00FA7150" w:rsidRDefault="00E16C6F" w:rsidP="00FA7150">
      <w:pPr>
        <w:numPr>
          <w:ilvl w:val="2"/>
          <w:numId w:val="41"/>
        </w:numPr>
        <w:ind w:left="0" w:firstLine="567"/>
        <w:jc w:val="both"/>
        <w:rPr>
          <w:sz w:val="28"/>
          <w:szCs w:val="28"/>
        </w:rPr>
      </w:pPr>
      <w:r w:rsidRPr="00FA7150">
        <w:rPr>
          <w:sz w:val="28"/>
          <w:szCs w:val="28"/>
        </w:rPr>
        <w:t>Для проведения промежуточной аттестации во второй раз Школой создается комиссия.</w:t>
      </w:r>
    </w:p>
    <w:p w:rsidR="00E16C6F" w:rsidRPr="00FA7150" w:rsidRDefault="00E16C6F" w:rsidP="00FA7150">
      <w:pPr>
        <w:numPr>
          <w:ilvl w:val="2"/>
          <w:numId w:val="41"/>
        </w:numPr>
        <w:ind w:left="0" w:firstLine="567"/>
        <w:jc w:val="both"/>
        <w:rPr>
          <w:sz w:val="28"/>
          <w:szCs w:val="28"/>
        </w:rPr>
      </w:pPr>
      <w:r w:rsidRPr="00FA7150">
        <w:rPr>
          <w:sz w:val="28"/>
          <w:szCs w:val="28"/>
        </w:rPr>
        <w:t>Обучающиеся, не прошедшие промежуточной аттестации по уважительным причинам или имеющие академическую задолженность, переводятся в следующий класс или на следующий курс условно.</w:t>
      </w:r>
    </w:p>
    <w:p w:rsidR="00E16C6F" w:rsidRPr="00FA7150" w:rsidRDefault="00E16C6F" w:rsidP="00FA7150">
      <w:pPr>
        <w:numPr>
          <w:ilvl w:val="2"/>
          <w:numId w:val="41"/>
        </w:numPr>
        <w:ind w:left="0" w:firstLine="567"/>
        <w:jc w:val="both"/>
        <w:rPr>
          <w:sz w:val="28"/>
          <w:szCs w:val="28"/>
        </w:rPr>
      </w:pPr>
      <w:r w:rsidRPr="00FA7150">
        <w:rPr>
          <w:sz w:val="28"/>
          <w:szCs w:val="28"/>
        </w:rPr>
        <w:t>Обучающиеся, не ликвидировавшие в установленные сроки академической задолженности с момента ее образования, по усмотрению их родителей (законных представителей) оставляются на повторное обучение, переводятся на обучение по адаптированным образовательным программам в соответствии с рекомендациями психолого-медико-педагогической комиссии либо на обучение по индивидуальному учебному плану.</w:t>
      </w:r>
    </w:p>
    <w:p w:rsidR="00E16C6F" w:rsidRPr="00FA7150" w:rsidRDefault="00E16C6F" w:rsidP="00FA7150">
      <w:pPr>
        <w:numPr>
          <w:ilvl w:val="1"/>
          <w:numId w:val="41"/>
        </w:numPr>
        <w:ind w:left="0" w:firstLine="567"/>
        <w:jc w:val="both"/>
        <w:rPr>
          <w:sz w:val="28"/>
          <w:szCs w:val="28"/>
        </w:rPr>
      </w:pPr>
      <w:r w:rsidRPr="00FA7150">
        <w:rPr>
          <w:sz w:val="28"/>
          <w:szCs w:val="28"/>
        </w:rPr>
        <w:t>Перевод обучающегося в следующий класс производится по решению Педагогического совета Школы.</w:t>
      </w:r>
    </w:p>
    <w:p w:rsidR="00E16C6F" w:rsidRPr="00FA7150" w:rsidRDefault="00E16C6F" w:rsidP="00FA7150">
      <w:pPr>
        <w:numPr>
          <w:ilvl w:val="1"/>
          <w:numId w:val="41"/>
        </w:numPr>
        <w:ind w:left="0" w:firstLine="567"/>
        <w:jc w:val="both"/>
        <w:rPr>
          <w:sz w:val="28"/>
          <w:szCs w:val="28"/>
        </w:rPr>
      </w:pPr>
      <w:r w:rsidRPr="00FA7150">
        <w:rPr>
          <w:sz w:val="28"/>
          <w:szCs w:val="28"/>
        </w:rPr>
        <w:t>Обучающиеся, не освоившие основной образовательной программы начального общего и (или) основного общего образования, не допускаются к обучению на следующих уровнях общего образования.</w:t>
      </w:r>
    </w:p>
    <w:p w:rsidR="00E16C6F" w:rsidRPr="00FA7150" w:rsidRDefault="00E16C6F" w:rsidP="00FA7150">
      <w:pPr>
        <w:numPr>
          <w:ilvl w:val="1"/>
          <w:numId w:val="41"/>
        </w:numPr>
        <w:ind w:left="0" w:firstLine="567"/>
        <w:jc w:val="both"/>
        <w:rPr>
          <w:sz w:val="28"/>
          <w:szCs w:val="28"/>
        </w:rPr>
      </w:pPr>
      <w:r w:rsidRPr="00FA7150">
        <w:rPr>
          <w:sz w:val="28"/>
          <w:szCs w:val="28"/>
        </w:rPr>
        <w:t>Освоение основных образовательных программ основного общего и среднего общего образования завершается обязательной государственной итоговой аттестацией.</w:t>
      </w:r>
    </w:p>
    <w:p w:rsidR="00E16C6F" w:rsidRPr="00FA7150" w:rsidRDefault="00E16C6F" w:rsidP="00FA7150">
      <w:pPr>
        <w:numPr>
          <w:ilvl w:val="2"/>
          <w:numId w:val="41"/>
        </w:numPr>
        <w:ind w:left="0" w:firstLine="567"/>
        <w:jc w:val="both"/>
        <w:rPr>
          <w:sz w:val="28"/>
          <w:szCs w:val="28"/>
        </w:rPr>
      </w:pPr>
      <w:r w:rsidRPr="00FA7150">
        <w:rPr>
          <w:sz w:val="28"/>
          <w:szCs w:val="28"/>
        </w:rPr>
        <w:t>Государственная итоговая аттестация проводится в целях определения соответствия результатов освоения обучающимися основных образовательных программ соответствующим требованиям федерального государственного образовательного стандарта.</w:t>
      </w:r>
    </w:p>
    <w:p w:rsidR="00E16C6F" w:rsidRPr="00FA7150" w:rsidRDefault="00E16C6F" w:rsidP="00FA7150">
      <w:pPr>
        <w:numPr>
          <w:ilvl w:val="2"/>
          <w:numId w:val="41"/>
        </w:numPr>
        <w:ind w:left="0" w:firstLine="567"/>
        <w:jc w:val="both"/>
        <w:rPr>
          <w:sz w:val="28"/>
          <w:szCs w:val="28"/>
        </w:rPr>
      </w:pPr>
      <w:r w:rsidRPr="00FA7150">
        <w:rPr>
          <w:sz w:val="28"/>
          <w:szCs w:val="28"/>
        </w:rPr>
        <w:t>Формы государственной итоговой аттестации, порядок проведения такой аттестации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E16C6F" w:rsidRPr="00FA7150" w:rsidRDefault="00E16C6F" w:rsidP="00FA7150">
      <w:pPr>
        <w:numPr>
          <w:ilvl w:val="2"/>
          <w:numId w:val="41"/>
        </w:numPr>
        <w:ind w:left="0" w:firstLine="567"/>
        <w:jc w:val="both"/>
        <w:rPr>
          <w:sz w:val="28"/>
          <w:szCs w:val="28"/>
        </w:rPr>
      </w:pPr>
      <w:r w:rsidRPr="00FA7150">
        <w:rPr>
          <w:sz w:val="28"/>
          <w:szCs w:val="28"/>
        </w:rPr>
        <w:t>К государственной итоговой аттестации допускается обучающийся, не имеющий академической задолженности и в полном объеме выполнивший учебный план или индивидуальный учебный план.</w:t>
      </w:r>
    </w:p>
    <w:p w:rsidR="00E16C6F" w:rsidRPr="00FA7150" w:rsidRDefault="00E16C6F" w:rsidP="00FA7150">
      <w:pPr>
        <w:numPr>
          <w:ilvl w:val="2"/>
          <w:numId w:val="41"/>
        </w:numPr>
        <w:ind w:left="0" w:firstLine="567"/>
        <w:jc w:val="both"/>
        <w:rPr>
          <w:sz w:val="28"/>
          <w:szCs w:val="28"/>
        </w:rPr>
      </w:pPr>
      <w:r w:rsidRPr="00FA7150">
        <w:rPr>
          <w:sz w:val="28"/>
          <w:szCs w:val="28"/>
        </w:rPr>
        <w:t>Обучающиеся, не прошедшие государственной итоговой аттестации или получившие на государственной итоговой аттестации неудовлетворительные результаты, вправе пройти государственную итоговую аттестацию в сроки, определяемые порядком проведения государственной итоговой аттестации по соответствующим образовательным программам.</w:t>
      </w:r>
    </w:p>
    <w:p w:rsidR="00E16C6F" w:rsidRPr="00FA7150" w:rsidRDefault="00E16C6F" w:rsidP="00FA7150">
      <w:pPr>
        <w:numPr>
          <w:ilvl w:val="2"/>
          <w:numId w:val="41"/>
        </w:numPr>
        <w:ind w:left="0" w:firstLine="567"/>
        <w:jc w:val="both"/>
        <w:rPr>
          <w:sz w:val="28"/>
          <w:szCs w:val="28"/>
        </w:rPr>
      </w:pPr>
      <w:r w:rsidRPr="00FA7150">
        <w:rPr>
          <w:sz w:val="28"/>
          <w:szCs w:val="28"/>
        </w:rPr>
        <w:t>Государственная итоговая аттестация по образовательным программам среднего общего образования проводится в форме единого государственного экзамена.</w:t>
      </w:r>
    </w:p>
    <w:p w:rsidR="00E16C6F" w:rsidRPr="00FA7150" w:rsidRDefault="00E16C6F" w:rsidP="00FA7150">
      <w:pPr>
        <w:numPr>
          <w:ilvl w:val="2"/>
          <w:numId w:val="41"/>
        </w:numPr>
        <w:ind w:left="0" w:firstLine="567"/>
        <w:jc w:val="both"/>
        <w:rPr>
          <w:sz w:val="28"/>
          <w:szCs w:val="28"/>
        </w:rPr>
      </w:pPr>
      <w:r w:rsidRPr="00FA7150">
        <w:rPr>
          <w:sz w:val="28"/>
          <w:szCs w:val="28"/>
        </w:rPr>
        <w:t xml:space="preserve">Иные формы проведения государственной итоговой аттестации могут быть установлены в соответствии с законодательством для обучающихся с ограниченными возможностями здоровья, детей-инвалидов по общеобразовательные программы </w:t>
      </w:r>
      <w:r>
        <w:rPr>
          <w:sz w:val="28"/>
          <w:szCs w:val="28"/>
        </w:rPr>
        <w:t>основного</w:t>
      </w:r>
      <w:r w:rsidRPr="00FA7150">
        <w:rPr>
          <w:sz w:val="28"/>
          <w:szCs w:val="28"/>
        </w:rPr>
        <w:t xml:space="preserve"> общего образования.</w:t>
      </w:r>
    </w:p>
    <w:p w:rsidR="00E16C6F" w:rsidRPr="00FA7150" w:rsidRDefault="00E16C6F" w:rsidP="00FA7150">
      <w:pPr>
        <w:numPr>
          <w:ilvl w:val="1"/>
          <w:numId w:val="41"/>
        </w:numPr>
        <w:ind w:left="0" w:firstLine="567"/>
        <w:jc w:val="both"/>
        <w:rPr>
          <w:sz w:val="28"/>
          <w:szCs w:val="28"/>
        </w:rPr>
      </w:pPr>
      <w:r w:rsidRPr="00FA7150">
        <w:rPr>
          <w:sz w:val="28"/>
          <w:szCs w:val="28"/>
        </w:rPr>
        <w:t>Выпускникам Школы, прошедшим государственную итоговую аттестацию, выдаются документы государственного образца, подтверждающие получение основного общего и среднего общего образования, заверенные гербовой печатью Школы.</w:t>
      </w:r>
    </w:p>
    <w:p w:rsidR="00E16C6F" w:rsidRPr="00FA7150" w:rsidRDefault="00E16C6F" w:rsidP="00FA7150">
      <w:pPr>
        <w:numPr>
          <w:ilvl w:val="1"/>
          <w:numId w:val="41"/>
        </w:numPr>
        <w:ind w:left="0" w:firstLine="567"/>
        <w:jc w:val="both"/>
        <w:rPr>
          <w:sz w:val="28"/>
          <w:szCs w:val="28"/>
        </w:rPr>
      </w:pPr>
      <w:r w:rsidRPr="00FA7150">
        <w:rPr>
          <w:sz w:val="28"/>
          <w:szCs w:val="28"/>
        </w:rPr>
        <w:t>Лицам, не прошедшим государственной итоговой аттестации или получившим на государственной итоговой аттестации неудовлетворительные результаты, а также лицам, освоившим часть образовательной программы и (или) отчисленным из Школы, выдается справка об обучении или о периоде обучения по образцу, самостоятельно устанавливаемому Школой.</w:t>
      </w:r>
    </w:p>
    <w:p w:rsidR="00E16C6F" w:rsidRPr="00FA7150" w:rsidRDefault="00E16C6F" w:rsidP="00FA7150">
      <w:pPr>
        <w:numPr>
          <w:ilvl w:val="1"/>
          <w:numId w:val="41"/>
        </w:numPr>
        <w:ind w:left="0" w:firstLine="567"/>
        <w:jc w:val="both"/>
        <w:rPr>
          <w:sz w:val="28"/>
          <w:szCs w:val="28"/>
        </w:rPr>
      </w:pPr>
      <w:r w:rsidRPr="00FA7150">
        <w:rPr>
          <w:sz w:val="28"/>
          <w:szCs w:val="28"/>
        </w:rPr>
        <w:t>Выпускники, достигшие особых успехов при освоении общеобразовательных программ среднего общего образования, получают аттестаты с отличием.</w:t>
      </w:r>
    </w:p>
    <w:p w:rsidR="00E16C6F" w:rsidRPr="00FA7150" w:rsidRDefault="00E16C6F" w:rsidP="00FA7150">
      <w:pPr>
        <w:numPr>
          <w:ilvl w:val="1"/>
          <w:numId w:val="41"/>
        </w:numPr>
        <w:ind w:left="0" w:firstLine="567"/>
        <w:jc w:val="both"/>
        <w:rPr>
          <w:sz w:val="28"/>
          <w:szCs w:val="28"/>
        </w:rPr>
      </w:pPr>
      <w:r w:rsidRPr="00FA7150">
        <w:rPr>
          <w:sz w:val="28"/>
          <w:szCs w:val="28"/>
        </w:rPr>
        <w:t>Порядок и основания перевода и отчисления обучающихся из Школы регламентируются действующим законодательством об образовании и Положением о правилах отчисления и перевода обучающихся из Школы.</w:t>
      </w:r>
    </w:p>
    <w:p w:rsidR="00E16C6F" w:rsidRPr="00FA7150" w:rsidRDefault="00E16C6F" w:rsidP="00FA7150">
      <w:pPr>
        <w:numPr>
          <w:ilvl w:val="1"/>
          <w:numId w:val="41"/>
        </w:numPr>
        <w:ind w:left="0" w:firstLine="567"/>
        <w:jc w:val="both"/>
        <w:rPr>
          <w:sz w:val="28"/>
          <w:szCs w:val="28"/>
        </w:rPr>
      </w:pPr>
      <w:r w:rsidRPr="00FA7150">
        <w:rPr>
          <w:sz w:val="28"/>
          <w:szCs w:val="28"/>
        </w:rPr>
        <w:t>Перевод из Школы в другое общеобразовательное учреждение производится:</w:t>
      </w:r>
    </w:p>
    <w:p w:rsidR="00E16C6F" w:rsidRPr="00FA7150" w:rsidRDefault="00E16C6F" w:rsidP="00FA7150">
      <w:pPr>
        <w:numPr>
          <w:ilvl w:val="3"/>
          <w:numId w:val="41"/>
        </w:numPr>
        <w:ind w:left="0" w:firstLine="567"/>
        <w:jc w:val="both"/>
        <w:rPr>
          <w:sz w:val="28"/>
          <w:szCs w:val="28"/>
        </w:rPr>
      </w:pPr>
      <w:r w:rsidRPr="00FA7150">
        <w:rPr>
          <w:sz w:val="28"/>
          <w:szCs w:val="28"/>
        </w:rPr>
        <w:t>по желанию обучающихся или родителей (законных представителей) несовершеннолетних обучающихся;</w:t>
      </w:r>
    </w:p>
    <w:p w:rsidR="00E16C6F" w:rsidRPr="00FA7150" w:rsidRDefault="00E16C6F" w:rsidP="00FA7150">
      <w:pPr>
        <w:numPr>
          <w:ilvl w:val="3"/>
          <w:numId w:val="41"/>
        </w:numPr>
        <w:ind w:left="0" w:firstLine="567"/>
        <w:jc w:val="both"/>
        <w:rPr>
          <w:sz w:val="28"/>
          <w:szCs w:val="28"/>
        </w:rPr>
      </w:pPr>
      <w:r w:rsidRPr="00FA7150">
        <w:rPr>
          <w:sz w:val="28"/>
          <w:szCs w:val="28"/>
        </w:rPr>
        <w:t>при изменении места жительства;</w:t>
      </w:r>
    </w:p>
    <w:p w:rsidR="00E16C6F" w:rsidRPr="00FA7150" w:rsidRDefault="00E16C6F" w:rsidP="00FA7150">
      <w:pPr>
        <w:numPr>
          <w:ilvl w:val="3"/>
          <w:numId w:val="41"/>
        </w:numPr>
        <w:ind w:left="0" w:firstLine="567"/>
        <w:jc w:val="both"/>
        <w:rPr>
          <w:sz w:val="28"/>
          <w:szCs w:val="28"/>
        </w:rPr>
      </w:pPr>
      <w:r w:rsidRPr="00FA7150">
        <w:rPr>
          <w:sz w:val="28"/>
          <w:szCs w:val="28"/>
        </w:rPr>
        <w:t>на основании медицинского заключения о состоянии здоровья обучающегося, требующего обучения в специализированной образовательной организации.</w:t>
      </w:r>
    </w:p>
    <w:p w:rsidR="00E16C6F" w:rsidRPr="00FA7150" w:rsidRDefault="00E16C6F" w:rsidP="00FA7150">
      <w:pPr>
        <w:numPr>
          <w:ilvl w:val="1"/>
          <w:numId w:val="41"/>
        </w:numPr>
        <w:ind w:left="0" w:firstLine="567"/>
        <w:jc w:val="both"/>
        <w:rPr>
          <w:sz w:val="28"/>
          <w:szCs w:val="28"/>
        </w:rPr>
      </w:pPr>
      <w:r w:rsidRPr="00FA7150">
        <w:rPr>
          <w:sz w:val="28"/>
          <w:szCs w:val="28"/>
        </w:rPr>
        <w:t>По согласию родителей (законных представителей) несовершеннолетнего обучающегося, комиссии по делам несовершеннолетних и защите их прав и органа местного самоуправления, осуществляющего управление в сфере образования, обучающийся, достигший возраста пятнадцати лет, может оставить Школу до получения основного общего образования.</w:t>
      </w:r>
    </w:p>
    <w:p w:rsidR="00E16C6F" w:rsidRPr="00FA7150" w:rsidRDefault="00E16C6F" w:rsidP="00FA7150">
      <w:pPr>
        <w:ind w:firstLine="567"/>
        <w:jc w:val="both"/>
        <w:rPr>
          <w:sz w:val="28"/>
          <w:szCs w:val="28"/>
        </w:rPr>
      </w:pPr>
      <w:r w:rsidRPr="00FA7150">
        <w:rPr>
          <w:sz w:val="28"/>
          <w:szCs w:val="28"/>
        </w:rPr>
        <w:t xml:space="preserve">           Комиссия по делам несовершеннолетних и защите их прав совместно с родителями (законными представителями) несовершеннолетнего, оставившего Школу до получения основного общего образования, и органом местного самоуправления, осуществляющим управление в сфере образования, не позднее чем в месячный срок принимает меры по продолжению освоения несовершеннолетним образовательной программы основного общего образования в иной форме обучения и с его согласия по трудоустройству.</w:t>
      </w:r>
    </w:p>
    <w:p w:rsidR="00E16C6F" w:rsidRPr="00FA7150" w:rsidRDefault="00E16C6F" w:rsidP="00FA7150">
      <w:pPr>
        <w:numPr>
          <w:ilvl w:val="1"/>
          <w:numId w:val="41"/>
        </w:numPr>
        <w:ind w:left="0" w:firstLine="567"/>
        <w:jc w:val="both"/>
        <w:rPr>
          <w:sz w:val="28"/>
          <w:szCs w:val="28"/>
        </w:rPr>
      </w:pPr>
      <w:r w:rsidRPr="00FA7150">
        <w:rPr>
          <w:sz w:val="28"/>
          <w:szCs w:val="28"/>
        </w:rPr>
        <w:t>За неоднократное совершение дисциплинарных проступков по решению Школы допускается применение отчисления несовершеннолетнего обучающегося, достигшего возраста пятнадцати лет, из Школы, как меры дисциплинарного взыскания.</w:t>
      </w:r>
    </w:p>
    <w:p w:rsidR="00E16C6F" w:rsidRPr="00FA7150" w:rsidRDefault="00E16C6F" w:rsidP="00FA7150">
      <w:pPr>
        <w:numPr>
          <w:ilvl w:val="2"/>
          <w:numId w:val="41"/>
        </w:numPr>
        <w:ind w:left="0" w:firstLine="567"/>
        <w:jc w:val="both"/>
        <w:rPr>
          <w:sz w:val="28"/>
          <w:szCs w:val="28"/>
        </w:rPr>
      </w:pPr>
      <w:r w:rsidRPr="00FA7150">
        <w:rPr>
          <w:sz w:val="28"/>
          <w:szCs w:val="28"/>
        </w:rPr>
        <w:t>Отчисление несовершеннолетнего обучающегося применяется, если иные меры дисциплинарного взыскания и меры педагогического воздействия не дали результата и дальнейшее его пребывание в Школе, оказывает отрицательное влияние на других обучающихся, нарушает их права и права работников Школы, а также нормальное функционирование Школы.</w:t>
      </w:r>
    </w:p>
    <w:p w:rsidR="00E16C6F" w:rsidRPr="00FA7150" w:rsidRDefault="00E16C6F" w:rsidP="00FA7150">
      <w:pPr>
        <w:numPr>
          <w:ilvl w:val="2"/>
          <w:numId w:val="41"/>
        </w:numPr>
        <w:ind w:left="0" w:firstLine="567"/>
        <w:jc w:val="both"/>
        <w:rPr>
          <w:sz w:val="28"/>
          <w:szCs w:val="28"/>
        </w:rPr>
      </w:pPr>
      <w:r w:rsidRPr="00FA7150">
        <w:rPr>
          <w:sz w:val="28"/>
          <w:szCs w:val="28"/>
        </w:rPr>
        <w:t>Решение об отчислении несовершеннолетнего обучающегося, достигшего возраста пятнадцати лет и не получившего основного общего образования, как мера дисциплинарного взыскания принимается с учетом мнения его родителей (законных представителей) и с согласия комиссии по делам несовершеннолетних и защите их прав. Решение об отчислении детей-сирот и детей, оставшихся без попечения родителей, принимается с согласия комиссии по делам несовершеннолетних и защите их прав и органа опеки и попечительства.</w:t>
      </w:r>
    </w:p>
    <w:p w:rsidR="00E16C6F" w:rsidRPr="00FA7150" w:rsidRDefault="00E16C6F" w:rsidP="00FA7150">
      <w:pPr>
        <w:numPr>
          <w:ilvl w:val="2"/>
          <w:numId w:val="41"/>
        </w:numPr>
        <w:ind w:left="0" w:firstLine="567"/>
        <w:jc w:val="both"/>
        <w:rPr>
          <w:sz w:val="28"/>
          <w:szCs w:val="28"/>
        </w:rPr>
      </w:pPr>
      <w:r w:rsidRPr="00FA7150">
        <w:rPr>
          <w:sz w:val="28"/>
          <w:szCs w:val="28"/>
        </w:rPr>
        <w:t>Школа незамедлительно обязана проинформировать об отчислении несовершеннолетнего обучающегося в качестве меры дисциплинарного взыскания орган местного самоуправления, осуществляющий управление в сфере образования. Орган местного самоуправления, осуществляющий управление в сфере образования, и родители (законные представители) несовершеннолетнего обучающегося, отчисленного из Школы не позднее чем в месячный срок принимают меры, обеспечивающие получение несовершеннолетним обучающимся общего образования.</w:t>
      </w:r>
    </w:p>
    <w:p w:rsidR="00E16C6F" w:rsidRPr="00907B2C" w:rsidRDefault="00E16C6F" w:rsidP="00FA7150">
      <w:pPr>
        <w:ind w:left="567"/>
        <w:jc w:val="both"/>
        <w:rPr>
          <w:sz w:val="12"/>
          <w:szCs w:val="28"/>
        </w:rPr>
      </w:pPr>
    </w:p>
    <w:p w:rsidR="00E16C6F" w:rsidRPr="00FA7150" w:rsidRDefault="00E16C6F" w:rsidP="00FA7150">
      <w:pPr>
        <w:numPr>
          <w:ilvl w:val="0"/>
          <w:numId w:val="41"/>
        </w:numPr>
        <w:ind w:left="0" w:firstLine="567"/>
        <w:jc w:val="center"/>
        <w:rPr>
          <w:sz w:val="28"/>
          <w:szCs w:val="28"/>
        </w:rPr>
      </w:pPr>
      <w:r w:rsidRPr="00FA7150">
        <w:rPr>
          <w:b/>
          <w:bCs/>
          <w:sz w:val="28"/>
          <w:szCs w:val="28"/>
        </w:rPr>
        <w:t>Управление Школой</w:t>
      </w:r>
    </w:p>
    <w:p w:rsidR="00E16C6F" w:rsidRPr="00907B2C" w:rsidRDefault="00E16C6F" w:rsidP="00FA7150">
      <w:pPr>
        <w:ind w:left="567"/>
        <w:rPr>
          <w:sz w:val="18"/>
          <w:szCs w:val="28"/>
        </w:rPr>
      </w:pPr>
    </w:p>
    <w:p w:rsidR="00E16C6F" w:rsidRPr="00FA7150" w:rsidRDefault="00E16C6F" w:rsidP="00FA7150">
      <w:pPr>
        <w:pStyle w:val="ListParagraph"/>
        <w:numPr>
          <w:ilvl w:val="1"/>
          <w:numId w:val="41"/>
        </w:numPr>
        <w:spacing w:line="240" w:lineRule="auto"/>
        <w:ind w:left="0" w:firstLine="567"/>
        <w:rPr>
          <w:sz w:val="28"/>
          <w:szCs w:val="28"/>
        </w:rPr>
      </w:pPr>
      <w:r w:rsidRPr="00FA7150">
        <w:rPr>
          <w:sz w:val="28"/>
          <w:szCs w:val="28"/>
        </w:rPr>
        <w:t>Управление Школой осуществляется в соответствии с законодательством Российской Федерации с учетом особенностей, установленных Федеральным Законом «Об образовании в Российской Федерации».</w:t>
      </w:r>
    </w:p>
    <w:p w:rsidR="00E16C6F" w:rsidRPr="00FA7150" w:rsidRDefault="00E16C6F" w:rsidP="00FA7150">
      <w:pPr>
        <w:pStyle w:val="ListParagraph"/>
        <w:numPr>
          <w:ilvl w:val="1"/>
          <w:numId w:val="41"/>
        </w:numPr>
        <w:spacing w:line="240" w:lineRule="auto"/>
        <w:ind w:left="0" w:firstLine="567"/>
        <w:rPr>
          <w:sz w:val="28"/>
          <w:szCs w:val="28"/>
        </w:rPr>
      </w:pPr>
      <w:r w:rsidRPr="00FA7150">
        <w:rPr>
          <w:sz w:val="28"/>
          <w:szCs w:val="28"/>
        </w:rPr>
        <w:t>К компетенции Учредителя, в лице уполномоченного органа, осуществляющего функции и полномочия Учредителя, относятся:</w:t>
      </w:r>
    </w:p>
    <w:p w:rsidR="00E16C6F" w:rsidRPr="00FA7150" w:rsidRDefault="00E16C6F" w:rsidP="00FA7150">
      <w:pPr>
        <w:ind w:firstLine="567"/>
        <w:jc w:val="both"/>
        <w:rPr>
          <w:sz w:val="28"/>
          <w:szCs w:val="28"/>
        </w:rPr>
      </w:pPr>
      <w:r w:rsidRPr="00FA7150">
        <w:rPr>
          <w:sz w:val="28"/>
          <w:szCs w:val="28"/>
        </w:rPr>
        <w:t>1) выполнение функций и полномочий Учредителя Школы при её реорганизации, изменении типа и ликвидации;</w:t>
      </w:r>
    </w:p>
    <w:p w:rsidR="00E16C6F" w:rsidRPr="00FA7150" w:rsidRDefault="00E16C6F" w:rsidP="00FA7150">
      <w:pPr>
        <w:ind w:firstLine="567"/>
        <w:jc w:val="both"/>
        <w:rPr>
          <w:sz w:val="28"/>
          <w:szCs w:val="28"/>
        </w:rPr>
      </w:pPr>
      <w:r w:rsidRPr="00FA7150">
        <w:rPr>
          <w:sz w:val="28"/>
          <w:szCs w:val="28"/>
        </w:rPr>
        <w:t>2) утверждение с учетом требований, предусмотренных действующим законодательством, устава Школы, а также вносимых в него изменений и дополнений по согласованию с органом по управлению имуществом;</w:t>
      </w:r>
    </w:p>
    <w:p w:rsidR="00E16C6F" w:rsidRPr="00FA7150" w:rsidRDefault="00E16C6F" w:rsidP="00FA7150">
      <w:pPr>
        <w:ind w:firstLine="567"/>
        <w:jc w:val="both"/>
        <w:rPr>
          <w:sz w:val="28"/>
          <w:szCs w:val="28"/>
        </w:rPr>
      </w:pPr>
      <w:r w:rsidRPr="00FA7150">
        <w:rPr>
          <w:sz w:val="28"/>
          <w:szCs w:val="28"/>
        </w:rPr>
        <w:t>3) назначение директора Школы и прекращение его полномочий;</w:t>
      </w:r>
    </w:p>
    <w:p w:rsidR="00E16C6F" w:rsidRPr="00FA7150" w:rsidRDefault="00E16C6F" w:rsidP="00FA7150">
      <w:pPr>
        <w:ind w:firstLine="567"/>
        <w:jc w:val="both"/>
        <w:rPr>
          <w:sz w:val="28"/>
          <w:szCs w:val="28"/>
        </w:rPr>
      </w:pPr>
      <w:r w:rsidRPr="00FA7150">
        <w:rPr>
          <w:sz w:val="28"/>
          <w:szCs w:val="28"/>
        </w:rPr>
        <w:t>4) формирование и утверждение муниципального задания, принятие решения об изменении муниципального задания;</w:t>
      </w:r>
    </w:p>
    <w:p w:rsidR="00E16C6F" w:rsidRPr="00FA7150" w:rsidRDefault="00E16C6F" w:rsidP="00FA7150">
      <w:pPr>
        <w:ind w:firstLine="567"/>
        <w:jc w:val="both"/>
        <w:rPr>
          <w:sz w:val="28"/>
          <w:szCs w:val="28"/>
        </w:rPr>
      </w:pPr>
      <w:r w:rsidRPr="00FA7150">
        <w:rPr>
          <w:sz w:val="28"/>
          <w:szCs w:val="28"/>
        </w:rPr>
        <w:t>5)</w:t>
      </w:r>
      <w:r>
        <w:rPr>
          <w:sz w:val="28"/>
          <w:szCs w:val="28"/>
        </w:rPr>
        <w:t xml:space="preserve"> </w:t>
      </w:r>
      <w:r w:rsidRPr="00FA7150">
        <w:rPr>
          <w:sz w:val="28"/>
          <w:szCs w:val="28"/>
        </w:rPr>
        <w:t>согласование с учетом требований, предусмотренных действующим законодательством, совершения Школой крупных сделок;</w:t>
      </w:r>
    </w:p>
    <w:p w:rsidR="00E16C6F" w:rsidRPr="00FA7150" w:rsidRDefault="00E16C6F" w:rsidP="00FA7150">
      <w:pPr>
        <w:ind w:firstLine="567"/>
        <w:jc w:val="both"/>
        <w:rPr>
          <w:sz w:val="28"/>
          <w:szCs w:val="28"/>
        </w:rPr>
      </w:pPr>
      <w:r w:rsidRPr="00FA7150">
        <w:rPr>
          <w:sz w:val="28"/>
          <w:szCs w:val="28"/>
        </w:rPr>
        <w:t>6) осуществление финансового обеспечения выполнения муниципального задания за счёт субвенций из бюджета Приморского края;</w:t>
      </w:r>
    </w:p>
    <w:p w:rsidR="00E16C6F" w:rsidRPr="00FA7150" w:rsidRDefault="00E16C6F" w:rsidP="00FA7150">
      <w:pPr>
        <w:ind w:firstLine="567"/>
        <w:jc w:val="both"/>
        <w:rPr>
          <w:sz w:val="28"/>
          <w:szCs w:val="28"/>
        </w:rPr>
      </w:pPr>
      <w:r w:rsidRPr="00FA7150">
        <w:rPr>
          <w:sz w:val="28"/>
          <w:szCs w:val="28"/>
        </w:rPr>
        <w:t>7) определение порядка составления и утверждения плана финансово-хозяйственной деятельности Школы в соответствии с установленными требованиями, определение порядка составления и утверждения отчета о результатах деятельности Школы и об использовании закрепленного за ним муниципального имущества;</w:t>
      </w:r>
    </w:p>
    <w:p w:rsidR="00E16C6F" w:rsidRPr="00FA7150" w:rsidRDefault="00E16C6F" w:rsidP="00FA7150">
      <w:pPr>
        <w:ind w:firstLine="567"/>
        <w:jc w:val="both"/>
        <w:rPr>
          <w:sz w:val="28"/>
          <w:szCs w:val="28"/>
        </w:rPr>
      </w:pPr>
      <w:r w:rsidRPr="00FA7150">
        <w:rPr>
          <w:sz w:val="28"/>
          <w:szCs w:val="28"/>
        </w:rPr>
        <w:t>8) согласование в случаях, предусмотренных федеральным законодательством, с учетом требований, предусмотренных действующим законодательством, передачи некоммерческим организациям в качестве их учредителя или участника денежных средств (если иное не установлено условиями предоставления денежных средств);</w:t>
      </w:r>
    </w:p>
    <w:p w:rsidR="00E16C6F" w:rsidRPr="00FA7150" w:rsidRDefault="00E16C6F" w:rsidP="00FA7150">
      <w:pPr>
        <w:ind w:firstLine="567"/>
        <w:jc w:val="both"/>
        <w:rPr>
          <w:sz w:val="28"/>
          <w:szCs w:val="28"/>
        </w:rPr>
      </w:pPr>
      <w:r w:rsidRPr="00FA7150">
        <w:rPr>
          <w:sz w:val="28"/>
          <w:szCs w:val="28"/>
        </w:rPr>
        <w:t>9) осуществление контроля за деятельностью Школы в соответствии с действующим законодательством;</w:t>
      </w:r>
    </w:p>
    <w:p w:rsidR="00E16C6F" w:rsidRPr="00FA7150" w:rsidRDefault="00E16C6F" w:rsidP="00FA7150">
      <w:pPr>
        <w:ind w:firstLine="567"/>
        <w:jc w:val="both"/>
        <w:rPr>
          <w:sz w:val="28"/>
          <w:szCs w:val="28"/>
        </w:rPr>
      </w:pPr>
      <w:r w:rsidRPr="00FA7150">
        <w:rPr>
          <w:sz w:val="28"/>
          <w:szCs w:val="28"/>
        </w:rPr>
        <w:t>10) осуществление иных функции и полномочий Учредителя, установленных федеральным законодательством.</w:t>
      </w:r>
    </w:p>
    <w:p w:rsidR="00E16C6F" w:rsidRPr="00FA7150" w:rsidRDefault="00E16C6F" w:rsidP="00FA7150">
      <w:pPr>
        <w:ind w:firstLine="567"/>
        <w:jc w:val="both"/>
        <w:rPr>
          <w:sz w:val="28"/>
          <w:szCs w:val="28"/>
        </w:rPr>
      </w:pPr>
      <w:r w:rsidRPr="00FA7150">
        <w:rPr>
          <w:sz w:val="28"/>
          <w:szCs w:val="28"/>
        </w:rPr>
        <w:t>6.3. К компетенции органа по управлению имуществом относятся:</w:t>
      </w:r>
    </w:p>
    <w:p w:rsidR="00E16C6F" w:rsidRPr="00FA7150" w:rsidRDefault="00E16C6F" w:rsidP="00FA7150">
      <w:pPr>
        <w:autoSpaceDE w:val="0"/>
        <w:autoSpaceDN w:val="0"/>
        <w:ind w:firstLine="567"/>
        <w:jc w:val="both"/>
        <w:rPr>
          <w:sz w:val="28"/>
          <w:szCs w:val="28"/>
        </w:rPr>
      </w:pPr>
      <w:r w:rsidRPr="00FA7150">
        <w:rPr>
          <w:sz w:val="28"/>
          <w:szCs w:val="28"/>
        </w:rPr>
        <w:t>6.3.1. Согласование устава Учреждения и изменений в него в порядке,  установленном администрацией Дальнереченского городского округа.</w:t>
      </w:r>
    </w:p>
    <w:p w:rsidR="00E16C6F" w:rsidRPr="00FA7150" w:rsidRDefault="00E16C6F" w:rsidP="00FA7150">
      <w:pPr>
        <w:autoSpaceDE w:val="0"/>
        <w:autoSpaceDN w:val="0"/>
        <w:ind w:firstLine="567"/>
        <w:jc w:val="both"/>
        <w:rPr>
          <w:sz w:val="28"/>
          <w:szCs w:val="28"/>
        </w:rPr>
      </w:pPr>
      <w:r w:rsidRPr="00FA7150">
        <w:rPr>
          <w:sz w:val="28"/>
          <w:szCs w:val="28"/>
        </w:rPr>
        <w:t>6.3.2. Закрепление за Учреждением имущества на праве оперативного управления.</w:t>
      </w:r>
    </w:p>
    <w:p w:rsidR="00E16C6F" w:rsidRPr="00FA7150" w:rsidRDefault="00E16C6F" w:rsidP="00FA7150">
      <w:pPr>
        <w:autoSpaceDE w:val="0"/>
        <w:autoSpaceDN w:val="0"/>
        <w:ind w:firstLine="567"/>
        <w:jc w:val="both"/>
        <w:rPr>
          <w:sz w:val="28"/>
          <w:szCs w:val="28"/>
        </w:rPr>
      </w:pPr>
      <w:r w:rsidRPr="00FA7150">
        <w:rPr>
          <w:sz w:val="28"/>
          <w:szCs w:val="28"/>
        </w:rPr>
        <w:t>6.3.3. Принятие решения об отнесении соответствующего имущества создаваемого Учреждения к категории особо ценного движимого  имущества одновременно с решением о закреплении этого имущества за Учреждением.</w:t>
      </w:r>
    </w:p>
    <w:p w:rsidR="00E16C6F" w:rsidRPr="00FA7150" w:rsidRDefault="00E16C6F" w:rsidP="00FA7150">
      <w:pPr>
        <w:autoSpaceDE w:val="0"/>
        <w:autoSpaceDN w:val="0"/>
        <w:ind w:firstLine="567"/>
        <w:jc w:val="both"/>
        <w:rPr>
          <w:sz w:val="28"/>
          <w:szCs w:val="28"/>
        </w:rPr>
      </w:pPr>
      <w:r w:rsidRPr="00FA7150">
        <w:rPr>
          <w:sz w:val="28"/>
          <w:szCs w:val="28"/>
        </w:rPr>
        <w:t xml:space="preserve">6.3.4. Принятие решения об исключении из состава особо ценного движимого имущества объектов, закрепленных за Учреждением. </w:t>
      </w:r>
    </w:p>
    <w:p w:rsidR="00E16C6F" w:rsidRPr="00FA7150" w:rsidRDefault="00E16C6F" w:rsidP="00FA7150">
      <w:pPr>
        <w:autoSpaceDE w:val="0"/>
        <w:autoSpaceDN w:val="0"/>
        <w:ind w:firstLine="567"/>
        <w:jc w:val="both"/>
        <w:rPr>
          <w:sz w:val="28"/>
          <w:szCs w:val="28"/>
        </w:rPr>
      </w:pPr>
      <w:r w:rsidRPr="00FA7150">
        <w:rPr>
          <w:sz w:val="28"/>
          <w:szCs w:val="28"/>
        </w:rPr>
        <w:t>6.3.5. Принятие с согласия учредителя решения:</w:t>
      </w:r>
    </w:p>
    <w:p w:rsidR="00E16C6F" w:rsidRPr="00FA7150" w:rsidRDefault="00E16C6F" w:rsidP="00FA7150">
      <w:pPr>
        <w:autoSpaceDE w:val="0"/>
        <w:autoSpaceDN w:val="0"/>
        <w:ind w:firstLine="567"/>
        <w:jc w:val="both"/>
        <w:rPr>
          <w:sz w:val="28"/>
          <w:szCs w:val="28"/>
        </w:rPr>
      </w:pPr>
      <w:r w:rsidRPr="00FA7150">
        <w:rPr>
          <w:sz w:val="28"/>
          <w:szCs w:val="28"/>
        </w:rPr>
        <w:t>о согласовании сделок с недвижимым имуществом и особо ценным движимым имуществом, находящимся в оперативном управлении Учреждения;</w:t>
      </w:r>
    </w:p>
    <w:p w:rsidR="00E16C6F" w:rsidRPr="00FA7150" w:rsidRDefault="00E16C6F" w:rsidP="00FA7150">
      <w:pPr>
        <w:autoSpaceDE w:val="0"/>
        <w:autoSpaceDN w:val="0"/>
        <w:ind w:firstLine="567"/>
        <w:jc w:val="both"/>
        <w:rPr>
          <w:sz w:val="28"/>
          <w:szCs w:val="28"/>
        </w:rPr>
      </w:pPr>
      <w:r w:rsidRPr="00FA7150">
        <w:rPr>
          <w:sz w:val="28"/>
          <w:szCs w:val="28"/>
        </w:rPr>
        <w:t>о согласовании  передачи имущества Учреждения,  за исключением особо ценного движимого имущества, закрепленного за Учреждением или приобретенного за счет средств,  выделенных ему учредителем на приобретение такого имущества, а также недвижимого имущества, некоммерческим организациям  в качестве их учредителя или участника;</w:t>
      </w:r>
    </w:p>
    <w:p w:rsidR="00E16C6F" w:rsidRPr="00FA7150" w:rsidRDefault="00E16C6F" w:rsidP="00FA7150">
      <w:pPr>
        <w:autoSpaceDE w:val="0"/>
        <w:autoSpaceDN w:val="0"/>
        <w:ind w:firstLine="567"/>
        <w:jc w:val="both"/>
        <w:rPr>
          <w:sz w:val="28"/>
          <w:szCs w:val="28"/>
        </w:rPr>
      </w:pPr>
      <w:r w:rsidRPr="00FA7150">
        <w:rPr>
          <w:sz w:val="28"/>
          <w:szCs w:val="28"/>
        </w:rPr>
        <w:t xml:space="preserve">об изъятии излишнего, неиспользуемого или используемого не по назначению имущества, закрепленного за Учреждением  либо приобретенного </w:t>
      </w:r>
    </w:p>
    <w:p w:rsidR="00E16C6F" w:rsidRPr="00FA7150" w:rsidRDefault="00E16C6F" w:rsidP="00FA7150">
      <w:pPr>
        <w:autoSpaceDE w:val="0"/>
        <w:autoSpaceDN w:val="0"/>
        <w:ind w:firstLine="567"/>
        <w:jc w:val="both"/>
        <w:rPr>
          <w:sz w:val="28"/>
          <w:szCs w:val="28"/>
        </w:rPr>
      </w:pPr>
      <w:r w:rsidRPr="00FA7150">
        <w:rPr>
          <w:sz w:val="28"/>
          <w:szCs w:val="28"/>
        </w:rPr>
        <w:t>Учреждением за счет средств, выделенных ему учредителем на приобретение этого имущества;</w:t>
      </w:r>
    </w:p>
    <w:p w:rsidR="00E16C6F" w:rsidRPr="00FA7150" w:rsidRDefault="00E16C6F" w:rsidP="00FA7150">
      <w:pPr>
        <w:autoSpaceDE w:val="0"/>
        <w:autoSpaceDN w:val="0"/>
        <w:ind w:firstLine="567"/>
        <w:jc w:val="both"/>
        <w:rPr>
          <w:sz w:val="28"/>
          <w:szCs w:val="28"/>
        </w:rPr>
      </w:pPr>
      <w:r w:rsidRPr="00FA7150">
        <w:rPr>
          <w:sz w:val="28"/>
          <w:szCs w:val="28"/>
        </w:rPr>
        <w:t>о дальнейшем использовании имущества Учреждения, оставшегося после удовлетворения требований кредиторов, а также имущества, на которое в соответствии с федеральными законами не может быть обращено взыскание по обязательствам Учреждения.</w:t>
      </w:r>
    </w:p>
    <w:p w:rsidR="00E16C6F" w:rsidRPr="00FA7150" w:rsidRDefault="00E16C6F" w:rsidP="00FA7150">
      <w:pPr>
        <w:autoSpaceDE w:val="0"/>
        <w:autoSpaceDN w:val="0"/>
        <w:ind w:firstLine="567"/>
        <w:jc w:val="both"/>
        <w:rPr>
          <w:sz w:val="28"/>
          <w:szCs w:val="28"/>
        </w:rPr>
      </w:pPr>
      <w:r w:rsidRPr="00FA7150">
        <w:rPr>
          <w:sz w:val="28"/>
          <w:szCs w:val="28"/>
        </w:rPr>
        <w:t xml:space="preserve">6.3.6. Осуществление контроля  за деятельностью Учреждения в рамках своей компетенции в порядке, определенном администрацией Дальнереченского городского округа. </w:t>
      </w:r>
    </w:p>
    <w:p w:rsidR="00E16C6F" w:rsidRPr="00FA7150" w:rsidRDefault="00E16C6F" w:rsidP="00FA7150">
      <w:pPr>
        <w:autoSpaceDE w:val="0"/>
        <w:autoSpaceDN w:val="0"/>
        <w:ind w:firstLine="567"/>
        <w:jc w:val="both"/>
        <w:rPr>
          <w:sz w:val="28"/>
          <w:szCs w:val="28"/>
        </w:rPr>
      </w:pPr>
      <w:r w:rsidRPr="00FA7150">
        <w:rPr>
          <w:sz w:val="28"/>
          <w:szCs w:val="28"/>
        </w:rPr>
        <w:t xml:space="preserve">6.4. Рассмотрение обращений Учреждения о согласовании:  </w:t>
      </w:r>
    </w:p>
    <w:p w:rsidR="00E16C6F" w:rsidRPr="00FA7150" w:rsidRDefault="00E16C6F" w:rsidP="00FA7150">
      <w:pPr>
        <w:pStyle w:val="ListParagraph"/>
        <w:numPr>
          <w:ilvl w:val="0"/>
          <w:numId w:val="39"/>
        </w:numPr>
        <w:autoSpaceDE w:val="0"/>
        <w:autoSpaceDN w:val="0"/>
        <w:spacing w:line="240" w:lineRule="auto"/>
        <w:ind w:left="0" w:firstLine="567"/>
        <w:rPr>
          <w:sz w:val="28"/>
          <w:szCs w:val="28"/>
        </w:rPr>
      </w:pPr>
      <w:r w:rsidRPr="00FA7150">
        <w:rPr>
          <w:sz w:val="28"/>
          <w:szCs w:val="28"/>
        </w:rPr>
        <w:t xml:space="preserve">  сделок с недвижимым имуществом и особо ценным движимым имуществом, находящимся в оперативном управлении Учреждения;</w:t>
      </w:r>
    </w:p>
    <w:p w:rsidR="00E16C6F" w:rsidRPr="00FA7150" w:rsidRDefault="00E16C6F" w:rsidP="00FA7150">
      <w:pPr>
        <w:pStyle w:val="ListParagraph"/>
        <w:numPr>
          <w:ilvl w:val="0"/>
          <w:numId w:val="39"/>
        </w:numPr>
        <w:autoSpaceDE w:val="0"/>
        <w:autoSpaceDN w:val="0"/>
        <w:spacing w:line="240" w:lineRule="auto"/>
        <w:ind w:left="0" w:firstLine="567"/>
        <w:rPr>
          <w:sz w:val="28"/>
          <w:szCs w:val="28"/>
        </w:rPr>
      </w:pPr>
      <w:r w:rsidRPr="00FA7150">
        <w:rPr>
          <w:sz w:val="28"/>
          <w:szCs w:val="28"/>
        </w:rPr>
        <w:t xml:space="preserve">  передачи имущества Учреждения,  за исключением особо ценного движимого имущества, закрепленного за учреждением или приобретенного за счет средств,  выделенных ему учредителем на приобретение такого имущества, а также недвижимого имущества, некоммерческим организациям  в качестве их учредителя или участника.</w:t>
      </w:r>
    </w:p>
    <w:p w:rsidR="00E16C6F" w:rsidRPr="00FA7150" w:rsidRDefault="00E16C6F" w:rsidP="00FA7150">
      <w:pPr>
        <w:pStyle w:val="ListParagraph"/>
        <w:numPr>
          <w:ilvl w:val="2"/>
          <w:numId w:val="42"/>
        </w:numPr>
        <w:tabs>
          <w:tab w:val="left" w:pos="0"/>
        </w:tabs>
        <w:spacing w:line="240" w:lineRule="auto"/>
        <w:ind w:left="0" w:firstLine="567"/>
        <w:rPr>
          <w:snapToGrid w:val="0"/>
          <w:sz w:val="28"/>
          <w:szCs w:val="28"/>
        </w:rPr>
      </w:pPr>
      <w:r w:rsidRPr="00FA7150">
        <w:rPr>
          <w:snapToGrid w:val="0"/>
          <w:sz w:val="28"/>
          <w:szCs w:val="28"/>
        </w:rPr>
        <w:t>Управление Школой осуществляется на основе сочетания принципов единоначалия и коллегиальности.</w:t>
      </w:r>
    </w:p>
    <w:p w:rsidR="00E16C6F" w:rsidRPr="00FA7150" w:rsidRDefault="00E16C6F" w:rsidP="00FA7150">
      <w:pPr>
        <w:pStyle w:val="ListParagraph"/>
        <w:numPr>
          <w:ilvl w:val="1"/>
          <w:numId w:val="42"/>
        </w:numPr>
        <w:tabs>
          <w:tab w:val="left" w:pos="0"/>
        </w:tabs>
        <w:spacing w:line="240" w:lineRule="auto"/>
        <w:ind w:left="0" w:firstLine="567"/>
        <w:rPr>
          <w:snapToGrid w:val="0"/>
          <w:sz w:val="28"/>
          <w:szCs w:val="28"/>
        </w:rPr>
      </w:pPr>
      <w:r w:rsidRPr="00FA7150">
        <w:rPr>
          <w:sz w:val="28"/>
          <w:szCs w:val="28"/>
        </w:rPr>
        <w:t>Единоличным исполнительным органом Школы является директор Школы, который осуществляет текущее руководство деятельностью Школы.</w:t>
      </w:r>
    </w:p>
    <w:p w:rsidR="00E16C6F" w:rsidRPr="00FA7150" w:rsidRDefault="00E16C6F" w:rsidP="00FA7150">
      <w:pPr>
        <w:numPr>
          <w:ilvl w:val="2"/>
          <w:numId w:val="42"/>
        </w:numPr>
        <w:tabs>
          <w:tab w:val="left" w:pos="0"/>
        </w:tabs>
        <w:ind w:left="0" w:firstLine="567"/>
        <w:jc w:val="both"/>
        <w:rPr>
          <w:bCs/>
          <w:sz w:val="28"/>
          <w:szCs w:val="28"/>
        </w:rPr>
      </w:pPr>
      <w:r w:rsidRPr="00FA7150">
        <w:rPr>
          <w:sz w:val="28"/>
          <w:szCs w:val="28"/>
        </w:rPr>
        <w:t>Директор Школы назначается и освобождается от должности Учредителем в порядке определенном нормативными правовыми актами администрации Дальнереченского городского округа</w:t>
      </w:r>
      <w:r w:rsidRPr="00FA7150">
        <w:rPr>
          <w:bCs/>
          <w:sz w:val="28"/>
          <w:szCs w:val="28"/>
        </w:rPr>
        <w:t>.</w:t>
      </w:r>
    </w:p>
    <w:p w:rsidR="00E16C6F" w:rsidRPr="00FA7150" w:rsidRDefault="00E16C6F" w:rsidP="00FA7150">
      <w:pPr>
        <w:numPr>
          <w:ilvl w:val="2"/>
          <w:numId w:val="42"/>
        </w:numPr>
        <w:tabs>
          <w:tab w:val="left" w:pos="0"/>
        </w:tabs>
        <w:ind w:left="0" w:firstLine="567"/>
        <w:jc w:val="both"/>
        <w:rPr>
          <w:snapToGrid w:val="0"/>
          <w:sz w:val="28"/>
          <w:szCs w:val="28"/>
        </w:rPr>
      </w:pPr>
      <w:r w:rsidRPr="00FA7150">
        <w:rPr>
          <w:sz w:val="28"/>
          <w:szCs w:val="28"/>
        </w:rPr>
        <w:t>Директор Школы должен иметь высшее образование и соответствовать квалификационным требованиям, указанным в квалификационных справочниках, по соответствующим должностям руководителей образовательных организаций и профессиональным стандартам.</w:t>
      </w:r>
    </w:p>
    <w:p w:rsidR="00E16C6F" w:rsidRPr="00FA7150" w:rsidRDefault="00E16C6F" w:rsidP="00FA7150">
      <w:pPr>
        <w:numPr>
          <w:ilvl w:val="2"/>
          <w:numId w:val="42"/>
        </w:numPr>
        <w:tabs>
          <w:tab w:val="left" w:pos="0"/>
        </w:tabs>
        <w:ind w:left="0" w:firstLine="567"/>
        <w:jc w:val="both"/>
        <w:rPr>
          <w:snapToGrid w:val="0"/>
          <w:sz w:val="28"/>
          <w:szCs w:val="28"/>
        </w:rPr>
      </w:pPr>
      <w:r w:rsidRPr="00FA7150">
        <w:rPr>
          <w:sz w:val="28"/>
          <w:szCs w:val="28"/>
        </w:rPr>
        <w:t xml:space="preserve">Запрещается занятие должности директора Школы лицами, которые не допускаются к педагогической деятельности по основаниям, установленным трудовым </w:t>
      </w:r>
      <w:hyperlink r:id="rId13" w:history="1">
        <w:r w:rsidRPr="00FA7150">
          <w:rPr>
            <w:sz w:val="28"/>
            <w:szCs w:val="28"/>
          </w:rPr>
          <w:t>законодательством</w:t>
        </w:r>
      </w:hyperlink>
      <w:r w:rsidRPr="00FA7150">
        <w:rPr>
          <w:sz w:val="28"/>
          <w:szCs w:val="28"/>
        </w:rPr>
        <w:t>.</w:t>
      </w:r>
    </w:p>
    <w:p w:rsidR="00E16C6F" w:rsidRPr="00FA7150" w:rsidRDefault="00E16C6F" w:rsidP="00FA7150">
      <w:pPr>
        <w:numPr>
          <w:ilvl w:val="2"/>
          <w:numId w:val="42"/>
        </w:numPr>
        <w:tabs>
          <w:tab w:val="left" w:pos="0"/>
        </w:tabs>
        <w:ind w:left="0" w:firstLine="567"/>
        <w:jc w:val="both"/>
        <w:rPr>
          <w:snapToGrid w:val="0"/>
          <w:sz w:val="28"/>
          <w:szCs w:val="28"/>
        </w:rPr>
      </w:pPr>
      <w:r w:rsidRPr="00FA7150">
        <w:rPr>
          <w:sz w:val="28"/>
          <w:szCs w:val="28"/>
        </w:rPr>
        <w:t>Директор Школы проходит обязательную аттестацию на соответствие занимаемой должности. Порядок и сроки проведения аттестации Директора Школы устанавливаются Учредителем.</w:t>
      </w:r>
    </w:p>
    <w:p w:rsidR="00E16C6F" w:rsidRPr="00FA7150" w:rsidRDefault="00E16C6F" w:rsidP="00FA7150">
      <w:pPr>
        <w:numPr>
          <w:ilvl w:val="2"/>
          <w:numId w:val="42"/>
        </w:numPr>
        <w:tabs>
          <w:tab w:val="left" w:pos="0"/>
        </w:tabs>
        <w:ind w:left="0" w:firstLine="567"/>
        <w:jc w:val="both"/>
        <w:rPr>
          <w:snapToGrid w:val="0"/>
          <w:sz w:val="28"/>
          <w:szCs w:val="28"/>
        </w:rPr>
      </w:pPr>
      <w:r w:rsidRPr="00FA7150">
        <w:rPr>
          <w:sz w:val="28"/>
          <w:szCs w:val="28"/>
        </w:rPr>
        <w:t>Должностные обязанности директора Школы не могут исполняться по совместительству.</w:t>
      </w:r>
    </w:p>
    <w:p w:rsidR="00E16C6F" w:rsidRPr="00FA7150" w:rsidRDefault="00E16C6F" w:rsidP="00FA7150">
      <w:pPr>
        <w:numPr>
          <w:ilvl w:val="2"/>
          <w:numId w:val="42"/>
        </w:numPr>
        <w:tabs>
          <w:tab w:val="left" w:pos="0"/>
        </w:tabs>
        <w:ind w:left="0" w:firstLine="567"/>
        <w:jc w:val="both"/>
        <w:rPr>
          <w:snapToGrid w:val="0"/>
          <w:sz w:val="28"/>
          <w:szCs w:val="28"/>
        </w:rPr>
      </w:pPr>
      <w:r w:rsidRPr="00FA7150">
        <w:rPr>
          <w:sz w:val="28"/>
          <w:szCs w:val="28"/>
        </w:rPr>
        <w:t>Права и обязанности директора Школы, его компетенция в области управления Школой определяются в соответствии с законодательством об образовании и настоящим Уставом.</w:t>
      </w:r>
    </w:p>
    <w:p w:rsidR="00E16C6F" w:rsidRPr="00FA7150" w:rsidRDefault="00E16C6F" w:rsidP="00FA7150">
      <w:pPr>
        <w:numPr>
          <w:ilvl w:val="2"/>
          <w:numId w:val="42"/>
        </w:numPr>
        <w:autoSpaceDE w:val="0"/>
        <w:autoSpaceDN w:val="0"/>
        <w:adjustRightInd w:val="0"/>
        <w:ind w:left="0" w:firstLine="567"/>
        <w:jc w:val="both"/>
        <w:rPr>
          <w:sz w:val="28"/>
          <w:szCs w:val="28"/>
        </w:rPr>
      </w:pPr>
      <w:r w:rsidRPr="00FA7150">
        <w:rPr>
          <w:bCs/>
          <w:sz w:val="28"/>
          <w:szCs w:val="28"/>
        </w:rPr>
        <w:t>Директору Школы предоставляются в порядке, установленном Правительством Российской Федерации, права, социальные гарантии и меры социальной поддержки, предусмотренные для педагогических работников законодательством и настоящим Уставом.</w:t>
      </w:r>
    </w:p>
    <w:p w:rsidR="00E16C6F" w:rsidRPr="00FA7150" w:rsidRDefault="00E16C6F" w:rsidP="00FA7150">
      <w:pPr>
        <w:numPr>
          <w:ilvl w:val="2"/>
          <w:numId w:val="42"/>
        </w:numPr>
        <w:autoSpaceDE w:val="0"/>
        <w:autoSpaceDN w:val="0"/>
        <w:adjustRightInd w:val="0"/>
        <w:ind w:left="0" w:firstLine="567"/>
        <w:jc w:val="both"/>
        <w:rPr>
          <w:sz w:val="28"/>
          <w:szCs w:val="28"/>
        </w:rPr>
      </w:pPr>
      <w:r w:rsidRPr="00FA7150">
        <w:rPr>
          <w:bCs/>
          <w:sz w:val="28"/>
          <w:szCs w:val="28"/>
        </w:rPr>
        <w:t>Директор Школы несет ответственность за руководство образовательной, методической, воспитательной работой и организационно-хозяйственной деятельностью Школы.</w:t>
      </w:r>
    </w:p>
    <w:p w:rsidR="00E16C6F" w:rsidRPr="00FA7150" w:rsidRDefault="00E16C6F" w:rsidP="00FA7150">
      <w:pPr>
        <w:numPr>
          <w:ilvl w:val="2"/>
          <w:numId w:val="42"/>
        </w:numPr>
        <w:autoSpaceDE w:val="0"/>
        <w:autoSpaceDN w:val="0"/>
        <w:adjustRightInd w:val="0"/>
        <w:ind w:left="0" w:firstLine="567"/>
        <w:jc w:val="both"/>
        <w:rPr>
          <w:sz w:val="28"/>
          <w:szCs w:val="28"/>
        </w:rPr>
      </w:pPr>
      <w:r w:rsidRPr="00FA7150">
        <w:rPr>
          <w:bCs/>
          <w:sz w:val="28"/>
          <w:szCs w:val="28"/>
        </w:rPr>
        <w:t>Директор Школы несет полную материальную ответственность за прямой действительный ущерб, причиненный Школе.</w:t>
      </w:r>
    </w:p>
    <w:p w:rsidR="00E16C6F" w:rsidRPr="00FA7150" w:rsidRDefault="00E16C6F" w:rsidP="00FA7150">
      <w:pPr>
        <w:numPr>
          <w:ilvl w:val="2"/>
          <w:numId w:val="42"/>
        </w:numPr>
        <w:tabs>
          <w:tab w:val="left" w:pos="0"/>
        </w:tabs>
        <w:ind w:left="0" w:firstLine="567"/>
        <w:jc w:val="both"/>
        <w:rPr>
          <w:bCs/>
          <w:sz w:val="28"/>
          <w:szCs w:val="28"/>
        </w:rPr>
      </w:pPr>
      <w:r w:rsidRPr="00FA7150">
        <w:rPr>
          <w:sz w:val="28"/>
          <w:szCs w:val="28"/>
        </w:rPr>
        <w:t>Директор Школы ежегодно обязан представлять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супруга (супруги) и несовершеннолетних детей.</w:t>
      </w:r>
    </w:p>
    <w:p w:rsidR="00E16C6F" w:rsidRPr="00FA7150" w:rsidRDefault="00E16C6F" w:rsidP="00FA7150">
      <w:pPr>
        <w:numPr>
          <w:ilvl w:val="2"/>
          <w:numId w:val="42"/>
        </w:numPr>
        <w:tabs>
          <w:tab w:val="left" w:pos="0"/>
        </w:tabs>
        <w:ind w:left="0" w:firstLine="567"/>
        <w:jc w:val="both"/>
        <w:rPr>
          <w:bCs/>
          <w:sz w:val="28"/>
          <w:szCs w:val="28"/>
        </w:rPr>
      </w:pPr>
      <w:r w:rsidRPr="00FA7150">
        <w:rPr>
          <w:sz w:val="28"/>
          <w:szCs w:val="28"/>
        </w:rPr>
        <w:t>Заключение трудового договора с директором Школы осуществляется в порядке, предусмотренном действующим трудовым законодательством.</w:t>
      </w:r>
    </w:p>
    <w:p w:rsidR="00E16C6F" w:rsidRPr="00FA7150" w:rsidRDefault="00E16C6F" w:rsidP="00FA7150">
      <w:pPr>
        <w:numPr>
          <w:ilvl w:val="2"/>
          <w:numId w:val="42"/>
        </w:numPr>
        <w:ind w:left="0" w:firstLine="567"/>
        <w:jc w:val="both"/>
        <w:rPr>
          <w:sz w:val="28"/>
          <w:szCs w:val="28"/>
        </w:rPr>
      </w:pPr>
      <w:r w:rsidRPr="00FA7150">
        <w:rPr>
          <w:sz w:val="28"/>
          <w:szCs w:val="28"/>
        </w:rPr>
        <w:t>Трудовой договор с директором Школы подлежит досрочному расторжению по решению Учредителя в одном из следующих случаев:</w:t>
      </w:r>
    </w:p>
    <w:p w:rsidR="00E16C6F" w:rsidRPr="00FA7150" w:rsidRDefault="00E16C6F" w:rsidP="00FA7150">
      <w:pPr>
        <w:numPr>
          <w:ilvl w:val="3"/>
          <w:numId w:val="31"/>
        </w:numPr>
        <w:ind w:left="0" w:firstLine="567"/>
        <w:jc w:val="both"/>
        <w:rPr>
          <w:sz w:val="28"/>
          <w:szCs w:val="28"/>
        </w:rPr>
      </w:pPr>
      <w:r w:rsidRPr="00FA7150">
        <w:rPr>
          <w:sz w:val="28"/>
          <w:szCs w:val="28"/>
        </w:rPr>
        <w:t xml:space="preserve">  невыполнение Школой в течение двух лет муниципальных заданий, установленных Школе Учредителем;</w:t>
      </w:r>
    </w:p>
    <w:p w:rsidR="00E16C6F" w:rsidRPr="00FA7150" w:rsidRDefault="00E16C6F" w:rsidP="00FA7150">
      <w:pPr>
        <w:numPr>
          <w:ilvl w:val="3"/>
          <w:numId w:val="31"/>
        </w:numPr>
        <w:ind w:left="0" w:firstLine="567"/>
        <w:jc w:val="both"/>
        <w:rPr>
          <w:sz w:val="28"/>
          <w:szCs w:val="28"/>
        </w:rPr>
      </w:pPr>
      <w:r w:rsidRPr="00FA7150">
        <w:rPr>
          <w:sz w:val="28"/>
          <w:szCs w:val="28"/>
        </w:rPr>
        <w:t xml:space="preserve">  двукратное нарушение директором Школы бюджетного законодательства Российской Федерации;</w:t>
      </w:r>
    </w:p>
    <w:p w:rsidR="00E16C6F" w:rsidRPr="00FA7150" w:rsidRDefault="00E16C6F" w:rsidP="00FA7150">
      <w:pPr>
        <w:numPr>
          <w:ilvl w:val="3"/>
          <w:numId w:val="31"/>
        </w:numPr>
        <w:ind w:left="0" w:firstLine="567"/>
        <w:jc w:val="both"/>
        <w:rPr>
          <w:sz w:val="28"/>
          <w:szCs w:val="28"/>
        </w:rPr>
      </w:pPr>
      <w:r w:rsidRPr="00FA7150">
        <w:rPr>
          <w:sz w:val="28"/>
          <w:szCs w:val="28"/>
        </w:rPr>
        <w:t xml:space="preserve">  двукратное нарушение директором Школы требований по представлению отчетности;</w:t>
      </w:r>
    </w:p>
    <w:p w:rsidR="00E16C6F" w:rsidRPr="00FA7150" w:rsidRDefault="00E16C6F" w:rsidP="00FA7150">
      <w:pPr>
        <w:numPr>
          <w:ilvl w:val="3"/>
          <w:numId w:val="31"/>
        </w:numPr>
        <w:ind w:left="0" w:firstLine="567"/>
        <w:jc w:val="both"/>
        <w:rPr>
          <w:sz w:val="28"/>
          <w:szCs w:val="28"/>
        </w:rPr>
      </w:pPr>
      <w:r w:rsidRPr="00FA7150">
        <w:rPr>
          <w:sz w:val="28"/>
          <w:szCs w:val="28"/>
        </w:rPr>
        <w:t xml:space="preserve">  совершение сделок с имуществом, находящимся в оперативном управлении Школы, с нарушением требований законодательства и определенной настоящим Уставом специальной правоспособности Школы;</w:t>
      </w:r>
    </w:p>
    <w:p w:rsidR="00E16C6F" w:rsidRPr="00FA7150" w:rsidRDefault="00E16C6F" w:rsidP="00FA7150">
      <w:pPr>
        <w:numPr>
          <w:ilvl w:val="3"/>
          <w:numId w:val="31"/>
        </w:numPr>
        <w:ind w:left="0" w:firstLine="567"/>
        <w:jc w:val="both"/>
        <w:rPr>
          <w:sz w:val="28"/>
          <w:szCs w:val="28"/>
        </w:rPr>
      </w:pPr>
      <w:r w:rsidRPr="00FA7150">
        <w:rPr>
          <w:sz w:val="28"/>
          <w:szCs w:val="28"/>
        </w:rPr>
        <w:t xml:space="preserve">  невыполнение решений органов местного самоуправления администрации Дальнереченского городского округа, принятых в отношении Школы;</w:t>
      </w:r>
    </w:p>
    <w:p w:rsidR="00E16C6F" w:rsidRPr="00FA7150" w:rsidRDefault="00E16C6F" w:rsidP="00FA7150">
      <w:pPr>
        <w:numPr>
          <w:ilvl w:val="3"/>
          <w:numId w:val="31"/>
        </w:numPr>
        <w:ind w:left="0" w:firstLine="567"/>
        <w:jc w:val="both"/>
        <w:rPr>
          <w:sz w:val="28"/>
          <w:szCs w:val="28"/>
        </w:rPr>
      </w:pPr>
      <w:r w:rsidRPr="00FA7150">
        <w:rPr>
          <w:sz w:val="28"/>
          <w:szCs w:val="28"/>
        </w:rPr>
        <w:t xml:space="preserve">  фактический отказ директора Школы исполнить правомерные требования и указания Учредителя, комитета по управлению имуществом администрации Дальнереченского городского округа, контролирующих и надзорных органов;</w:t>
      </w:r>
    </w:p>
    <w:p w:rsidR="00E16C6F" w:rsidRPr="00FA7150" w:rsidRDefault="00E16C6F" w:rsidP="00FA7150">
      <w:pPr>
        <w:numPr>
          <w:ilvl w:val="3"/>
          <w:numId w:val="31"/>
        </w:numPr>
        <w:ind w:left="0" w:firstLine="567"/>
        <w:jc w:val="both"/>
        <w:rPr>
          <w:sz w:val="28"/>
          <w:szCs w:val="28"/>
        </w:rPr>
      </w:pPr>
      <w:r w:rsidRPr="00FA7150">
        <w:rPr>
          <w:sz w:val="28"/>
          <w:szCs w:val="28"/>
        </w:rPr>
        <w:t xml:space="preserve">  однократное грубое нарушение директором Школы своих трудовых обязанностей, предусмотренных трудовым договором и настоящим Уставом;</w:t>
      </w:r>
    </w:p>
    <w:p w:rsidR="00E16C6F" w:rsidRPr="00FA7150" w:rsidRDefault="00E16C6F" w:rsidP="00FA7150">
      <w:pPr>
        <w:numPr>
          <w:ilvl w:val="3"/>
          <w:numId w:val="31"/>
        </w:numPr>
        <w:ind w:left="0" w:firstLine="567"/>
        <w:jc w:val="both"/>
        <w:rPr>
          <w:sz w:val="28"/>
          <w:szCs w:val="28"/>
        </w:rPr>
      </w:pPr>
      <w:r w:rsidRPr="00FA7150">
        <w:rPr>
          <w:sz w:val="28"/>
          <w:szCs w:val="28"/>
        </w:rPr>
        <w:t xml:space="preserve">  в других случаях, установленных Трудовым </w:t>
      </w:r>
      <w:hyperlink r:id="rId14" w:history="1">
        <w:r w:rsidRPr="00FA7150">
          <w:rPr>
            <w:sz w:val="28"/>
            <w:szCs w:val="28"/>
          </w:rPr>
          <w:t>кодексом</w:t>
        </w:r>
      </w:hyperlink>
      <w:r w:rsidRPr="00FA7150">
        <w:rPr>
          <w:sz w:val="28"/>
          <w:szCs w:val="28"/>
        </w:rPr>
        <w:t xml:space="preserve"> Российской Федерации.</w:t>
      </w:r>
    </w:p>
    <w:p w:rsidR="00E16C6F" w:rsidRPr="00FA7150" w:rsidRDefault="00E16C6F" w:rsidP="00FA7150">
      <w:pPr>
        <w:numPr>
          <w:ilvl w:val="2"/>
          <w:numId w:val="42"/>
        </w:numPr>
        <w:autoSpaceDE w:val="0"/>
        <w:autoSpaceDN w:val="0"/>
        <w:adjustRightInd w:val="0"/>
        <w:ind w:left="0" w:firstLine="567"/>
        <w:jc w:val="both"/>
        <w:rPr>
          <w:sz w:val="28"/>
          <w:szCs w:val="28"/>
        </w:rPr>
      </w:pPr>
      <w:r w:rsidRPr="00FA7150">
        <w:rPr>
          <w:sz w:val="28"/>
          <w:szCs w:val="28"/>
        </w:rPr>
        <w:t>Директор Школы должен действовать в интересах Школы добросовестно и разумно.</w:t>
      </w:r>
    </w:p>
    <w:p w:rsidR="00E16C6F" w:rsidRPr="00FA7150" w:rsidRDefault="00E16C6F" w:rsidP="00FA7150">
      <w:pPr>
        <w:numPr>
          <w:ilvl w:val="2"/>
          <w:numId w:val="42"/>
        </w:numPr>
        <w:autoSpaceDE w:val="0"/>
        <w:autoSpaceDN w:val="0"/>
        <w:adjustRightInd w:val="0"/>
        <w:ind w:left="0" w:firstLine="567"/>
        <w:jc w:val="both"/>
        <w:rPr>
          <w:sz w:val="28"/>
          <w:szCs w:val="28"/>
        </w:rPr>
      </w:pPr>
      <w:r w:rsidRPr="00FA7150">
        <w:rPr>
          <w:sz w:val="28"/>
          <w:szCs w:val="28"/>
        </w:rPr>
        <w:t xml:space="preserve">Директор </w:t>
      </w:r>
      <w:r w:rsidRPr="00FA7150">
        <w:rPr>
          <w:bCs/>
          <w:sz w:val="28"/>
          <w:szCs w:val="28"/>
        </w:rPr>
        <w:t>Школы:</w:t>
      </w:r>
    </w:p>
    <w:p w:rsidR="00E16C6F" w:rsidRPr="00FA7150" w:rsidRDefault="00E16C6F" w:rsidP="00FA7150">
      <w:pPr>
        <w:ind w:firstLine="567"/>
        <w:jc w:val="both"/>
        <w:rPr>
          <w:sz w:val="28"/>
          <w:szCs w:val="28"/>
        </w:rPr>
      </w:pPr>
      <w:r w:rsidRPr="00FA7150">
        <w:rPr>
          <w:sz w:val="28"/>
          <w:szCs w:val="28"/>
        </w:rPr>
        <w:t>1) осуществляет руководство Школой в соответствии с законодательством Российской Федерации, законами и иными нормативными правовыми актами Приморского края, муниципальными нормативными правовыми актами и настоящим Уставом;</w:t>
      </w:r>
    </w:p>
    <w:p w:rsidR="00E16C6F" w:rsidRPr="00FA7150" w:rsidRDefault="00E16C6F" w:rsidP="00FA7150">
      <w:pPr>
        <w:ind w:firstLine="567"/>
        <w:jc w:val="both"/>
        <w:rPr>
          <w:sz w:val="28"/>
          <w:szCs w:val="28"/>
        </w:rPr>
      </w:pPr>
      <w:r w:rsidRPr="00FA7150">
        <w:rPr>
          <w:sz w:val="28"/>
          <w:szCs w:val="28"/>
        </w:rPr>
        <w:t>2) обеспечивает системную образовательную (учебно-воспитательную) и административно-хозяйственную работу Школы;</w:t>
      </w:r>
    </w:p>
    <w:p w:rsidR="00E16C6F" w:rsidRPr="00FA7150" w:rsidRDefault="00E16C6F" w:rsidP="00FA7150">
      <w:pPr>
        <w:ind w:firstLine="567"/>
        <w:jc w:val="both"/>
        <w:rPr>
          <w:sz w:val="28"/>
          <w:szCs w:val="28"/>
        </w:rPr>
      </w:pPr>
      <w:r w:rsidRPr="00FA7150">
        <w:rPr>
          <w:sz w:val="28"/>
          <w:szCs w:val="28"/>
        </w:rPr>
        <w:t>3) обеспечивает реализацию федеральных государственных образовательных стандартов, федеральных государственных требований в Школе;</w:t>
      </w:r>
    </w:p>
    <w:p w:rsidR="00E16C6F" w:rsidRPr="00FA7150" w:rsidRDefault="00E16C6F" w:rsidP="00FA7150">
      <w:pPr>
        <w:ind w:firstLine="567"/>
        <w:jc w:val="both"/>
        <w:rPr>
          <w:sz w:val="28"/>
          <w:szCs w:val="28"/>
        </w:rPr>
      </w:pPr>
      <w:r w:rsidRPr="00FA7150">
        <w:rPr>
          <w:sz w:val="28"/>
          <w:szCs w:val="28"/>
        </w:rPr>
        <w:t>4) определяет в рамках своей компетенции приоритетные направления деятельности Школы для достижения целей, ради которых Школа создана, стратегию, цели и задачи развития Школы;</w:t>
      </w:r>
    </w:p>
    <w:p w:rsidR="00E16C6F" w:rsidRPr="00FA7150" w:rsidRDefault="00E16C6F" w:rsidP="00FA7150">
      <w:pPr>
        <w:ind w:firstLine="567"/>
        <w:jc w:val="both"/>
        <w:rPr>
          <w:sz w:val="28"/>
          <w:szCs w:val="28"/>
        </w:rPr>
      </w:pPr>
      <w:r w:rsidRPr="00FA7150">
        <w:rPr>
          <w:sz w:val="28"/>
          <w:szCs w:val="28"/>
        </w:rPr>
        <w:t>5) принимает решения о программном планировании работы Школы, участии Школы в различных программах и проектах;</w:t>
      </w:r>
    </w:p>
    <w:p w:rsidR="00E16C6F" w:rsidRPr="00FA7150" w:rsidRDefault="00E16C6F" w:rsidP="00FA7150">
      <w:pPr>
        <w:ind w:firstLine="567"/>
        <w:jc w:val="both"/>
        <w:rPr>
          <w:sz w:val="28"/>
          <w:szCs w:val="28"/>
        </w:rPr>
      </w:pPr>
      <w:r w:rsidRPr="00FA7150">
        <w:rPr>
          <w:sz w:val="28"/>
          <w:szCs w:val="28"/>
        </w:rPr>
        <w:t>6) обеспечивает соблюдение требований, предъявляемых к условиям образовательного процесса, образовательным программам, результатам деятельности Школы и к качеству образования, непрерывное повышение качества образования в Школе;</w:t>
      </w:r>
    </w:p>
    <w:p w:rsidR="00E16C6F" w:rsidRPr="00FA7150" w:rsidRDefault="00E16C6F" w:rsidP="00FA7150">
      <w:pPr>
        <w:ind w:firstLine="567"/>
        <w:jc w:val="both"/>
        <w:rPr>
          <w:sz w:val="28"/>
          <w:szCs w:val="28"/>
        </w:rPr>
      </w:pPr>
      <w:r w:rsidRPr="00FA7150">
        <w:rPr>
          <w:sz w:val="28"/>
          <w:szCs w:val="28"/>
        </w:rPr>
        <w:t>7) координирует деятельность Школы по каждому из направлений деятельности;</w:t>
      </w:r>
    </w:p>
    <w:p w:rsidR="00E16C6F" w:rsidRPr="00FA7150" w:rsidRDefault="00E16C6F" w:rsidP="00FA7150">
      <w:pPr>
        <w:ind w:firstLine="567"/>
        <w:jc w:val="both"/>
        <w:rPr>
          <w:sz w:val="28"/>
          <w:szCs w:val="28"/>
        </w:rPr>
      </w:pPr>
      <w:r w:rsidRPr="00FA7150">
        <w:rPr>
          <w:sz w:val="28"/>
          <w:szCs w:val="28"/>
        </w:rPr>
        <w:t>8) совместно с Советом Школы и общественными организациями организует разработку, утверждение и реализацию программ развития, образовательной программы Школы, учебных планов, учебных программ курсов, дисциплин, годовых календарных учебных графиков, устава и правил внутреннего трудового распорядка Школы;</w:t>
      </w:r>
    </w:p>
    <w:p w:rsidR="00E16C6F" w:rsidRPr="00FA7150" w:rsidRDefault="00E16C6F" w:rsidP="00FA7150">
      <w:pPr>
        <w:ind w:firstLine="567"/>
        <w:jc w:val="both"/>
        <w:rPr>
          <w:sz w:val="28"/>
          <w:szCs w:val="28"/>
        </w:rPr>
      </w:pPr>
      <w:r w:rsidRPr="00FA7150">
        <w:rPr>
          <w:sz w:val="28"/>
          <w:szCs w:val="28"/>
        </w:rPr>
        <w:t>9) создает условия для внедрения инноваций в Школе;</w:t>
      </w:r>
    </w:p>
    <w:p w:rsidR="00E16C6F" w:rsidRPr="00FA7150" w:rsidRDefault="00E16C6F" w:rsidP="00FA7150">
      <w:pPr>
        <w:ind w:firstLine="567"/>
        <w:jc w:val="both"/>
        <w:rPr>
          <w:sz w:val="28"/>
          <w:szCs w:val="28"/>
        </w:rPr>
      </w:pPr>
      <w:r w:rsidRPr="00FA7150">
        <w:rPr>
          <w:sz w:val="28"/>
          <w:szCs w:val="28"/>
        </w:rPr>
        <w:t>10) обеспечивает формирование и реализацию инициатив работников Школы, направленных на улучшение работы Школы и повышение качества образования;</w:t>
      </w:r>
    </w:p>
    <w:p w:rsidR="00E16C6F" w:rsidRPr="00FA7150" w:rsidRDefault="00E16C6F" w:rsidP="00FA7150">
      <w:pPr>
        <w:ind w:firstLine="567"/>
        <w:jc w:val="both"/>
        <w:rPr>
          <w:sz w:val="28"/>
          <w:szCs w:val="28"/>
        </w:rPr>
      </w:pPr>
      <w:r w:rsidRPr="00FA7150">
        <w:rPr>
          <w:sz w:val="28"/>
          <w:szCs w:val="28"/>
        </w:rPr>
        <w:t>11) обеспечивает объективность оценки качества образования в Школе;</w:t>
      </w:r>
    </w:p>
    <w:p w:rsidR="00E16C6F" w:rsidRPr="00FA7150" w:rsidRDefault="00E16C6F" w:rsidP="00FA7150">
      <w:pPr>
        <w:ind w:firstLine="567"/>
        <w:jc w:val="both"/>
        <w:rPr>
          <w:sz w:val="28"/>
          <w:szCs w:val="28"/>
        </w:rPr>
      </w:pPr>
      <w:r w:rsidRPr="00FA7150">
        <w:rPr>
          <w:sz w:val="28"/>
          <w:szCs w:val="28"/>
        </w:rPr>
        <w:t>12) организует формирование контингента обучающихся, принимает окончательное решение о зачислении в Школу и отчислении обучающихся;</w:t>
      </w:r>
    </w:p>
    <w:p w:rsidR="00E16C6F" w:rsidRPr="00FA7150" w:rsidRDefault="00E16C6F" w:rsidP="00FA7150">
      <w:pPr>
        <w:ind w:firstLine="567"/>
        <w:jc w:val="both"/>
        <w:rPr>
          <w:sz w:val="28"/>
          <w:szCs w:val="28"/>
        </w:rPr>
      </w:pPr>
      <w:r w:rsidRPr="00FA7150">
        <w:rPr>
          <w:sz w:val="28"/>
          <w:szCs w:val="28"/>
        </w:rPr>
        <w:t>13) обеспечивает охрану жизни и здоровья обучающихся во время образовательного процесса;</w:t>
      </w:r>
    </w:p>
    <w:p w:rsidR="00E16C6F" w:rsidRPr="00FA7150" w:rsidRDefault="00E16C6F" w:rsidP="00FA7150">
      <w:pPr>
        <w:ind w:firstLine="567"/>
        <w:jc w:val="both"/>
        <w:rPr>
          <w:sz w:val="28"/>
          <w:szCs w:val="28"/>
        </w:rPr>
      </w:pPr>
      <w:r w:rsidRPr="00FA7150">
        <w:rPr>
          <w:sz w:val="28"/>
          <w:szCs w:val="28"/>
        </w:rPr>
        <w:t>14) определяет структуру управления Школой, численный, квалификационный и штатный составы, принимает на работу</w:t>
      </w:r>
      <w:r w:rsidRPr="00FA7150">
        <w:rPr>
          <w:b/>
          <w:sz w:val="28"/>
          <w:szCs w:val="28"/>
        </w:rPr>
        <w:t xml:space="preserve"> </w:t>
      </w:r>
      <w:r w:rsidRPr="00FA7150">
        <w:rPr>
          <w:sz w:val="28"/>
          <w:szCs w:val="28"/>
        </w:rPr>
        <w:t>и увольняет с работы работников, заключает с ними трудовые договоры, применяет к работникам Школы дисциплинарные взыскания и поощрения;</w:t>
      </w:r>
    </w:p>
    <w:p w:rsidR="00E16C6F" w:rsidRPr="00FA7150" w:rsidRDefault="00E16C6F" w:rsidP="00FA7150">
      <w:pPr>
        <w:ind w:firstLine="567"/>
        <w:jc w:val="both"/>
        <w:rPr>
          <w:sz w:val="28"/>
          <w:szCs w:val="28"/>
        </w:rPr>
      </w:pPr>
      <w:r w:rsidRPr="00FA7150">
        <w:rPr>
          <w:sz w:val="28"/>
          <w:szCs w:val="28"/>
        </w:rPr>
        <w:t>15) утверждает структуру Школы и штатное расписание, образовательные программы, учебные планы, годовые календарные учебные графики, расписания занятий, графики работы;</w:t>
      </w:r>
    </w:p>
    <w:p w:rsidR="00E16C6F" w:rsidRPr="00FA7150" w:rsidRDefault="00E16C6F" w:rsidP="00FA7150">
      <w:pPr>
        <w:ind w:firstLine="567"/>
        <w:jc w:val="both"/>
        <w:rPr>
          <w:sz w:val="28"/>
          <w:szCs w:val="28"/>
        </w:rPr>
      </w:pPr>
      <w:r w:rsidRPr="00FA7150">
        <w:rPr>
          <w:sz w:val="28"/>
          <w:szCs w:val="28"/>
        </w:rPr>
        <w:t>16) распределяет учебную нагрузку;</w:t>
      </w:r>
    </w:p>
    <w:p w:rsidR="00E16C6F" w:rsidRPr="00FA7150" w:rsidRDefault="00E16C6F" w:rsidP="00FA7150">
      <w:pPr>
        <w:ind w:firstLine="567"/>
        <w:jc w:val="both"/>
        <w:rPr>
          <w:sz w:val="28"/>
          <w:szCs w:val="28"/>
        </w:rPr>
      </w:pPr>
      <w:r w:rsidRPr="00FA7150">
        <w:rPr>
          <w:sz w:val="28"/>
          <w:szCs w:val="28"/>
        </w:rPr>
        <w:t>17) осуществляет подбор и прием на работу работников, заключение с ними и расторжение трудовых договоров, распределение должностных обязанностей, создание условий и организация дополнительного профессионального образования работников Школы;</w:t>
      </w:r>
    </w:p>
    <w:p w:rsidR="00E16C6F" w:rsidRPr="00FA7150" w:rsidRDefault="00E16C6F" w:rsidP="00FA7150">
      <w:pPr>
        <w:ind w:firstLine="567"/>
        <w:jc w:val="both"/>
        <w:rPr>
          <w:sz w:val="28"/>
          <w:szCs w:val="28"/>
        </w:rPr>
      </w:pPr>
      <w:r w:rsidRPr="00FA7150">
        <w:rPr>
          <w:sz w:val="28"/>
          <w:szCs w:val="28"/>
        </w:rPr>
        <w:t>18) создает условия для непрерывного повышения квалификации работников Школы;</w:t>
      </w:r>
    </w:p>
    <w:p w:rsidR="00E16C6F" w:rsidRPr="00FA7150" w:rsidRDefault="00E16C6F" w:rsidP="00FA7150">
      <w:pPr>
        <w:ind w:firstLine="567"/>
        <w:jc w:val="both"/>
        <w:rPr>
          <w:sz w:val="28"/>
          <w:szCs w:val="28"/>
        </w:rPr>
      </w:pPr>
      <w:r w:rsidRPr="00FA7150">
        <w:rPr>
          <w:sz w:val="28"/>
          <w:szCs w:val="28"/>
        </w:rPr>
        <w:t>19) обеспечивает установление заработной платы работников Школы, в том числе стимулирующей части (надбавок, доплат к должностным окладам, ставкам заработной платы работников), выплату в полном размере причитающейся работникам заработной платы в сроки, установленные коллективным договором, правилами внутреннего трудового распорядка, трудовыми договорами;</w:t>
      </w:r>
    </w:p>
    <w:p w:rsidR="00E16C6F" w:rsidRPr="00FA7150" w:rsidRDefault="00E16C6F" w:rsidP="00FA7150">
      <w:pPr>
        <w:ind w:firstLine="567"/>
        <w:jc w:val="both"/>
        <w:rPr>
          <w:sz w:val="28"/>
          <w:szCs w:val="28"/>
        </w:rPr>
      </w:pPr>
      <w:r w:rsidRPr="00FA7150">
        <w:rPr>
          <w:sz w:val="28"/>
          <w:szCs w:val="28"/>
        </w:rPr>
        <w:t>20) поддерживает благоприятный морально-психологический климат в коллективе Школы;</w:t>
      </w:r>
    </w:p>
    <w:p w:rsidR="00E16C6F" w:rsidRPr="00FA7150" w:rsidRDefault="00E16C6F" w:rsidP="00FA7150">
      <w:pPr>
        <w:ind w:firstLine="567"/>
        <w:jc w:val="both"/>
        <w:rPr>
          <w:sz w:val="28"/>
          <w:szCs w:val="28"/>
        </w:rPr>
      </w:pPr>
      <w:r w:rsidRPr="00FA7150">
        <w:rPr>
          <w:sz w:val="28"/>
          <w:szCs w:val="28"/>
        </w:rPr>
        <w:t>21) обеспечивает контроль по учебно-воспитательной работе за деятельностью педагогов, в том числе путем посещения уроков и других видов учебных занятий, и воспитательных мероприятий;</w:t>
      </w:r>
    </w:p>
    <w:p w:rsidR="00E16C6F" w:rsidRPr="00FA7150" w:rsidRDefault="00E16C6F" w:rsidP="00FA7150">
      <w:pPr>
        <w:ind w:firstLine="567"/>
        <w:jc w:val="both"/>
        <w:rPr>
          <w:sz w:val="28"/>
          <w:szCs w:val="28"/>
        </w:rPr>
      </w:pPr>
      <w:r w:rsidRPr="00FA7150">
        <w:rPr>
          <w:sz w:val="28"/>
          <w:szCs w:val="28"/>
        </w:rPr>
        <w:t>22) обеспечивает соблюдение прав и свобод обучающихся и работников Школы в установленном законодательством Российской Федерации порядке, принимает меры по обеспечению правил по охране труда и пожарной безопасности;</w:t>
      </w:r>
    </w:p>
    <w:p w:rsidR="00E16C6F" w:rsidRPr="00FA7150" w:rsidRDefault="00E16C6F" w:rsidP="00FA7150">
      <w:pPr>
        <w:ind w:firstLine="567"/>
        <w:jc w:val="both"/>
        <w:rPr>
          <w:sz w:val="28"/>
          <w:szCs w:val="28"/>
        </w:rPr>
      </w:pPr>
      <w:r w:rsidRPr="00FA7150">
        <w:rPr>
          <w:sz w:val="28"/>
          <w:szCs w:val="28"/>
        </w:rPr>
        <w:t>23) представляет интересы Школы без доверенности во всех государственных органах и местных органах самоуправления, в судебных органах, в организациях и учреждениях всех форм собственности;</w:t>
      </w:r>
    </w:p>
    <w:p w:rsidR="00E16C6F" w:rsidRPr="00FA7150" w:rsidRDefault="00E16C6F" w:rsidP="00FA7150">
      <w:pPr>
        <w:ind w:firstLine="567"/>
        <w:jc w:val="both"/>
        <w:rPr>
          <w:sz w:val="28"/>
          <w:szCs w:val="28"/>
        </w:rPr>
      </w:pPr>
      <w:r w:rsidRPr="00FA7150">
        <w:rPr>
          <w:sz w:val="28"/>
          <w:szCs w:val="28"/>
        </w:rPr>
        <w:t>24) обеспечивает эффективное взаимодействие и сотрудничество с органами государственной власти, местного самоуправления, организациями, общественностью, родителями (лицами, их заменяющими), гражданами;</w:t>
      </w:r>
    </w:p>
    <w:p w:rsidR="00E16C6F" w:rsidRPr="00FA7150" w:rsidRDefault="00E16C6F" w:rsidP="00FA7150">
      <w:pPr>
        <w:ind w:firstLine="567"/>
        <w:jc w:val="both"/>
        <w:rPr>
          <w:sz w:val="28"/>
          <w:szCs w:val="28"/>
        </w:rPr>
      </w:pPr>
      <w:r w:rsidRPr="00FA7150">
        <w:rPr>
          <w:sz w:val="28"/>
          <w:szCs w:val="28"/>
        </w:rPr>
        <w:t>25) в пределах своих полномочий распоряжается бюджетными средствами, обеспечивает результативность и эффективность их использования;</w:t>
      </w:r>
    </w:p>
    <w:p w:rsidR="00E16C6F" w:rsidRPr="00FA7150" w:rsidRDefault="00E16C6F" w:rsidP="00FA7150">
      <w:pPr>
        <w:ind w:firstLine="567"/>
        <w:jc w:val="both"/>
        <w:rPr>
          <w:sz w:val="28"/>
          <w:szCs w:val="28"/>
        </w:rPr>
      </w:pPr>
      <w:r w:rsidRPr="00FA7150">
        <w:rPr>
          <w:sz w:val="28"/>
          <w:szCs w:val="28"/>
        </w:rPr>
        <w:t>26) пользуется правом распоряжения имуществом и средствами Школы в пределах, установленных законом и настоящим Уставом;</w:t>
      </w:r>
    </w:p>
    <w:p w:rsidR="00E16C6F" w:rsidRPr="00FA7150" w:rsidRDefault="00E16C6F" w:rsidP="00FA7150">
      <w:pPr>
        <w:ind w:firstLine="567"/>
        <w:jc w:val="both"/>
        <w:rPr>
          <w:sz w:val="28"/>
          <w:szCs w:val="28"/>
        </w:rPr>
      </w:pPr>
      <w:r w:rsidRPr="00FA7150">
        <w:rPr>
          <w:sz w:val="28"/>
          <w:szCs w:val="28"/>
        </w:rPr>
        <w:t>27) обеспечивает учет, сохранность и пополнение учебно-материальной базы, соблюдение правил санитарно-гигиенического режима и охраны труда, учет и хранение документации, привлечение для осуществления деятельности, предусмотренной настоящим Уставом, дополнительных источников финансовых и материальных средств;</w:t>
      </w:r>
    </w:p>
    <w:p w:rsidR="00E16C6F" w:rsidRPr="00FA7150" w:rsidRDefault="00E16C6F" w:rsidP="00FA7150">
      <w:pPr>
        <w:ind w:firstLine="567"/>
        <w:jc w:val="both"/>
        <w:rPr>
          <w:sz w:val="28"/>
          <w:szCs w:val="28"/>
        </w:rPr>
      </w:pPr>
      <w:r w:rsidRPr="00FA7150">
        <w:rPr>
          <w:sz w:val="28"/>
          <w:szCs w:val="28"/>
        </w:rPr>
        <w:t xml:space="preserve">28) организует материально-техническое обеспечение образовательной деятельности, оборудование помещений в соответствии с государственными и местными нормами и требованиями, в том числе в соответствии с федеральными государственными образовательными </w:t>
      </w:r>
      <w:hyperlink r:id="rId15" w:history="1">
        <w:r w:rsidRPr="00FA7150">
          <w:rPr>
            <w:sz w:val="28"/>
            <w:szCs w:val="28"/>
          </w:rPr>
          <w:t>стандартами</w:t>
        </w:r>
      </w:hyperlink>
      <w:r w:rsidRPr="00FA7150">
        <w:rPr>
          <w:sz w:val="28"/>
          <w:szCs w:val="28"/>
        </w:rPr>
        <w:t>, федеральными государственными требованиями, образовательными стандартами;</w:t>
      </w:r>
    </w:p>
    <w:p w:rsidR="00E16C6F" w:rsidRPr="00FA7150" w:rsidRDefault="00E16C6F" w:rsidP="00FA7150">
      <w:pPr>
        <w:ind w:firstLine="567"/>
        <w:jc w:val="both"/>
        <w:rPr>
          <w:sz w:val="28"/>
          <w:szCs w:val="28"/>
        </w:rPr>
      </w:pPr>
      <w:r w:rsidRPr="00FA7150">
        <w:rPr>
          <w:sz w:val="28"/>
          <w:szCs w:val="28"/>
        </w:rPr>
        <w:t>29) заключает от имени Школы договоры, в том числе трудовые контракты, выдает доверенности работникам Школы;</w:t>
      </w:r>
    </w:p>
    <w:p w:rsidR="00E16C6F" w:rsidRPr="00FA7150" w:rsidRDefault="00E16C6F" w:rsidP="00FA7150">
      <w:pPr>
        <w:ind w:firstLine="567"/>
        <w:jc w:val="both"/>
        <w:rPr>
          <w:sz w:val="28"/>
          <w:szCs w:val="28"/>
        </w:rPr>
      </w:pPr>
      <w:r w:rsidRPr="00FA7150">
        <w:rPr>
          <w:sz w:val="28"/>
          <w:szCs w:val="28"/>
        </w:rPr>
        <w:t>30) обеспечивает составление планов финансово-хозяйственной деятельности Школы и представление их на утверждение Учредителю в порядке, определенном Учредителем; обеспечивает представление Учредителю ежегодного отчета о поступлении, расходовании финансовых и материальных средств;</w:t>
      </w:r>
    </w:p>
    <w:p w:rsidR="00E16C6F" w:rsidRPr="00FA7150" w:rsidRDefault="00E16C6F" w:rsidP="00FA7150">
      <w:pPr>
        <w:ind w:firstLine="567"/>
        <w:jc w:val="both"/>
        <w:rPr>
          <w:bCs/>
          <w:sz w:val="28"/>
          <w:szCs w:val="28"/>
        </w:rPr>
      </w:pPr>
      <w:r w:rsidRPr="00FA7150">
        <w:rPr>
          <w:sz w:val="28"/>
          <w:szCs w:val="28"/>
        </w:rPr>
        <w:t xml:space="preserve">31) </w:t>
      </w:r>
      <w:r w:rsidRPr="00FA7150">
        <w:rPr>
          <w:bCs/>
          <w:sz w:val="28"/>
          <w:szCs w:val="28"/>
        </w:rPr>
        <w:t>утверждает годовой бухгалтерский баланс Школы;</w:t>
      </w:r>
    </w:p>
    <w:p w:rsidR="00E16C6F" w:rsidRPr="00FA7150" w:rsidRDefault="00E16C6F" w:rsidP="00FA7150">
      <w:pPr>
        <w:ind w:firstLine="567"/>
        <w:jc w:val="both"/>
        <w:rPr>
          <w:sz w:val="28"/>
          <w:szCs w:val="28"/>
        </w:rPr>
      </w:pPr>
      <w:r w:rsidRPr="00FA7150">
        <w:rPr>
          <w:sz w:val="28"/>
          <w:szCs w:val="28"/>
        </w:rPr>
        <w:t>32) составляет и представляет широкой общественности ежегодный Публичный доклад директора Школы;</w:t>
      </w:r>
    </w:p>
    <w:p w:rsidR="00E16C6F" w:rsidRPr="00FA7150" w:rsidRDefault="00E16C6F" w:rsidP="00FA7150">
      <w:pPr>
        <w:ind w:firstLine="567"/>
        <w:jc w:val="both"/>
        <w:rPr>
          <w:sz w:val="28"/>
          <w:szCs w:val="28"/>
        </w:rPr>
      </w:pPr>
      <w:r w:rsidRPr="00FA7150">
        <w:rPr>
          <w:sz w:val="28"/>
          <w:szCs w:val="28"/>
        </w:rPr>
        <w:t>33) является председателем всех форм самоуправления школы за исключением Родительского комитета школы;</w:t>
      </w:r>
    </w:p>
    <w:p w:rsidR="00E16C6F" w:rsidRPr="00FA7150" w:rsidRDefault="00E16C6F" w:rsidP="00FA7150">
      <w:pPr>
        <w:ind w:firstLine="567"/>
        <w:jc w:val="both"/>
        <w:rPr>
          <w:sz w:val="28"/>
          <w:szCs w:val="28"/>
        </w:rPr>
      </w:pPr>
      <w:r w:rsidRPr="00FA7150">
        <w:rPr>
          <w:sz w:val="28"/>
          <w:szCs w:val="28"/>
        </w:rPr>
        <w:t>34) принимает локальные нормативные акты Школы, распоряжения, приказы и дает указания, обязательные для всех работников Школы;</w:t>
      </w:r>
    </w:p>
    <w:p w:rsidR="00E16C6F" w:rsidRPr="00FA7150" w:rsidRDefault="00E16C6F" w:rsidP="00FA7150">
      <w:pPr>
        <w:ind w:firstLine="567"/>
        <w:jc w:val="both"/>
        <w:rPr>
          <w:sz w:val="28"/>
          <w:szCs w:val="28"/>
        </w:rPr>
      </w:pPr>
      <w:r w:rsidRPr="00FA7150">
        <w:rPr>
          <w:sz w:val="28"/>
          <w:szCs w:val="28"/>
        </w:rPr>
        <w:t>35) содействует деятельности учительских (педагогических), психологических организаций и методических объединений, общественных (в том числе детских и молодежных) организаций;</w:t>
      </w:r>
    </w:p>
    <w:p w:rsidR="00E16C6F" w:rsidRPr="00FA7150" w:rsidRDefault="00E16C6F" w:rsidP="00FA7150">
      <w:pPr>
        <w:ind w:firstLine="567"/>
        <w:jc w:val="both"/>
        <w:rPr>
          <w:sz w:val="28"/>
          <w:szCs w:val="28"/>
        </w:rPr>
      </w:pPr>
      <w:r w:rsidRPr="00FA7150">
        <w:rPr>
          <w:sz w:val="28"/>
          <w:szCs w:val="28"/>
        </w:rPr>
        <w:t>36) организует использование и совершенствование в Школе методов обучения и воспитания, образовательных технологий, электронного обучения;</w:t>
      </w:r>
    </w:p>
    <w:p w:rsidR="00E16C6F" w:rsidRPr="00FA7150" w:rsidRDefault="00E16C6F" w:rsidP="00FA7150">
      <w:pPr>
        <w:ind w:firstLine="567"/>
        <w:jc w:val="both"/>
        <w:rPr>
          <w:sz w:val="28"/>
          <w:szCs w:val="28"/>
        </w:rPr>
      </w:pPr>
      <w:r w:rsidRPr="00FA7150">
        <w:rPr>
          <w:sz w:val="28"/>
          <w:szCs w:val="28"/>
        </w:rPr>
        <w:t>37) организует самообследование Школы, функционирование внутренней системы оценки качества образования;</w:t>
      </w:r>
    </w:p>
    <w:p w:rsidR="00E16C6F" w:rsidRPr="00FA7150" w:rsidRDefault="00E16C6F" w:rsidP="00FA7150">
      <w:pPr>
        <w:ind w:firstLine="567"/>
        <w:jc w:val="both"/>
        <w:rPr>
          <w:sz w:val="28"/>
          <w:szCs w:val="28"/>
        </w:rPr>
      </w:pPr>
      <w:r w:rsidRPr="00FA7150">
        <w:rPr>
          <w:sz w:val="28"/>
          <w:szCs w:val="28"/>
        </w:rPr>
        <w:t>38) осуществляет иные полномочия, установленные законодательством Российской Федерации, областными и муниципальными нормативными правовыми актами, настоящим Уставом и заключенным трудовым договором, соответствующим отраслевым законодательством.</w:t>
      </w:r>
    </w:p>
    <w:p w:rsidR="00E16C6F" w:rsidRPr="00FA7150" w:rsidRDefault="00E16C6F" w:rsidP="00FA7150">
      <w:pPr>
        <w:numPr>
          <w:ilvl w:val="2"/>
          <w:numId w:val="42"/>
        </w:numPr>
        <w:autoSpaceDE w:val="0"/>
        <w:autoSpaceDN w:val="0"/>
        <w:adjustRightInd w:val="0"/>
        <w:ind w:left="0" w:firstLine="567"/>
        <w:jc w:val="both"/>
        <w:rPr>
          <w:sz w:val="28"/>
          <w:szCs w:val="28"/>
        </w:rPr>
      </w:pPr>
      <w:r w:rsidRPr="00FA7150">
        <w:rPr>
          <w:sz w:val="28"/>
          <w:szCs w:val="28"/>
        </w:rPr>
        <w:t>Директор Школы в установленном законом порядке несет ответственность за убытки, причиненные Школой его виновными действиями (бездействием), в том числе и в случае утраты имущества Школы.</w:t>
      </w:r>
    </w:p>
    <w:p w:rsidR="00E16C6F" w:rsidRPr="00FA7150" w:rsidRDefault="00E16C6F" w:rsidP="00FA7150">
      <w:pPr>
        <w:numPr>
          <w:ilvl w:val="1"/>
          <w:numId w:val="42"/>
        </w:numPr>
        <w:ind w:left="0" w:firstLine="567"/>
        <w:jc w:val="both"/>
        <w:rPr>
          <w:sz w:val="28"/>
          <w:szCs w:val="28"/>
        </w:rPr>
      </w:pPr>
      <w:r w:rsidRPr="00FA7150">
        <w:rPr>
          <w:sz w:val="28"/>
          <w:szCs w:val="28"/>
        </w:rPr>
        <w:t>Заместители директора назначаются директором Школы.</w:t>
      </w:r>
    </w:p>
    <w:p w:rsidR="00E16C6F" w:rsidRPr="00FA7150" w:rsidRDefault="00E16C6F" w:rsidP="00FA7150">
      <w:pPr>
        <w:numPr>
          <w:ilvl w:val="2"/>
          <w:numId w:val="42"/>
        </w:numPr>
        <w:ind w:left="0" w:firstLine="567"/>
        <w:jc w:val="both"/>
        <w:rPr>
          <w:sz w:val="28"/>
          <w:szCs w:val="28"/>
        </w:rPr>
      </w:pPr>
      <w:r w:rsidRPr="00FA7150">
        <w:rPr>
          <w:sz w:val="28"/>
          <w:szCs w:val="28"/>
        </w:rPr>
        <w:t>Заместители директора подчинены и подотчетны непосредственно директору, согласуют с ним свои планы работы, координируют свою деятельность друг с другом.</w:t>
      </w:r>
    </w:p>
    <w:p w:rsidR="00E16C6F" w:rsidRPr="00FA7150" w:rsidRDefault="00E16C6F" w:rsidP="00FA7150">
      <w:pPr>
        <w:numPr>
          <w:ilvl w:val="2"/>
          <w:numId w:val="42"/>
        </w:numPr>
        <w:ind w:left="0" w:firstLine="567"/>
        <w:jc w:val="both"/>
        <w:rPr>
          <w:sz w:val="28"/>
          <w:szCs w:val="28"/>
        </w:rPr>
      </w:pPr>
      <w:r w:rsidRPr="00FA7150">
        <w:rPr>
          <w:sz w:val="28"/>
          <w:szCs w:val="28"/>
        </w:rPr>
        <w:t>Функциональные обязанности и должностные права заместителей директора определяются их Должностными инструкциями и трудовым договором в соответствии с законодательством Российской Федерации.</w:t>
      </w:r>
    </w:p>
    <w:p w:rsidR="00E16C6F" w:rsidRPr="00FA7150" w:rsidRDefault="00E16C6F" w:rsidP="00FA7150">
      <w:pPr>
        <w:numPr>
          <w:ilvl w:val="2"/>
          <w:numId w:val="42"/>
        </w:numPr>
        <w:ind w:left="0" w:firstLine="567"/>
        <w:jc w:val="both"/>
        <w:rPr>
          <w:sz w:val="28"/>
          <w:szCs w:val="28"/>
        </w:rPr>
      </w:pPr>
      <w:r w:rsidRPr="00FA7150">
        <w:rPr>
          <w:sz w:val="28"/>
          <w:szCs w:val="28"/>
        </w:rPr>
        <w:t>Заместитель директора обязательно проходит аттестацию на соответствие занимаемой должности. Порядок и сроки проведения аттестации устанавливаются локальным нормативным актом школы.</w:t>
      </w:r>
    </w:p>
    <w:p w:rsidR="00E16C6F" w:rsidRPr="00FA7150" w:rsidRDefault="00E16C6F" w:rsidP="00FA7150">
      <w:pPr>
        <w:numPr>
          <w:ilvl w:val="1"/>
          <w:numId w:val="42"/>
        </w:numPr>
        <w:ind w:left="0" w:firstLine="567"/>
        <w:jc w:val="both"/>
        <w:rPr>
          <w:sz w:val="28"/>
          <w:szCs w:val="28"/>
        </w:rPr>
      </w:pPr>
      <w:r w:rsidRPr="00FA7150">
        <w:rPr>
          <w:sz w:val="28"/>
          <w:szCs w:val="28"/>
        </w:rPr>
        <w:t>В Школе формируются коллегиальные органы управления, к которым относятся: Педагогический совет, Методический совет, Родительский комитет школы, Общее собрание трудового коллектива.</w:t>
      </w:r>
    </w:p>
    <w:p w:rsidR="00E16C6F" w:rsidRPr="00FA7150" w:rsidRDefault="00E16C6F" w:rsidP="00FA7150">
      <w:pPr>
        <w:numPr>
          <w:ilvl w:val="1"/>
          <w:numId w:val="42"/>
        </w:numPr>
        <w:ind w:left="0" w:firstLine="567"/>
        <w:jc w:val="both"/>
        <w:rPr>
          <w:sz w:val="28"/>
          <w:szCs w:val="28"/>
        </w:rPr>
      </w:pPr>
      <w:r w:rsidRPr="00FA7150">
        <w:rPr>
          <w:sz w:val="28"/>
          <w:szCs w:val="28"/>
        </w:rPr>
        <w:t>Структура, порядок формирования, срок полномочий и компетенция коллегиальных органов управления Школой, порядок принятия ими решений и выступления от имени Школы устанавливаются настоящим Уставом и локальными нормативными актами Школы.</w:t>
      </w:r>
    </w:p>
    <w:p w:rsidR="00E16C6F" w:rsidRPr="00FA7150" w:rsidRDefault="00E16C6F" w:rsidP="00FA7150">
      <w:pPr>
        <w:numPr>
          <w:ilvl w:val="1"/>
          <w:numId w:val="42"/>
        </w:numPr>
        <w:ind w:left="0" w:firstLine="567"/>
        <w:jc w:val="both"/>
        <w:rPr>
          <w:sz w:val="28"/>
          <w:szCs w:val="28"/>
        </w:rPr>
      </w:pPr>
      <w:r w:rsidRPr="00FA7150">
        <w:rPr>
          <w:bCs/>
          <w:sz w:val="28"/>
          <w:szCs w:val="28"/>
        </w:rPr>
        <w:t>Главным коллегиальным органом управления Школой является Педагогический совет. Педагогический совет действует постоянно.</w:t>
      </w:r>
    </w:p>
    <w:p w:rsidR="00E16C6F" w:rsidRPr="00FA7150" w:rsidRDefault="00E16C6F" w:rsidP="00FA7150">
      <w:pPr>
        <w:numPr>
          <w:ilvl w:val="2"/>
          <w:numId w:val="42"/>
        </w:numPr>
        <w:ind w:left="0" w:firstLine="567"/>
        <w:jc w:val="both"/>
        <w:rPr>
          <w:sz w:val="28"/>
          <w:szCs w:val="28"/>
        </w:rPr>
      </w:pPr>
      <w:r w:rsidRPr="00FA7150">
        <w:rPr>
          <w:bCs/>
          <w:spacing w:val="-1"/>
          <w:sz w:val="28"/>
          <w:szCs w:val="28"/>
        </w:rPr>
        <w:t xml:space="preserve">Педагогический совет </w:t>
      </w:r>
      <w:r w:rsidRPr="00FA7150">
        <w:rPr>
          <w:spacing w:val="-1"/>
          <w:sz w:val="28"/>
          <w:szCs w:val="28"/>
        </w:rPr>
        <w:t>действует</w:t>
      </w:r>
      <w:r w:rsidRPr="00FA7150">
        <w:rPr>
          <w:sz w:val="28"/>
          <w:szCs w:val="28"/>
        </w:rPr>
        <w:t xml:space="preserve"> для рассмотрения основных вопросов образовательного процесса</w:t>
      </w:r>
      <w:r w:rsidRPr="00FA7150">
        <w:rPr>
          <w:spacing w:val="-1"/>
          <w:sz w:val="28"/>
          <w:szCs w:val="28"/>
        </w:rPr>
        <w:t xml:space="preserve"> в целях </w:t>
      </w:r>
      <w:r w:rsidRPr="00FA7150">
        <w:rPr>
          <w:sz w:val="28"/>
          <w:szCs w:val="28"/>
        </w:rPr>
        <w:t xml:space="preserve">развития и совершенствования учебно-воспитательной работы и содержания образования, обеспечения интеллектуального, культурного и нравственного развития обучающихся, </w:t>
      </w:r>
      <w:r w:rsidRPr="00FA7150">
        <w:rPr>
          <w:spacing w:val="-1"/>
          <w:sz w:val="28"/>
          <w:szCs w:val="28"/>
        </w:rPr>
        <w:t xml:space="preserve">управления качеством </w:t>
      </w:r>
      <w:r w:rsidRPr="00FA7150">
        <w:rPr>
          <w:sz w:val="28"/>
          <w:szCs w:val="28"/>
        </w:rPr>
        <w:t>образовательного процесса, совершенствования научно-методической работы и содействия повышению квалификации, профессионального мастерства и творческого роста педагогов.</w:t>
      </w:r>
    </w:p>
    <w:p w:rsidR="00E16C6F" w:rsidRPr="00FA7150" w:rsidRDefault="00E16C6F" w:rsidP="00FA7150">
      <w:pPr>
        <w:numPr>
          <w:ilvl w:val="2"/>
          <w:numId w:val="42"/>
        </w:numPr>
        <w:ind w:left="0" w:firstLine="567"/>
        <w:jc w:val="both"/>
        <w:rPr>
          <w:sz w:val="28"/>
          <w:szCs w:val="28"/>
        </w:rPr>
      </w:pPr>
      <w:r w:rsidRPr="00FA7150">
        <w:rPr>
          <w:bCs/>
          <w:sz w:val="28"/>
          <w:szCs w:val="28"/>
        </w:rPr>
        <w:t>Педагогический совет образуют работники Школы, занятые в образовательной деятельности: администрация Школы, учителя, воспитатели, педагоги дополнительного образования, работники социально-психологической службы, библиотекари.</w:t>
      </w:r>
    </w:p>
    <w:p w:rsidR="00E16C6F" w:rsidRPr="00FA7150" w:rsidRDefault="00E16C6F" w:rsidP="00FA7150">
      <w:pPr>
        <w:numPr>
          <w:ilvl w:val="2"/>
          <w:numId w:val="42"/>
        </w:numPr>
        <w:ind w:left="0" w:firstLine="567"/>
        <w:jc w:val="both"/>
        <w:rPr>
          <w:sz w:val="28"/>
          <w:szCs w:val="28"/>
        </w:rPr>
      </w:pPr>
      <w:r w:rsidRPr="00FA7150">
        <w:rPr>
          <w:sz w:val="28"/>
          <w:szCs w:val="28"/>
        </w:rPr>
        <w:t>К компетенции Педагогического совета Школы относится:</w:t>
      </w:r>
    </w:p>
    <w:p w:rsidR="00E16C6F" w:rsidRPr="00FA7150" w:rsidRDefault="00E16C6F" w:rsidP="00FA7150">
      <w:pPr>
        <w:ind w:firstLine="567"/>
        <w:jc w:val="both"/>
        <w:rPr>
          <w:sz w:val="28"/>
          <w:szCs w:val="28"/>
        </w:rPr>
      </w:pPr>
      <w:r w:rsidRPr="00FA7150">
        <w:rPr>
          <w:sz w:val="28"/>
          <w:szCs w:val="28"/>
        </w:rPr>
        <w:t>1) обсуждение и выбор различных вариантов содержания образования, форм, методов учебно-воспитательного процесса и способов их реализации;</w:t>
      </w:r>
    </w:p>
    <w:p w:rsidR="00E16C6F" w:rsidRPr="00FA7150" w:rsidRDefault="00E16C6F" w:rsidP="00FA7150">
      <w:pPr>
        <w:ind w:firstLine="567"/>
        <w:jc w:val="both"/>
        <w:rPr>
          <w:sz w:val="28"/>
          <w:szCs w:val="28"/>
        </w:rPr>
      </w:pPr>
      <w:r w:rsidRPr="00FA7150">
        <w:rPr>
          <w:sz w:val="28"/>
          <w:szCs w:val="28"/>
        </w:rPr>
        <w:t>2) обсуждение образовательной программы Школы, планов учебно-воспитательной работы;</w:t>
      </w:r>
    </w:p>
    <w:p w:rsidR="00E16C6F" w:rsidRPr="00FA7150" w:rsidRDefault="00E16C6F" w:rsidP="00FA7150">
      <w:pPr>
        <w:ind w:firstLine="567"/>
        <w:jc w:val="both"/>
        <w:rPr>
          <w:sz w:val="28"/>
          <w:szCs w:val="28"/>
        </w:rPr>
      </w:pPr>
      <w:r w:rsidRPr="00FA7150">
        <w:rPr>
          <w:sz w:val="28"/>
          <w:szCs w:val="28"/>
        </w:rPr>
        <w:t>3) организация работы по повышению квалификации педагогических работников, развитию их творческих инициатив;</w:t>
      </w:r>
    </w:p>
    <w:p w:rsidR="00E16C6F" w:rsidRPr="00FA7150" w:rsidRDefault="00E16C6F" w:rsidP="00FA7150">
      <w:pPr>
        <w:ind w:firstLine="567"/>
        <w:jc w:val="both"/>
        <w:rPr>
          <w:sz w:val="28"/>
          <w:szCs w:val="28"/>
        </w:rPr>
      </w:pPr>
      <w:r w:rsidRPr="00FA7150">
        <w:rPr>
          <w:sz w:val="28"/>
          <w:szCs w:val="28"/>
        </w:rPr>
        <w:t>4) принятие решения о допуске обучающихся к итоговой аттестации;</w:t>
      </w:r>
    </w:p>
    <w:p w:rsidR="00E16C6F" w:rsidRPr="00FA7150" w:rsidRDefault="00E16C6F" w:rsidP="00FA7150">
      <w:pPr>
        <w:ind w:firstLine="567"/>
        <w:jc w:val="both"/>
        <w:rPr>
          <w:sz w:val="28"/>
          <w:szCs w:val="28"/>
        </w:rPr>
      </w:pPr>
      <w:r w:rsidRPr="00FA7150">
        <w:rPr>
          <w:sz w:val="28"/>
          <w:szCs w:val="28"/>
        </w:rPr>
        <w:t>5) принятие решения о проведении промежуточной аттестации обучающихся;</w:t>
      </w:r>
    </w:p>
    <w:p w:rsidR="00E16C6F" w:rsidRPr="00FA7150" w:rsidRDefault="00E16C6F" w:rsidP="00FA7150">
      <w:pPr>
        <w:ind w:firstLine="567"/>
        <w:jc w:val="both"/>
        <w:rPr>
          <w:sz w:val="28"/>
          <w:szCs w:val="28"/>
        </w:rPr>
      </w:pPr>
      <w:r w:rsidRPr="00FA7150">
        <w:rPr>
          <w:sz w:val="28"/>
          <w:szCs w:val="28"/>
        </w:rPr>
        <w:t>6) принятие решения о переводе обучающихся в следующий класс, условном переводе в следующий класс, а также по согласованию с родителями (законными представителями) обучающегося о его оставлении на повторное обучение в том же классе, переводе в классы компенсирующего обучения или продолжения обучения по иной форме образования;</w:t>
      </w:r>
    </w:p>
    <w:p w:rsidR="00E16C6F" w:rsidRPr="00FA7150" w:rsidRDefault="00E16C6F" w:rsidP="00FA7150">
      <w:pPr>
        <w:ind w:firstLine="567"/>
        <w:jc w:val="both"/>
        <w:rPr>
          <w:sz w:val="28"/>
          <w:szCs w:val="28"/>
        </w:rPr>
      </w:pPr>
      <w:r w:rsidRPr="00FA7150">
        <w:rPr>
          <w:sz w:val="28"/>
          <w:szCs w:val="28"/>
        </w:rPr>
        <w:t>7) обсуждение годового календарного учебного графика;</w:t>
      </w:r>
    </w:p>
    <w:p w:rsidR="00E16C6F" w:rsidRPr="00FA7150" w:rsidRDefault="00E16C6F" w:rsidP="00FA7150">
      <w:pPr>
        <w:ind w:firstLine="567"/>
        <w:jc w:val="both"/>
        <w:rPr>
          <w:sz w:val="28"/>
          <w:szCs w:val="28"/>
        </w:rPr>
      </w:pPr>
      <w:r w:rsidRPr="00FA7150">
        <w:rPr>
          <w:sz w:val="28"/>
          <w:szCs w:val="28"/>
        </w:rPr>
        <w:t>8) выбор представителей педагогического коллектива в Совет Школы;</w:t>
      </w:r>
    </w:p>
    <w:p w:rsidR="00E16C6F" w:rsidRPr="00FA7150" w:rsidRDefault="00E16C6F" w:rsidP="00FA7150">
      <w:pPr>
        <w:ind w:firstLine="567"/>
        <w:jc w:val="both"/>
        <w:rPr>
          <w:sz w:val="28"/>
          <w:szCs w:val="28"/>
        </w:rPr>
      </w:pPr>
      <w:r w:rsidRPr="00FA7150">
        <w:rPr>
          <w:sz w:val="28"/>
          <w:szCs w:val="28"/>
        </w:rPr>
        <w:t>9) заслушивание и согласование ежегодного Публичного доклада директора Школы;</w:t>
      </w:r>
    </w:p>
    <w:p w:rsidR="00E16C6F" w:rsidRPr="00FA7150" w:rsidRDefault="00E16C6F" w:rsidP="00FA7150">
      <w:pPr>
        <w:ind w:firstLine="567"/>
        <w:jc w:val="both"/>
        <w:rPr>
          <w:sz w:val="28"/>
          <w:szCs w:val="28"/>
        </w:rPr>
      </w:pPr>
      <w:r w:rsidRPr="00FA7150">
        <w:rPr>
          <w:sz w:val="28"/>
          <w:szCs w:val="28"/>
        </w:rPr>
        <w:t>10) решение вопросов о выборе профилей и направлений обучения;</w:t>
      </w:r>
    </w:p>
    <w:p w:rsidR="00E16C6F" w:rsidRPr="00FA7150" w:rsidRDefault="00E16C6F" w:rsidP="00FA7150">
      <w:pPr>
        <w:ind w:firstLine="567"/>
        <w:jc w:val="both"/>
        <w:rPr>
          <w:sz w:val="28"/>
          <w:szCs w:val="28"/>
        </w:rPr>
      </w:pPr>
      <w:r w:rsidRPr="00FA7150">
        <w:rPr>
          <w:sz w:val="28"/>
          <w:szCs w:val="28"/>
        </w:rPr>
        <w:t>11) решение вопроса о вручении аттестатов об основном общем и среднем общем образовании, награждении и поощрении обучающихся;</w:t>
      </w:r>
    </w:p>
    <w:p w:rsidR="00E16C6F" w:rsidRPr="00FA7150" w:rsidRDefault="00E16C6F" w:rsidP="00FA7150">
      <w:pPr>
        <w:ind w:firstLine="567"/>
        <w:jc w:val="both"/>
        <w:rPr>
          <w:sz w:val="28"/>
          <w:szCs w:val="28"/>
        </w:rPr>
      </w:pPr>
      <w:r w:rsidRPr="00FA7150">
        <w:rPr>
          <w:sz w:val="28"/>
          <w:szCs w:val="28"/>
        </w:rPr>
        <w:t xml:space="preserve">12) </w:t>
      </w:r>
      <w:r>
        <w:rPr>
          <w:sz w:val="28"/>
          <w:szCs w:val="28"/>
        </w:rPr>
        <w:t xml:space="preserve"> </w:t>
      </w:r>
      <w:r w:rsidRPr="00FA7150">
        <w:rPr>
          <w:sz w:val="28"/>
          <w:szCs w:val="28"/>
        </w:rPr>
        <w:t>внесении предложений в соответствующие органы о присвоении почетных званий работникам, представлении педагогических работников к правительственным наградам и другим видам поощрений;</w:t>
      </w:r>
    </w:p>
    <w:p w:rsidR="00E16C6F" w:rsidRPr="00FA7150" w:rsidRDefault="00E16C6F" w:rsidP="00FA7150">
      <w:pPr>
        <w:ind w:firstLine="567"/>
        <w:jc w:val="both"/>
        <w:rPr>
          <w:sz w:val="28"/>
          <w:szCs w:val="28"/>
        </w:rPr>
      </w:pPr>
      <w:r w:rsidRPr="00FA7150">
        <w:rPr>
          <w:sz w:val="28"/>
          <w:szCs w:val="28"/>
        </w:rPr>
        <w:t>13) другие важнейшие вопросы жизнедеятельности Школы.</w:t>
      </w:r>
    </w:p>
    <w:p w:rsidR="00E16C6F" w:rsidRPr="00FA7150" w:rsidRDefault="00E16C6F" w:rsidP="00FA7150">
      <w:pPr>
        <w:numPr>
          <w:ilvl w:val="2"/>
          <w:numId w:val="42"/>
        </w:numPr>
        <w:ind w:left="0" w:firstLine="567"/>
        <w:jc w:val="both"/>
        <w:rPr>
          <w:sz w:val="28"/>
          <w:szCs w:val="28"/>
        </w:rPr>
      </w:pPr>
      <w:r w:rsidRPr="00FA7150">
        <w:rPr>
          <w:sz w:val="28"/>
          <w:szCs w:val="28"/>
        </w:rPr>
        <w:t>Заседания Педагогического совета созываются не реже одного раза в квартал, в соответствии с планом работы Школы, а также по мере необходимости по инициативе членов Педагогического совета.</w:t>
      </w:r>
    </w:p>
    <w:p w:rsidR="00E16C6F" w:rsidRPr="00FA7150" w:rsidRDefault="00E16C6F" w:rsidP="00FA7150">
      <w:pPr>
        <w:numPr>
          <w:ilvl w:val="2"/>
          <w:numId w:val="42"/>
        </w:numPr>
        <w:ind w:left="0" w:firstLine="567"/>
        <w:jc w:val="both"/>
        <w:rPr>
          <w:sz w:val="28"/>
          <w:szCs w:val="28"/>
        </w:rPr>
      </w:pPr>
      <w:r w:rsidRPr="00FA7150">
        <w:rPr>
          <w:sz w:val="28"/>
          <w:szCs w:val="28"/>
        </w:rPr>
        <w:t>Решения Педагогического совета принимаются открытым голосованием, своевременно доводятся до сведения коллектива Школы. Решения Педагогического совета утверждаются приказом директора Школы и являются обязательными для исполнения всеми членами коллектива Школы.</w:t>
      </w:r>
    </w:p>
    <w:p w:rsidR="00E16C6F" w:rsidRPr="00FA7150" w:rsidRDefault="00E16C6F" w:rsidP="00FA7150">
      <w:pPr>
        <w:numPr>
          <w:ilvl w:val="1"/>
          <w:numId w:val="42"/>
        </w:numPr>
        <w:ind w:left="0" w:firstLine="567"/>
        <w:jc w:val="both"/>
        <w:rPr>
          <w:sz w:val="28"/>
          <w:szCs w:val="28"/>
        </w:rPr>
      </w:pPr>
      <w:r w:rsidRPr="00FA7150">
        <w:rPr>
          <w:sz w:val="28"/>
          <w:szCs w:val="28"/>
        </w:rPr>
        <w:t>Методический совет является органом внутришкольного управления, создается на постоянной основе.</w:t>
      </w:r>
    </w:p>
    <w:p w:rsidR="00E16C6F" w:rsidRPr="00FA7150" w:rsidRDefault="00E16C6F" w:rsidP="00FA7150">
      <w:pPr>
        <w:numPr>
          <w:ilvl w:val="2"/>
          <w:numId w:val="42"/>
        </w:numPr>
        <w:ind w:left="0" w:firstLine="567"/>
        <w:jc w:val="both"/>
        <w:rPr>
          <w:sz w:val="28"/>
          <w:szCs w:val="28"/>
        </w:rPr>
      </w:pPr>
      <w:r w:rsidRPr="00FA7150">
        <w:rPr>
          <w:sz w:val="28"/>
          <w:szCs w:val="28"/>
        </w:rPr>
        <w:t>Методический совет действует в целях осуществления руководства методической деятельностью, координации работы методической службы, направленной на развитие методического обеспечения образовательного процесса, инновационной экспериментальной деятельности педагогического коллектива.</w:t>
      </w:r>
    </w:p>
    <w:p w:rsidR="00E16C6F" w:rsidRPr="00FA7150" w:rsidRDefault="00E16C6F" w:rsidP="00FA7150">
      <w:pPr>
        <w:numPr>
          <w:ilvl w:val="2"/>
          <w:numId w:val="42"/>
        </w:numPr>
        <w:ind w:left="0" w:firstLine="567"/>
        <w:jc w:val="both"/>
        <w:rPr>
          <w:sz w:val="28"/>
          <w:szCs w:val="28"/>
        </w:rPr>
      </w:pPr>
      <w:r w:rsidRPr="00FA7150">
        <w:rPr>
          <w:sz w:val="28"/>
          <w:szCs w:val="28"/>
        </w:rPr>
        <w:t>В состав Методического совета входят директор Школы, заместители директора по учебно-воспитательной работе, руководители методических объединений, учителя высшей квалификационной категории, воспитатели, работники психолого-диагностической службы.</w:t>
      </w:r>
    </w:p>
    <w:p w:rsidR="00E16C6F" w:rsidRPr="00FA7150" w:rsidRDefault="00E16C6F" w:rsidP="00FA7150">
      <w:pPr>
        <w:numPr>
          <w:ilvl w:val="2"/>
          <w:numId w:val="42"/>
        </w:numPr>
        <w:ind w:left="0" w:firstLine="567"/>
        <w:jc w:val="both"/>
        <w:rPr>
          <w:sz w:val="28"/>
          <w:szCs w:val="28"/>
        </w:rPr>
      </w:pPr>
      <w:r w:rsidRPr="00FA7150">
        <w:rPr>
          <w:sz w:val="28"/>
          <w:szCs w:val="28"/>
        </w:rPr>
        <w:t>Методический совет школы:</w:t>
      </w:r>
    </w:p>
    <w:p w:rsidR="00E16C6F" w:rsidRPr="00FA7150" w:rsidRDefault="00E16C6F" w:rsidP="00FA7150">
      <w:pPr>
        <w:ind w:firstLine="567"/>
        <w:jc w:val="both"/>
        <w:rPr>
          <w:sz w:val="28"/>
          <w:szCs w:val="28"/>
        </w:rPr>
      </w:pPr>
      <w:r w:rsidRPr="00FA7150">
        <w:rPr>
          <w:sz w:val="28"/>
          <w:szCs w:val="28"/>
        </w:rPr>
        <w:t>1) разрабатывает общее направление методической и экспериментальной работы;</w:t>
      </w:r>
    </w:p>
    <w:p w:rsidR="00E16C6F" w:rsidRPr="00FA7150" w:rsidRDefault="00E16C6F" w:rsidP="00FA7150">
      <w:pPr>
        <w:ind w:firstLine="567"/>
        <w:jc w:val="both"/>
        <w:rPr>
          <w:sz w:val="28"/>
          <w:szCs w:val="28"/>
        </w:rPr>
      </w:pPr>
      <w:r w:rsidRPr="00FA7150">
        <w:rPr>
          <w:sz w:val="28"/>
          <w:szCs w:val="28"/>
        </w:rPr>
        <w:t>2) устанавливает интегрированные связи учебных программ и планов;</w:t>
      </w:r>
    </w:p>
    <w:p w:rsidR="00E16C6F" w:rsidRPr="00FA7150" w:rsidRDefault="00E16C6F" w:rsidP="00FA7150">
      <w:pPr>
        <w:ind w:firstLine="567"/>
        <w:jc w:val="both"/>
        <w:rPr>
          <w:sz w:val="28"/>
          <w:szCs w:val="28"/>
        </w:rPr>
      </w:pPr>
      <w:r w:rsidRPr="00FA7150">
        <w:rPr>
          <w:sz w:val="28"/>
          <w:szCs w:val="28"/>
        </w:rPr>
        <w:t>3) осуществляет контроль над качественным выполнением учебных планов и программ;</w:t>
      </w:r>
    </w:p>
    <w:p w:rsidR="00E16C6F" w:rsidRPr="00FA7150" w:rsidRDefault="00E16C6F" w:rsidP="00FA7150">
      <w:pPr>
        <w:ind w:firstLine="567"/>
        <w:jc w:val="both"/>
        <w:rPr>
          <w:sz w:val="28"/>
          <w:szCs w:val="28"/>
        </w:rPr>
      </w:pPr>
      <w:r w:rsidRPr="00FA7150">
        <w:rPr>
          <w:sz w:val="28"/>
          <w:szCs w:val="28"/>
        </w:rPr>
        <w:t>4) осуществляет связь с ВУЗами;</w:t>
      </w:r>
    </w:p>
    <w:p w:rsidR="00E16C6F" w:rsidRPr="00FA7150" w:rsidRDefault="00E16C6F" w:rsidP="00FA7150">
      <w:pPr>
        <w:ind w:firstLine="567"/>
        <w:jc w:val="both"/>
        <w:rPr>
          <w:sz w:val="28"/>
          <w:szCs w:val="28"/>
        </w:rPr>
      </w:pPr>
      <w:r w:rsidRPr="00FA7150">
        <w:rPr>
          <w:sz w:val="28"/>
          <w:szCs w:val="28"/>
        </w:rPr>
        <w:t>5) выполняет другие функции, определенные Положением о Методическом совете.</w:t>
      </w:r>
    </w:p>
    <w:p w:rsidR="00E16C6F" w:rsidRPr="00FA7150" w:rsidRDefault="00E16C6F" w:rsidP="00FA7150">
      <w:pPr>
        <w:numPr>
          <w:ilvl w:val="2"/>
          <w:numId w:val="42"/>
        </w:numPr>
        <w:ind w:left="0" w:firstLine="567"/>
        <w:jc w:val="both"/>
        <w:rPr>
          <w:sz w:val="28"/>
          <w:szCs w:val="28"/>
        </w:rPr>
      </w:pPr>
      <w:r w:rsidRPr="00FA7150">
        <w:rPr>
          <w:sz w:val="28"/>
          <w:szCs w:val="28"/>
        </w:rPr>
        <w:t>Заседания Методического совета проводятся один раз в триместр, а также по мере необходимости.</w:t>
      </w:r>
    </w:p>
    <w:p w:rsidR="00E16C6F" w:rsidRPr="00FA7150" w:rsidRDefault="00E16C6F" w:rsidP="00FA7150">
      <w:pPr>
        <w:numPr>
          <w:ilvl w:val="2"/>
          <w:numId w:val="42"/>
        </w:numPr>
        <w:ind w:left="0" w:firstLine="567"/>
        <w:jc w:val="both"/>
        <w:rPr>
          <w:sz w:val="28"/>
          <w:szCs w:val="28"/>
        </w:rPr>
      </w:pPr>
      <w:r w:rsidRPr="00FA7150">
        <w:rPr>
          <w:sz w:val="28"/>
          <w:szCs w:val="28"/>
        </w:rPr>
        <w:t>Решения Методического совета, принятые в пределах его компетенции, являются обязательными для всех участников образовательного процесса.</w:t>
      </w:r>
    </w:p>
    <w:p w:rsidR="00E16C6F" w:rsidRPr="00FA7150" w:rsidRDefault="00E16C6F" w:rsidP="00FA7150">
      <w:pPr>
        <w:numPr>
          <w:ilvl w:val="1"/>
          <w:numId w:val="42"/>
        </w:numPr>
        <w:ind w:left="0" w:firstLine="567"/>
        <w:jc w:val="both"/>
        <w:rPr>
          <w:sz w:val="28"/>
          <w:szCs w:val="28"/>
        </w:rPr>
      </w:pPr>
      <w:r w:rsidRPr="00FA7150">
        <w:rPr>
          <w:sz w:val="28"/>
          <w:szCs w:val="28"/>
        </w:rPr>
        <w:t>Родительский комитет Школы является одним из коллегиальных органов управления Школой. Создается по инициативе родителей обучающихся.</w:t>
      </w:r>
    </w:p>
    <w:p w:rsidR="00E16C6F" w:rsidRPr="00FA7150" w:rsidRDefault="00E16C6F" w:rsidP="00FA7150">
      <w:pPr>
        <w:numPr>
          <w:ilvl w:val="2"/>
          <w:numId w:val="42"/>
        </w:numPr>
        <w:ind w:left="0" w:firstLine="567"/>
        <w:jc w:val="both"/>
        <w:rPr>
          <w:sz w:val="28"/>
          <w:szCs w:val="28"/>
        </w:rPr>
      </w:pPr>
      <w:r w:rsidRPr="00FA7150">
        <w:rPr>
          <w:sz w:val="28"/>
          <w:szCs w:val="28"/>
        </w:rPr>
        <w:t>Решения родительского комитета Школы носят рекомендательный характер для администрации Школы.</w:t>
      </w:r>
    </w:p>
    <w:p w:rsidR="00E16C6F" w:rsidRPr="00FA7150" w:rsidRDefault="00E16C6F" w:rsidP="00FA7150">
      <w:pPr>
        <w:numPr>
          <w:ilvl w:val="1"/>
          <w:numId w:val="42"/>
        </w:numPr>
        <w:ind w:left="0" w:firstLine="567"/>
        <w:jc w:val="both"/>
        <w:rPr>
          <w:sz w:val="28"/>
          <w:szCs w:val="28"/>
        </w:rPr>
      </w:pPr>
      <w:r w:rsidRPr="00FA7150">
        <w:rPr>
          <w:sz w:val="28"/>
          <w:szCs w:val="28"/>
        </w:rPr>
        <w:t xml:space="preserve">В Школе могут действовать классные родительские комитеты.  </w:t>
      </w:r>
    </w:p>
    <w:p w:rsidR="00E16C6F" w:rsidRPr="00FA7150" w:rsidRDefault="00E16C6F" w:rsidP="00FA7150">
      <w:pPr>
        <w:ind w:firstLine="567"/>
        <w:jc w:val="both"/>
        <w:rPr>
          <w:sz w:val="28"/>
          <w:szCs w:val="28"/>
        </w:rPr>
      </w:pPr>
      <w:r w:rsidRPr="00FA7150">
        <w:rPr>
          <w:sz w:val="28"/>
          <w:szCs w:val="28"/>
        </w:rPr>
        <w:t>Родительский комитет школы и классные родительские комитеты создаются для решения следующих вопросов:</w:t>
      </w:r>
    </w:p>
    <w:p w:rsidR="00E16C6F" w:rsidRPr="00FA7150" w:rsidRDefault="00E16C6F" w:rsidP="00FA7150">
      <w:pPr>
        <w:ind w:firstLine="567"/>
        <w:jc w:val="both"/>
        <w:rPr>
          <w:sz w:val="28"/>
          <w:szCs w:val="28"/>
        </w:rPr>
      </w:pPr>
      <w:r w:rsidRPr="00FA7150">
        <w:rPr>
          <w:sz w:val="28"/>
          <w:szCs w:val="28"/>
        </w:rPr>
        <w:t>1) обсуждение вопросов обучения и воспитания обучающихся, в том числе выбор профиля обучения;</w:t>
      </w:r>
    </w:p>
    <w:p w:rsidR="00E16C6F" w:rsidRPr="00FA7150" w:rsidRDefault="00E16C6F" w:rsidP="00FA7150">
      <w:pPr>
        <w:ind w:firstLine="567"/>
        <w:jc w:val="both"/>
        <w:rPr>
          <w:sz w:val="28"/>
          <w:szCs w:val="28"/>
        </w:rPr>
      </w:pPr>
      <w:r w:rsidRPr="00FA7150">
        <w:rPr>
          <w:sz w:val="28"/>
          <w:szCs w:val="28"/>
        </w:rPr>
        <w:t>2) обеспечение единства педагогических требований и требований семьи к обучающимся;</w:t>
      </w:r>
    </w:p>
    <w:p w:rsidR="00E16C6F" w:rsidRPr="00FA7150" w:rsidRDefault="00E16C6F" w:rsidP="00FA7150">
      <w:pPr>
        <w:ind w:firstLine="567"/>
        <w:jc w:val="both"/>
        <w:rPr>
          <w:sz w:val="28"/>
          <w:szCs w:val="28"/>
        </w:rPr>
      </w:pPr>
      <w:r w:rsidRPr="00FA7150">
        <w:rPr>
          <w:sz w:val="28"/>
          <w:szCs w:val="28"/>
        </w:rPr>
        <w:t>3) оказание помощи классным руководителям и учителям в воспитании и обучении обучающихся;</w:t>
      </w:r>
    </w:p>
    <w:p w:rsidR="00E16C6F" w:rsidRPr="00FA7150" w:rsidRDefault="00E16C6F" w:rsidP="00FA7150">
      <w:pPr>
        <w:ind w:firstLine="567"/>
        <w:jc w:val="both"/>
        <w:rPr>
          <w:sz w:val="28"/>
          <w:szCs w:val="28"/>
        </w:rPr>
      </w:pPr>
      <w:r w:rsidRPr="00FA7150">
        <w:rPr>
          <w:sz w:val="28"/>
          <w:szCs w:val="28"/>
        </w:rPr>
        <w:t>4) оказание помощи в организации и проведении общешкольных и классных учебно-воспитательных мероприятий;</w:t>
      </w:r>
    </w:p>
    <w:p w:rsidR="00E16C6F" w:rsidRPr="00FA7150" w:rsidRDefault="00E16C6F" w:rsidP="00FA7150">
      <w:pPr>
        <w:ind w:firstLine="567"/>
        <w:jc w:val="both"/>
        <w:rPr>
          <w:sz w:val="28"/>
          <w:szCs w:val="28"/>
        </w:rPr>
      </w:pPr>
      <w:r w:rsidRPr="00FA7150">
        <w:rPr>
          <w:sz w:val="28"/>
          <w:szCs w:val="28"/>
        </w:rPr>
        <w:t>5) принятие решений по другим вопросам в соответствии с Положением о родительском комитете.</w:t>
      </w:r>
    </w:p>
    <w:p w:rsidR="00E16C6F" w:rsidRPr="00FA7150" w:rsidRDefault="00E16C6F" w:rsidP="00FA7150">
      <w:pPr>
        <w:numPr>
          <w:ilvl w:val="2"/>
          <w:numId w:val="42"/>
        </w:numPr>
        <w:ind w:left="0" w:firstLine="567"/>
        <w:jc w:val="both"/>
        <w:rPr>
          <w:sz w:val="28"/>
          <w:szCs w:val="28"/>
        </w:rPr>
      </w:pPr>
      <w:r w:rsidRPr="00FA7150">
        <w:rPr>
          <w:sz w:val="28"/>
          <w:szCs w:val="28"/>
        </w:rPr>
        <w:t>Предложения классных родительских комитетов подлежат обязательному рассмотрению должностными лицами Школы с последующим сообщением о результатах рассмотрения.</w:t>
      </w:r>
    </w:p>
    <w:p w:rsidR="00E16C6F" w:rsidRPr="00FA7150" w:rsidRDefault="00E16C6F" w:rsidP="00FA7150">
      <w:pPr>
        <w:numPr>
          <w:ilvl w:val="1"/>
          <w:numId w:val="42"/>
        </w:numPr>
        <w:ind w:left="0" w:firstLine="567"/>
        <w:jc w:val="both"/>
        <w:rPr>
          <w:sz w:val="28"/>
          <w:szCs w:val="28"/>
        </w:rPr>
      </w:pPr>
      <w:r w:rsidRPr="00FA7150">
        <w:rPr>
          <w:sz w:val="28"/>
          <w:szCs w:val="28"/>
        </w:rPr>
        <w:t>Полномочия трудового коллектива Школы осуществляются Общим собранием трудового коллектива.</w:t>
      </w:r>
    </w:p>
    <w:p w:rsidR="00E16C6F" w:rsidRPr="00FA7150" w:rsidRDefault="00E16C6F" w:rsidP="00FA7150">
      <w:pPr>
        <w:numPr>
          <w:ilvl w:val="2"/>
          <w:numId w:val="42"/>
        </w:numPr>
        <w:ind w:left="0" w:firstLine="567"/>
        <w:jc w:val="both"/>
        <w:rPr>
          <w:sz w:val="28"/>
          <w:szCs w:val="28"/>
        </w:rPr>
      </w:pPr>
      <w:r w:rsidRPr="00FA7150">
        <w:rPr>
          <w:sz w:val="28"/>
          <w:szCs w:val="28"/>
        </w:rPr>
        <w:t>К компетенции общего собрания трудового коллектива относится:</w:t>
      </w:r>
    </w:p>
    <w:p w:rsidR="00E16C6F" w:rsidRPr="00FA7150" w:rsidRDefault="00E16C6F" w:rsidP="00FA7150">
      <w:pPr>
        <w:ind w:firstLine="567"/>
        <w:jc w:val="both"/>
        <w:rPr>
          <w:sz w:val="28"/>
          <w:szCs w:val="28"/>
        </w:rPr>
      </w:pPr>
      <w:r w:rsidRPr="00FA7150">
        <w:rPr>
          <w:sz w:val="28"/>
          <w:szCs w:val="28"/>
        </w:rPr>
        <w:t>1) обсуждение изменений и дополнений, вносимых в Устав Школы;</w:t>
      </w:r>
    </w:p>
    <w:p w:rsidR="00E16C6F" w:rsidRPr="00FA7150" w:rsidRDefault="00E16C6F" w:rsidP="00FA7150">
      <w:pPr>
        <w:ind w:firstLine="567"/>
        <w:jc w:val="both"/>
        <w:rPr>
          <w:sz w:val="28"/>
          <w:szCs w:val="28"/>
        </w:rPr>
      </w:pPr>
      <w:r w:rsidRPr="00FA7150">
        <w:rPr>
          <w:sz w:val="28"/>
          <w:szCs w:val="28"/>
        </w:rPr>
        <w:t>2) обсуждение и утверждение Правил внутреннего трудового распорядка;</w:t>
      </w:r>
    </w:p>
    <w:p w:rsidR="00E16C6F" w:rsidRPr="00FA7150" w:rsidRDefault="00E16C6F" w:rsidP="00FA7150">
      <w:pPr>
        <w:ind w:firstLine="567"/>
        <w:jc w:val="both"/>
        <w:rPr>
          <w:sz w:val="28"/>
          <w:szCs w:val="28"/>
        </w:rPr>
      </w:pPr>
      <w:r w:rsidRPr="00FA7150">
        <w:rPr>
          <w:sz w:val="28"/>
          <w:szCs w:val="28"/>
        </w:rPr>
        <w:t>3) обсуждение и утверждение Коллективного договора между администрацией Школы и трудовым коллективом;</w:t>
      </w:r>
    </w:p>
    <w:p w:rsidR="00E16C6F" w:rsidRPr="00FA7150" w:rsidRDefault="00E16C6F" w:rsidP="00FA7150">
      <w:pPr>
        <w:ind w:firstLine="567"/>
        <w:jc w:val="both"/>
        <w:rPr>
          <w:sz w:val="28"/>
          <w:szCs w:val="28"/>
        </w:rPr>
      </w:pPr>
      <w:r w:rsidRPr="00FA7150">
        <w:rPr>
          <w:sz w:val="28"/>
          <w:szCs w:val="28"/>
        </w:rPr>
        <w:t>4) рассмотрении иных вопросов, отнесенных к компетенции Общего собрания трудового коллектива школы.</w:t>
      </w:r>
    </w:p>
    <w:p w:rsidR="00E16C6F" w:rsidRPr="00FA7150" w:rsidRDefault="00E16C6F" w:rsidP="00FA7150">
      <w:pPr>
        <w:numPr>
          <w:ilvl w:val="2"/>
          <w:numId w:val="42"/>
        </w:numPr>
        <w:ind w:left="0" w:firstLine="567"/>
        <w:jc w:val="both"/>
        <w:rPr>
          <w:sz w:val="28"/>
          <w:szCs w:val="28"/>
        </w:rPr>
      </w:pPr>
      <w:r w:rsidRPr="00FA7150">
        <w:rPr>
          <w:sz w:val="28"/>
          <w:szCs w:val="28"/>
        </w:rPr>
        <w:t>Общее собрание трудового коллектива школы проводится по мере необходимости.</w:t>
      </w:r>
    </w:p>
    <w:p w:rsidR="00E16C6F" w:rsidRPr="00FA7150" w:rsidRDefault="00E16C6F" w:rsidP="00FA7150">
      <w:pPr>
        <w:numPr>
          <w:ilvl w:val="2"/>
          <w:numId w:val="42"/>
        </w:numPr>
        <w:ind w:left="0" w:firstLine="567"/>
        <w:jc w:val="both"/>
        <w:rPr>
          <w:sz w:val="28"/>
          <w:szCs w:val="28"/>
        </w:rPr>
      </w:pPr>
      <w:r w:rsidRPr="00FA7150">
        <w:rPr>
          <w:spacing w:val="-1"/>
          <w:sz w:val="28"/>
          <w:szCs w:val="28"/>
        </w:rPr>
        <w:t xml:space="preserve">Решения Общего собрания трудового коллектива являются обязательными для всех работников </w:t>
      </w:r>
      <w:r w:rsidRPr="00FA7150">
        <w:rPr>
          <w:sz w:val="28"/>
          <w:szCs w:val="28"/>
        </w:rPr>
        <w:t>Школы и реализуются через локальные правовые акты Школы в пределах её компетенции.</w:t>
      </w:r>
    </w:p>
    <w:p w:rsidR="00E16C6F" w:rsidRPr="00FA7150" w:rsidRDefault="00E16C6F" w:rsidP="00FA7150">
      <w:pPr>
        <w:numPr>
          <w:ilvl w:val="1"/>
          <w:numId w:val="42"/>
        </w:numPr>
        <w:ind w:left="0" w:firstLine="567"/>
        <w:jc w:val="both"/>
        <w:rPr>
          <w:sz w:val="28"/>
          <w:szCs w:val="28"/>
        </w:rPr>
      </w:pPr>
      <w:r w:rsidRPr="00FA7150">
        <w:rPr>
          <w:snapToGrid w:val="0"/>
          <w:sz w:val="28"/>
          <w:szCs w:val="28"/>
        </w:rPr>
        <w:t>В Школе могут создаваться на добровольной основе органы ученического самоуправления и ученические организации.</w:t>
      </w:r>
    </w:p>
    <w:p w:rsidR="00E16C6F" w:rsidRPr="00FA7150" w:rsidRDefault="00E16C6F" w:rsidP="00FA7150">
      <w:pPr>
        <w:numPr>
          <w:ilvl w:val="1"/>
          <w:numId w:val="42"/>
        </w:numPr>
        <w:ind w:left="0" w:firstLine="567"/>
        <w:jc w:val="both"/>
        <w:rPr>
          <w:sz w:val="28"/>
          <w:szCs w:val="28"/>
        </w:rPr>
      </w:pPr>
      <w:r w:rsidRPr="00FA7150">
        <w:rPr>
          <w:snapToGrid w:val="0"/>
          <w:sz w:val="28"/>
          <w:szCs w:val="28"/>
        </w:rPr>
        <w:t>Школа признает представителей ученических организаций, предоставляет им необходимую информацию, допускает к участию в заседаниях органов управления при обсуждении вопросов, касающихся прав и интересов обучающихся.</w:t>
      </w:r>
    </w:p>
    <w:p w:rsidR="00E16C6F" w:rsidRPr="00FA7150" w:rsidRDefault="00E16C6F" w:rsidP="00FA7150">
      <w:pPr>
        <w:numPr>
          <w:ilvl w:val="1"/>
          <w:numId w:val="42"/>
        </w:numPr>
        <w:ind w:left="0" w:firstLine="567"/>
        <w:jc w:val="both"/>
        <w:rPr>
          <w:sz w:val="28"/>
          <w:szCs w:val="28"/>
        </w:rPr>
      </w:pPr>
      <w:r w:rsidRPr="00FA7150">
        <w:rPr>
          <w:snapToGrid w:val="0"/>
          <w:sz w:val="28"/>
          <w:szCs w:val="28"/>
        </w:rPr>
        <w:t>Органами ученического самоуправления являются Ученическая конференция и Совет актива школы.</w:t>
      </w:r>
    </w:p>
    <w:p w:rsidR="00E16C6F" w:rsidRPr="00FA7150" w:rsidRDefault="00E16C6F" w:rsidP="00FA7150">
      <w:pPr>
        <w:numPr>
          <w:ilvl w:val="2"/>
          <w:numId w:val="42"/>
        </w:numPr>
        <w:ind w:left="0" w:firstLine="567"/>
        <w:jc w:val="both"/>
        <w:rPr>
          <w:sz w:val="28"/>
          <w:szCs w:val="28"/>
        </w:rPr>
      </w:pPr>
      <w:r w:rsidRPr="00FA7150">
        <w:rPr>
          <w:snapToGrid w:val="0"/>
          <w:sz w:val="28"/>
          <w:szCs w:val="28"/>
        </w:rPr>
        <w:t>Ученическая конференция является высшим органом ученического самоуправления и  действует на основании Положения.</w:t>
      </w:r>
    </w:p>
    <w:p w:rsidR="00E16C6F" w:rsidRPr="00FA7150" w:rsidRDefault="00E16C6F" w:rsidP="00FA7150">
      <w:pPr>
        <w:numPr>
          <w:ilvl w:val="2"/>
          <w:numId w:val="42"/>
        </w:numPr>
        <w:ind w:left="0" w:firstLine="567"/>
        <w:jc w:val="both"/>
        <w:rPr>
          <w:sz w:val="28"/>
          <w:szCs w:val="28"/>
        </w:rPr>
      </w:pPr>
      <w:r w:rsidRPr="00FA7150">
        <w:rPr>
          <w:snapToGrid w:val="0"/>
          <w:sz w:val="28"/>
          <w:szCs w:val="28"/>
        </w:rPr>
        <w:t>Ученическая конференция проводится в начале каждого учебного года (1 раз в год). Участниками Ученической конференции являются обучающиеся 5-9 классов. В перерыве между работой Ученической конференции исполнительным органом ученического самоуправления является Совет актива школы, действующий на основании Положения.</w:t>
      </w:r>
    </w:p>
    <w:p w:rsidR="00E16C6F" w:rsidRPr="00FA7150" w:rsidRDefault="00E16C6F" w:rsidP="00FA7150">
      <w:pPr>
        <w:numPr>
          <w:ilvl w:val="1"/>
          <w:numId w:val="42"/>
        </w:numPr>
        <w:ind w:left="0" w:firstLine="567"/>
        <w:jc w:val="both"/>
        <w:rPr>
          <w:sz w:val="28"/>
          <w:szCs w:val="28"/>
        </w:rPr>
      </w:pPr>
      <w:r w:rsidRPr="00FA7150">
        <w:rPr>
          <w:sz w:val="28"/>
          <w:szCs w:val="28"/>
        </w:rPr>
        <w:t>Коллегиальные органы управления Школы обязаны согласовывать предусмотренные ими обязательства и либо планируемые мероприятия, проводимые с органами власти, организациями и общественными объединениями, с директором Школы.</w:t>
      </w:r>
    </w:p>
    <w:p w:rsidR="00E16C6F" w:rsidRPr="00FA7150" w:rsidRDefault="00E16C6F" w:rsidP="00FA7150">
      <w:pPr>
        <w:pStyle w:val="ListParagraph"/>
        <w:numPr>
          <w:ilvl w:val="1"/>
          <w:numId w:val="42"/>
        </w:numPr>
        <w:spacing w:line="240" w:lineRule="auto"/>
        <w:ind w:left="0" w:firstLine="567"/>
        <w:rPr>
          <w:sz w:val="28"/>
          <w:szCs w:val="28"/>
        </w:rPr>
      </w:pPr>
      <w:r w:rsidRPr="00FA7150">
        <w:rPr>
          <w:sz w:val="28"/>
          <w:szCs w:val="28"/>
        </w:rPr>
        <w:t>Конфликт интересов.</w:t>
      </w:r>
    </w:p>
    <w:p w:rsidR="00E16C6F" w:rsidRPr="00FA7150" w:rsidRDefault="00E16C6F" w:rsidP="00FA7150">
      <w:pPr>
        <w:ind w:firstLine="567"/>
        <w:jc w:val="both"/>
        <w:rPr>
          <w:sz w:val="28"/>
          <w:szCs w:val="28"/>
        </w:rPr>
      </w:pPr>
      <w:r w:rsidRPr="00FA7150">
        <w:rPr>
          <w:sz w:val="28"/>
          <w:szCs w:val="28"/>
        </w:rPr>
        <w:t>В случае если руководитель (заместитель руководителя) Учреждения имеет заинтересованность в совершении тех или иных действий, в том числе сделок, стороной которых является или намеревается быть Учреждение, а также в  случае иного противоречия интересов указанных лиц и Учреждения в отношении существующей или предполагаемой сделки:</w:t>
      </w:r>
    </w:p>
    <w:p w:rsidR="00E16C6F" w:rsidRPr="00FA7150" w:rsidRDefault="00E16C6F" w:rsidP="00FA7150">
      <w:pPr>
        <w:ind w:firstLine="567"/>
        <w:jc w:val="both"/>
        <w:rPr>
          <w:sz w:val="28"/>
          <w:szCs w:val="28"/>
        </w:rPr>
      </w:pPr>
      <w:r w:rsidRPr="00FA7150">
        <w:rPr>
          <w:sz w:val="28"/>
          <w:szCs w:val="28"/>
        </w:rPr>
        <w:t>руководитель (заместитель руководителя) Учреждения обязан сообщить о своей заинтересованности учредителю и органу по управлению имуществом до момента принятия решения о заключении сделки;</w:t>
      </w:r>
    </w:p>
    <w:p w:rsidR="00E16C6F" w:rsidRPr="00FA7150" w:rsidRDefault="00E16C6F" w:rsidP="00FA7150">
      <w:pPr>
        <w:ind w:firstLine="567"/>
        <w:jc w:val="both"/>
        <w:rPr>
          <w:sz w:val="28"/>
          <w:szCs w:val="28"/>
        </w:rPr>
      </w:pPr>
      <w:r w:rsidRPr="00FA7150">
        <w:rPr>
          <w:sz w:val="28"/>
          <w:szCs w:val="28"/>
        </w:rPr>
        <w:t xml:space="preserve">данная сделка должна быть одобрена учредителем и органом по управлению имуществом. </w:t>
      </w:r>
    </w:p>
    <w:p w:rsidR="00E16C6F" w:rsidRPr="00FA7150" w:rsidRDefault="00E16C6F" w:rsidP="00FA7150">
      <w:pPr>
        <w:ind w:firstLine="567"/>
        <w:jc w:val="both"/>
        <w:rPr>
          <w:sz w:val="28"/>
          <w:szCs w:val="28"/>
        </w:rPr>
      </w:pPr>
      <w:r w:rsidRPr="00FA7150">
        <w:rPr>
          <w:sz w:val="28"/>
          <w:szCs w:val="28"/>
        </w:rPr>
        <w:t>Сделка, в совершении которой имеется заинтересованность  и которая совершена с нарушениями требований  настоящего пункта, может  быть признана  судом недействительной.  Руководитель  (заместитель руководителя) Учреждения несет перед Учреждением ответственность в размере убытков, причиненных им Учреждению совершением указанной сделки.</w:t>
      </w:r>
    </w:p>
    <w:p w:rsidR="00E16C6F" w:rsidRPr="00907B2C" w:rsidRDefault="00E16C6F" w:rsidP="00FA7150">
      <w:pPr>
        <w:ind w:firstLine="567"/>
        <w:jc w:val="both"/>
        <w:rPr>
          <w:sz w:val="20"/>
          <w:szCs w:val="28"/>
        </w:rPr>
      </w:pPr>
    </w:p>
    <w:p w:rsidR="00E16C6F" w:rsidRPr="00FA7150" w:rsidRDefault="00E16C6F" w:rsidP="00FA7150">
      <w:pPr>
        <w:pStyle w:val="ListParagraph"/>
        <w:numPr>
          <w:ilvl w:val="0"/>
          <w:numId w:val="42"/>
        </w:numPr>
        <w:spacing w:line="240" w:lineRule="auto"/>
        <w:ind w:left="0" w:firstLine="567"/>
        <w:jc w:val="center"/>
        <w:rPr>
          <w:sz w:val="28"/>
          <w:szCs w:val="28"/>
        </w:rPr>
      </w:pPr>
      <w:r w:rsidRPr="00FA7150">
        <w:rPr>
          <w:b/>
          <w:sz w:val="28"/>
          <w:szCs w:val="28"/>
        </w:rPr>
        <w:t>Участники образовательной деятельности</w:t>
      </w:r>
    </w:p>
    <w:p w:rsidR="00E16C6F" w:rsidRPr="00907B2C" w:rsidRDefault="00E16C6F" w:rsidP="00FA7150">
      <w:pPr>
        <w:pStyle w:val="ListParagraph"/>
        <w:spacing w:line="240" w:lineRule="auto"/>
        <w:ind w:left="567" w:firstLine="0"/>
        <w:rPr>
          <w:sz w:val="18"/>
          <w:szCs w:val="28"/>
        </w:rPr>
      </w:pPr>
    </w:p>
    <w:p w:rsidR="00E16C6F" w:rsidRPr="00FA7150" w:rsidRDefault="00E16C6F" w:rsidP="00FA7150">
      <w:pPr>
        <w:pStyle w:val="ListParagraph"/>
        <w:numPr>
          <w:ilvl w:val="1"/>
          <w:numId w:val="43"/>
        </w:numPr>
        <w:spacing w:line="240" w:lineRule="auto"/>
        <w:ind w:left="0" w:firstLine="567"/>
        <w:rPr>
          <w:sz w:val="28"/>
          <w:szCs w:val="28"/>
        </w:rPr>
      </w:pPr>
      <w:r w:rsidRPr="00FA7150">
        <w:rPr>
          <w:sz w:val="28"/>
          <w:szCs w:val="28"/>
        </w:rPr>
        <w:t>К участникам образовательной деятельности относятся:</w:t>
      </w:r>
    </w:p>
    <w:p w:rsidR="00E16C6F" w:rsidRPr="00FA7150" w:rsidRDefault="00E16C6F" w:rsidP="00FA7150">
      <w:pPr>
        <w:numPr>
          <w:ilvl w:val="3"/>
          <w:numId w:val="34"/>
        </w:numPr>
        <w:ind w:left="0" w:firstLine="567"/>
        <w:jc w:val="both"/>
        <w:rPr>
          <w:sz w:val="28"/>
          <w:szCs w:val="28"/>
        </w:rPr>
      </w:pPr>
      <w:r w:rsidRPr="00FA7150">
        <w:rPr>
          <w:sz w:val="28"/>
          <w:szCs w:val="28"/>
        </w:rPr>
        <w:t xml:space="preserve"> обучающиеся;</w:t>
      </w:r>
    </w:p>
    <w:p w:rsidR="00E16C6F" w:rsidRPr="00FA7150" w:rsidRDefault="00E16C6F" w:rsidP="00FA7150">
      <w:pPr>
        <w:numPr>
          <w:ilvl w:val="3"/>
          <w:numId w:val="34"/>
        </w:numPr>
        <w:ind w:left="0" w:firstLine="567"/>
        <w:jc w:val="both"/>
        <w:rPr>
          <w:sz w:val="28"/>
          <w:szCs w:val="28"/>
        </w:rPr>
      </w:pPr>
      <w:r w:rsidRPr="00FA7150">
        <w:rPr>
          <w:sz w:val="28"/>
          <w:szCs w:val="28"/>
        </w:rPr>
        <w:t xml:space="preserve"> родители (законные представители) несовершеннолетних обучающихся;</w:t>
      </w:r>
    </w:p>
    <w:p w:rsidR="00E16C6F" w:rsidRPr="00FA7150" w:rsidRDefault="00E16C6F" w:rsidP="00FA7150">
      <w:pPr>
        <w:numPr>
          <w:ilvl w:val="3"/>
          <w:numId w:val="34"/>
        </w:numPr>
        <w:ind w:left="0" w:firstLine="567"/>
        <w:jc w:val="both"/>
        <w:rPr>
          <w:sz w:val="28"/>
          <w:szCs w:val="28"/>
        </w:rPr>
      </w:pPr>
      <w:r w:rsidRPr="00FA7150">
        <w:rPr>
          <w:sz w:val="28"/>
          <w:szCs w:val="28"/>
        </w:rPr>
        <w:t xml:space="preserve"> педагогические работники Школы;</w:t>
      </w:r>
    </w:p>
    <w:p w:rsidR="00E16C6F" w:rsidRPr="00FA7150" w:rsidRDefault="00E16C6F" w:rsidP="00FA7150">
      <w:pPr>
        <w:numPr>
          <w:ilvl w:val="1"/>
          <w:numId w:val="43"/>
        </w:numPr>
        <w:ind w:left="0" w:firstLine="567"/>
        <w:jc w:val="both"/>
        <w:rPr>
          <w:sz w:val="28"/>
          <w:szCs w:val="28"/>
        </w:rPr>
      </w:pPr>
      <w:r w:rsidRPr="00FA7150">
        <w:rPr>
          <w:sz w:val="28"/>
          <w:szCs w:val="28"/>
        </w:rPr>
        <w:t>Права и обязанности участников образовательного процесса устанавливаются действующим законодательством Российской Ф</w:t>
      </w:r>
      <w:r w:rsidRPr="00FA7150">
        <w:rPr>
          <w:vanish/>
          <w:sz w:val="28"/>
          <w:szCs w:val="28"/>
        </w:rPr>
        <w:t>Российской Федерации</w:t>
      </w:r>
      <w:r w:rsidRPr="00FA7150">
        <w:rPr>
          <w:sz w:val="28"/>
          <w:szCs w:val="28"/>
        </w:rPr>
        <w:t>едерации, настоящим Уставом, соответствующими договорами и локальными нормативными актами Школы.</w:t>
      </w:r>
    </w:p>
    <w:p w:rsidR="00E16C6F" w:rsidRPr="00FA7150" w:rsidRDefault="00E16C6F" w:rsidP="00FA7150">
      <w:pPr>
        <w:numPr>
          <w:ilvl w:val="1"/>
          <w:numId w:val="43"/>
        </w:numPr>
        <w:ind w:left="0" w:firstLine="567"/>
        <w:jc w:val="both"/>
        <w:rPr>
          <w:sz w:val="28"/>
          <w:szCs w:val="28"/>
        </w:rPr>
      </w:pPr>
      <w:r w:rsidRPr="00FA7150">
        <w:rPr>
          <w:sz w:val="28"/>
          <w:szCs w:val="28"/>
        </w:rPr>
        <w:t>Взаимоотношения между участниками образовательного процесса строятся на основе сотрудничества, уважения личности, приоритета общечеловеческих ценностей.</w:t>
      </w:r>
    </w:p>
    <w:p w:rsidR="00E16C6F" w:rsidRPr="00FA7150" w:rsidRDefault="00E16C6F" w:rsidP="00FA7150">
      <w:pPr>
        <w:numPr>
          <w:ilvl w:val="1"/>
          <w:numId w:val="43"/>
        </w:numPr>
        <w:ind w:left="0" w:firstLine="567"/>
        <w:jc w:val="both"/>
        <w:rPr>
          <w:sz w:val="28"/>
          <w:szCs w:val="28"/>
        </w:rPr>
      </w:pPr>
      <w:r w:rsidRPr="00FA7150">
        <w:rPr>
          <w:sz w:val="28"/>
          <w:szCs w:val="28"/>
        </w:rPr>
        <w:t>Участники образовательного процесса имеют право на обращение к администрации Школы и в другие инстанции в соответствии с законодательством Российской Федерации.</w:t>
      </w:r>
    </w:p>
    <w:p w:rsidR="00E16C6F" w:rsidRPr="00FA7150" w:rsidRDefault="00E16C6F" w:rsidP="00FA7150">
      <w:pPr>
        <w:numPr>
          <w:ilvl w:val="1"/>
          <w:numId w:val="43"/>
        </w:numPr>
        <w:ind w:left="0" w:firstLine="567"/>
        <w:jc w:val="both"/>
        <w:rPr>
          <w:sz w:val="28"/>
          <w:szCs w:val="28"/>
        </w:rPr>
      </w:pPr>
      <w:r w:rsidRPr="00FA7150">
        <w:rPr>
          <w:sz w:val="28"/>
          <w:szCs w:val="28"/>
        </w:rPr>
        <w:t>Дисциплина в Школе поддерживается на основе уважения человеческого достоинства всех участников образовательного процесса.</w:t>
      </w:r>
    </w:p>
    <w:p w:rsidR="00E16C6F" w:rsidRPr="00FA7150" w:rsidRDefault="00E16C6F" w:rsidP="00FA7150">
      <w:pPr>
        <w:ind w:firstLine="567"/>
        <w:jc w:val="both"/>
        <w:rPr>
          <w:sz w:val="28"/>
          <w:szCs w:val="28"/>
        </w:rPr>
      </w:pPr>
      <w:r w:rsidRPr="00FA7150">
        <w:rPr>
          <w:sz w:val="28"/>
          <w:szCs w:val="28"/>
        </w:rPr>
        <w:t>Применение методов физического и психического насилия по отношению к участникам образовательного процесса не допускается.</w:t>
      </w:r>
    </w:p>
    <w:p w:rsidR="00E16C6F" w:rsidRPr="00FA7150" w:rsidRDefault="00E16C6F" w:rsidP="00FA7150">
      <w:pPr>
        <w:numPr>
          <w:ilvl w:val="1"/>
          <w:numId w:val="43"/>
        </w:numPr>
        <w:ind w:left="0" w:firstLine="567"/>
        <w:jc w:val="both"/>
        <w:rPr>
          <w:sz w:val="28"/>
          <w:szCs w:val="28"/>
        </w:rPr>
      </w:pPr>
      <w:r w:rsidRPr="00FA7150">
        <w:rPr>
          <w:snapToGrid w:val="0"/>
          <w:sz w:val="28"/>
          <w:szCs w:val="28"/>
        </w:rPr>
        <w:t>Обучающиеся Школы имеют право на:</w:t>
      </w:r>
    </w:p>
    <w:p w:rsidR="00E16C6F" w:rsidRPr="00FA7150" w:rsidRDefault="00E16C6F" w:rsidP="00FA7150">
      <w:pPr>
        <w:ind w:firstLine="567"/>
        <w:jc w:val="both"/>
        <w:rPr>
          <w:sz w:val="28"/>
          <w:szCs w:val="28"/>
        </w:rPr>
      </w:pPr>
      <w:r w:rsidRPr="00FA7150">
        <w:rPr>
          <w:sz w:val="28"/>
          <w:szCs w:val="28"/>
        </w:rPr>
        <w:t>1) выбор организации, осуществляющей образовательную деятельность, формы получения образования и формы обучения после получения основного общего образования или после достижения восемнадцати лет;</w:t>
      </w:r>
    </w:p>
    <w:p w:rsidR="00E16C6F" w:rsidRPr="00FA7150" w:rsidRDefault="00E16C6F" w:rsidP="00FA7150">
      <w:pPr>
        <w:ind w:firstLine="567"/>
        <w:jc w:val="both"/>
        <w:rPr>
          <w:sz w:val="28"/>
          <w:szCs w:val="28"/>
        </w:rPr>
      </w:pPr>
      <w:r w:rsidRPr="00FA7150">
        <w:rPr>
          <w:sz w:val="28"/>
          <w:szCs w:val="28"/>
        </w:rPr>
        <w:t>2) предоставление условий для обучения с учетом особенностей их психофизического развития и состояния здоровья, в том числе получение социально-педагогической и психологической помощи</w:t>
      </w:r>
      <w:r>
        <w:rPr>
          <w:sz w:val="28"/>
          <w:szCs w:val="28"/>
        </w:rPr>
        <w:t>, бесплатной психолого-медико-педагогической коррекции</w:t>
      </w:r>
      <w:r w:rsidRPr="00FA7150">
        <w:rPr>
          <w:sz w:val="28"/>
          <w:szCs w:val="28"/>
        </w:rPr>
        <w:t>;</w:t>
      </w:r>
    </w:p>
    <w:p w:rsidR="00E16C6F" w:rsidRPr="00FA7150" w:rsidRDefault="00E16C6F" w:rsidP="00FA7150">
      <w:pPr>
        <w:ind w:firstLine="567"/>
        <w:jc w:val="both"/>
        <w:rPr>
          <w:sz w:val="28"/>
          <w:szCs w:val="28"/>
        </w:rPr>
      </w:pPr>
      <w:r w:rsidRPr="00FA7150">
        <w:rPr>
          <w:sz w:val="28"/>
          <w:szCs w:val="28"/>
        </w:rPr>
        <w:t>3) обучение по индивидуальному учебному плану, в том числе ускоренное обучение, в пределах осваиваемой общеобразовательной программы в порядке, установленном локальными нормативными актами Школы;</w:t>
      </w:r>
    </w:p>
    <w:p w:rsidR="00E16C6F" w:rsidRPr="00FA7150" w:rsidRDefault="00E16C6F" w:rsidP="00FA7150">
      <w:pPr>
        <w:ind w:firstLine="567"/>
        <w:jc w:val="both"/>
        <w:rPr>
          <w:sz w:val="28"/>
          <w:szCs w:val="28"/>
        </w:rPr>
      </w:pPr>
      <w:r w:rsidRPr="00CE6628">
        <w:rPr>
          <w:sz w:val="28"/>
          <w:szCs w:val="28"/>
        </w:rPr>
        <w:t>4) создание необходимых условий для получения без дискриминации качественного образования лицами с ограниченными возможностями здоровья, для коррекции нарушений развития и социальной адаптации, оказания ранней коррекционной помощи на основе специальных педагогических подходов и наиболее подходящих для этих лиц языков, методов и способов общения и условия максимальной степени способствующие получению образования определенного уровня и определенной направленности, а также социальному развитию этих лиц, в том числе посредством организации инклюзивного образованию лиц с ограниченными возможностями здоровья;</w:t>
      </w:r>
    </w:p>
    <w:p w:rsidR="00E16C6F" w:rsidRPr="00FA7150" w:rsidRDefault="00E16C6F" w:rsidP="00FA7150">
      <w:pPr>
        <w:ind w:firstLine="567"/>
        <w:jc w:val="both"/>
        <w:rPr>
          <w:sz w:val="28"/>
          <w:szCs w:val="28"/>
        </w:rPr>
      </w:pPr>
      <w:r w:rsidRPr="00FA7150">
        <w:rPr>
          <w:sz w:val="28"/>
          <w:szCs w:val="28"/>
        </w:rPr>
        <w:t>5) освоение наряду с учебными предметами, курсами, дисциплинами (модулями) по осваиваемой общеобразовательной программе любых других учебных предметов, курсов, дисциплин (модулей), преподаваемых в Школе, в установленном Школой порядке, а также преподаваемых в других организациях, осуществляющих образовательную деятельность, учебных предметов, курсов, дисциплин (модулей);</w:t>
      </w:r>
    </w:p>
    <w:p w:rsidR="00E16C6F" w:rsidRPr="00FA7150" w:rsidRDefault="00E16C6F" w:rsidP="00FA7150">
      <w:pPr>
        <w:ind w:firstLine="567"/>
        <w:jc w:val="both"/>
        <w:rPr>
          <w:sz w:val="28"/>
          <w:szCs w:val="28"/>
        </w:rPr>
      </w:pPr>
      <w:r w:rsidRPr="00FA7150">
        <w:rPr>
          <w:sz w:val="28"/>
          <w:szCs w:val="28"/>
        </w:rPr>
        <w:t>6) зачет Школой в установленном ею порядке результатов освоения обучающимися учебных предметов, курсов, дисциплин (модулей), дополнительных образовательных программ в других организациях, осуществляющих образовательную деятельность;</w:t>
      </w:r>
    </w:p>
    <w:p w:rsidR="00E16C6F" w:rsidRPr="00FA7150" w:rsidRDefault="00E16C6F" w:rsidP="00FA7150">
      <w:pPr>
        <w:ind w:firstLine="567"/>
        <w:jc w:val="both"/>
        <w:rPr>
          <w:sz w:val="28"/>
          <w:szCs w:val="28"/>
        </w:rPr>
      </w:pPr>
      <w:r w:rsidRPr="00FA7150">
        <w:rPr>
          <w:sz w:val="28"/>
          <w:szCs w:val="28"/>
        </w:rPr>
        <w:t>7) уважение человеческого достоинства, защиту от всех форм физического и психического насилия, оскорбления личности, охрану жизни и здоровья;</w:t>
      </w:r>
    </w:p>
    <w:p w:rsidR="00E16C6F" w:rsidRPr="00FA7150" w:rsidRDefault="00E16C6F" w:rsidP="00FA7150">
      <w:pPr>
        <w:ind w:firstLine="567"/>
        <w:jc w:val="both"/>
        <w:rPr>
          <w:sz w:val="28"/>
          <w:szCs w:val="28"/>
        </w:rPr>
      </w:pPr>
      <w:r w:rsidRPr="00FA7150">
        <w:rPr>
          <w:sz w:val="28"/>
          <w:szCs w:val="28"/>
        </w:rPr>
        <w:t>8) свободу совести, информации, свободное выражение собственных взглядов и убеждений;</w:t>
      </w:r>
    </w:p>
    <w:p w:rsidR="00E16C6F" w:rsidRPr="00FA7150" w:rsidRDefault="00E16C6F" w:rsidP="00FA7150">
      <w:pPr>
        <w:ind w:firstLine="567"/>
        <w:jc w:val="both"/>
        <w:rPr>
          <w:sz w:val="28"/>
          <w:szCs w:val="28"/>
        </w:rPr>
      </w:pPr>
      <w:r w:rsidRPr="00FA7150">
        <w:rPr>
          <w:sz w:val="28"/>
          <w:szCs w:val="28"/>
        </w:rPr>
        <w:t xml:space="preserve">9) каникулы </w:t>
      </w:r>
      <w:r w:rsidRPr="00FA7150">
        <w:rPr>
          <w:sz w:val="28"/>
          <w:szCs w:val="28"/>
        </w:rPr>
        <w:sym w:font="Symbol" w:char="F02D"/>
      </w:r>
      <w:r w:rsidRPr="00FA7150">
        <w:rPr>
          <w:sz w:val="28"/>
          <w:szCs w:val="28"/>
        </w:rPr>
        <w:t xml:space="preserve"> плановые перерывы при получении образования для отдыха и иных социальных целей в соответствии с законодательством об образовании и календарным учебным графиком;</w:t>
      </w:r>
    </w:p>
    <w:p w:rsidR="00E16C6F" w:rsidRPr="00FA7150" w:rsidRDefault="00E16C6F" w:rsidP="00FA7150">
      <w:pPr>
        <w:ind w:firstLine="567"/>
        <w:jc w:val="both"/>
        <w:rPr>
          <w:sz w:val="28"/>
          <w:szCs w:val="28"/>
        </w:rPr>
      </w:pPr>
      <w:r w:rsidRPr="00FA7150">
        <w:rPr>
          <w:sz w:val="28"/>
          <w:szCs w:val="28"/>
        </w:rPr>
        <w:t>10) перевод для получения образования по другой форме обучения в порядке, установленном законодательством об образовании;</w:t>
      </w:r>
    </w:p>
    <w:p w:rsidR="00E16C6F" w:rsidRPr="00FA7150" w:rsidRDefault="00E16C6F" w:rsidP="00FA7150">
      <w:pPr>
        <w:ind w:firstLine="567"/>
        <w:jc w:val="both"/>
        <w:rPr>
          <w:sz w:val="28"/>
          <w:szCs w:val="28"/>
        </w:rPr>
      </w:pPr>
      <w:r w:rsidRPr="00FA7150">
        <w:rPr>
          <w:sz w:val="28"/>
          <w:szCs w:val="28"/>
        </w:rPr>
        <w:t>11) перевод в другую образовательную организацию, реализующую общеобразовательную программу соответствующего уровня, в установленном порядке;</w:t>
      </w:r>
    </w:p>
    <w:p w:rsidR="00E16C6F" w:rsidRPr="00FA7150" w:rsidRDefault="00E16C6F" w:rsidP="00FA7150">
      <w:pPr>
        <w:ind w:firstLine="567"/>
        <w:jc w:val="both"/>
        <w:rPr>
          <w:sz w:val="28"/>
          <w:szCs w:val="28"/>
        </w:rPr>
      </w:pPr>
      <w:r w:rsidRPr="00FA7150">
        <w:rPr>
          <w:sz w:val="28"/>
          <w:szCs w:val="28"/>
        </w:rPr>
        <w:t>12) участие в управлении Школой в порядке, установленном настоящим Уставом;</w:t>
      </w:r>
    </w:p>
    <w:p w:rsidR="00E16C6F" w:rsidRPr="00FA7150" w:rsidRDefault="00E16C6F" w:rsidP="00FA7150">
      <w:pPr>
        <w:ind w:firstLine="567"/>
        <w:jc w:val="both"/>
        <w:rPr>
          <w:sz w:val="28"/>
          <w:szCs w:val="28"/>
        </w:rPr>
      </w:pPr>
      <w:r w:rsidRPr="00FA7150">
        <w:rPr>
          <w:sz w:val="28"/>
          <w:szCs w:val="28"/>
        </w:rPr>
        <w:t>13) ознакомление со свидетельством о государственной регистрации, с Уставом, с лицензией на осуществление образовательной деятельности, со свидетельством о государственной аккредитации, с учебной документацией, другими документами, регламентирующими организацию и осуществление образовательной деятельности в Школе;</w:t>
      </w:r>
    </w:p>
    <w:p w:rsidR="00E16C6F" w:rsidRPr="00FA7150" w:rsidRDefault="00E16C6F" w:rsidP="00FA7150">
      <w:pPr>
        <w:ind w:firstLine="567"/>
        <w:jc w:val="both"/>
        <w:rPr>
          <w:sz w:val="28"/>
          <w:szCs w:val="28"/>
        </w:rPr>
      </w:pPr>
      <w:r w:rsidRPr="00FA7150">
        <w:rPr>
          <w:sz w:val="28"/>
          <w:szCs w:val="28"/>
        </w:rPr>
        <w:t>14) обжалование актов Школы в установленном законодательством Российской Федерации порядке;</w:t>
      </w:r>
    </w:p>
    <w:p w:rsidR="00E16C6F" w:rsidRPr="00FA7150" w:rsidRDefault="00E16C6F" w:rsidP="00FA7150">
      <w:pPr>
        <w:ind w:firstLine="567"/>
        <w:jc w:val="both"/>
        <w:rPr>
          <w:sz w:val="28"/>
          <w:szCs w:val="28"/>
        </w:rPr>
      </w:pPr>
      <w:r w:rsidRPr="00FA7150">
        <w:rPr>
          <w:sz w:val="28"/>
          <w:szCs w:val="28"/>
        </w:rPr>
        <w:t>15) бесплатное пользование библиотечно-информационными ресурсами, учебной базой Школы;</w:t>
      </w:r>
    </w:p>
    <w:p w:rsidR="00E16C6F" w:rsidRPr="00FA7150" w:rsidRDefault="00E16C6F" w:rsidP="00FA7150">
      <w:pPr>
        <w:ind w:firstLine="567"/>
        <w:jc w:val="both"/>
        <w:rPr>
          <w:sz w:val="28"/>
          <w:szCs w:val="28"/>
        </w:rPr>
      </w:pPr>
      <w:r w:rsidRPr="00FA7150">
        <w:rPr>
          <w:sz w:val="28"/>
          <w:szCs w:val="28"/>
        </w:rPr>
        <w:t>16) развитие своих творческих способностей и интересов, включая участие в конкурсах, олимпиадах,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p w:rsidR="00E16C6F" w:rsidRPr="00FA7150" w:rsidRDefault="00E16C6F" w:rsidP="00FA7150">
      <w:pPr>
        <w:ind w:firstLine="567"/>
        <w:jc w:val="both"/>
        <w:rPr>
          <w:sz w:val="28"/>
          <w:szCs w:val="28"/>
        </w:rPr>
      </w:pPr>
      <w:r w:rsidRPr="00FA7150">
        <w:rPr>
          <w:sz w:val="28"/>
          <w:szCs w:val="28"/>
        </w:rPr>
        <w:t>17) поощрение за успехи в учебной, физкультурной, спортивной, общественной, научной, научно-технической, творческой, экспериментальной и инновационной деятельности;</w:t>
      </w:r>
    </w:p>
    <w:p w:rsidR="00E16C6F" w:rsidRPr="00FA7150" w:rsidRDefault="00E16C6F" w:rsidP="00FA7150">
      <w:pPr>
        <w:ind w:firstLine="567"/>
        <w:jc w:val="both"/>
        <w:rPr>
          <w:sz w:val="28"/>
          <w:szCs w:val="28"/>
        </w:rPr>
      </w:pPr>
      <w:r w:rsidRPr="00FA7150">
        <w:rPr>
          <w:sz w:val="28"/>
          <w:szCs w:val="28"/>
        </w:rPr>
        <w:t>18) иные права, предусмотренные действующим законодательством, иными нормативными правовыми актами Российской Федерации, локальными нормативными актами.</w:t>
      </w:r>
    </w:p>
    <w:p w:rsidR="00E16C6F" w:rsidRPr="00FA7150" w:rsidRDefault="00E16C6F" w:rsidP="00FA7150">
      <w:pPr>
        <w:numPr>
          <w:ilvl w:val="2"/>
          <w:numId w:val="43"/>
        </w:numPr>
        <w:ind w:left="0" w:firstLine="567"/>
        <w:jc w:val="both"/>
        <w:rPr>
          <w:sz w:val="28"/>
          <w:szCs w:val="28"/>
        </w:rPr>
      </w:pPr>
      <w:r w:rsidRPr="00FA7150">
        <w:rPr>
          <w:sz w:val="28"/>
          <w:szCs w:val="28"/>
        </w:rPr>
        <w:t>Обучающиеся имеют право на посещение по своему выбору мероприятий, которые проводятся в Школе, и не предусмотрены учебным планом, в порядке, установленном локальными нормативными актами Школы.</w:t>
      </w:r>
    </w:p>
    <w:p w:rsidR="00E16C6F" w:rsidRPr="00FA7150" w:rsidRDefault="00E16C6F" w:rsidP="00FA7150">
      <w:pPr>
        <w:numPr>
          <w:ilvl w:val="2"/>
          <w:numId w:val="43"/>
        </w:numPr>
        <w:ind w:left="0" w:firstLine="567"/>
        <w:jc w:val="both"/>
        <w:rPr>
          <w:sz w:val="28"/>
          <w:szCs w:val="28"/>
        </w:rPr>
      </w:pPr>
      <w:r w:rsidRPr="00FA7150">
        <w:rPr>
          <w:sz w:val="28"/>
          <w:szCs w:val="28"/>
        </w:rPr>
        <w:t>Обучающиеся имеют право на участие в общественных объединениях, созданных в соответствии с законодательством Российской Федерации, а также на создание общественных объединений обучающихся в установленном федеральным законом порядке.</w:t>
      </w:r>
    </w:p>
    <w:p w:rsidR="00E16C6F" w:rsidRPr="00FA7150" w:rsidRDefault="00E16C6F" w:rsidP="00FA7150">
      <w:pPr>
        <w:numPr>
          <w:ilvl w:val="2"/>
          <w:numId w:val="43"/>
        </w:numPr>
        <w:ind w:left="0" w:firstLine="567"/>
        <w:jc w:val="both"/>
        <w:rPr>
          <w:sz w:val="28"/>
          <w:szCs w:val="28"/>
        </w:rPr>
      </w:pPr>
      <w:r w:rsidRPr="00FA7150">
        <w:rPr>
          <w:sz w:val="28"/>
          <w:szCs w:val="28"/>
        </w:rPr>
        <w:t>Привлечение обучающихся без их согласия и несовершеннолетних обучающихся без согласия их родителей (законных представителей) к труду, не предусмотренному образовательной программой, запрещается.</w:t>
      </w:r>
    </w:p>
    <w:p w:rsidR="00E16C6F" w:rsidRPr="00FA7150" w:rsidRDefault="00E16C6F" w:rsidP="00FA7150">
      <w:pPr>
        <w:numPr>
          <w:ilvl w:val="2"/>
          <w:numId w:val="43"/>
        </w:numPr>
        <w:ind w:left="0" w:firstLine="567"/>
        <w:jc w:val="both"/>
        <w:rPr>
          <w:sz w:val="28"/>
          <w:szCs w:val="28"/>
        </w:rPr>
      </w:pPr>
      <w:r w:rsidRPr="00FA7150">
        <w:rPr>
          <w:sz w:val="28"/>
          <w:szCs w:val="28"/>
        </w:rPr>
        <w:t>Принуждение обучающихся к вступлению в общественные объединения, в том числе в политические партии, а также принудительное привлечение их к деятельности этих объединений и участию в агитационных кампаниях и политических акциях не допускается.</w:t>
      </w:r>
    </w:p>
    <w:p w:rsidR="00E16C6F" w:rsidRPr="00FA7150" w:rsidRDefault="00E16C6F" w:rsidP="00FA7150">
      <w:pPr>
        <w:numPr>
          <w:ilvl w:val="2"/>
          <w:numId w:val="43"/>
        </w:numPr>
        <w:ind w:left="0" w:firstLine="567"/>
        <w:jc w:val="both"/>
        <w:rPr>
          <w:sz w:val="28"/>
          <w:szCs w:val="28"/>
        </w:rPr>
      </w:pPr>
      <w:r w:rsidRPr="00FA7150">
        <w:rPr>
          <w:sz w:val="28"/>
          <w:szCs w:val="28"/>
        </w:rPr>
        <w:t>Обучающимся Школы, осваивающим основные образовательные программы в пределах федеральных государственных образовательных стандартов, бесплатно предоставляются в пользование на время получения образования учебники и учебные пособия, а также учебно-методические материалы, средства обучения и воспитания.</w:t>
      </w:r>
    </w:p>
    <w:p w:rsidR="00E16C6F" w:rsidRPr="00FA7150" w:rsidRDefault="00E16C6F" w:rsidP="00FA7150">
      <w:pPr>
        <w:numPr>
          <w:ilvl w:val="2"/>
          <w:numId w:val="43"/>
        </w:numPr>
        <w:ind w:left="0" w:firstLine="567"/>
        <w:jc w:val="both"/>
        <w:rPr>
          <w:sz w:val="28"/>
          <w:szCs w:val="28"/>
        </w:rPr>
      </w:pPr>
      <w:r w:rsidRPr="00FA7150">
        <w:rPr>
          <w:sz w:val="28"/>
          <w:szCs w:val="28"/>
        </w:rPr>
        <w:t>Пользование учебниками и учебными пособиями обучающимися, осваивающими учебные предметы, курсы, дисциплины (модули) за пределами федеральных государственных образовательных стандартов и (или) получающими платные образовательные услуги, осуществляется в порядке, установленном Школой.</w:t>
      </w:r>
    </w:p>
    <w:p w:rsidR="00E16C6F" w:rsidRPr="00FA7150" w:rsidRDefault="00E16C6F" w:rsidP="00FA7150">
      <w:pPr>
        <w:numPr>
          <w:ilvl w:val="1"/>
          <w:numId w:val="43"/>
        </w:numPr>
        <w:ind w:left="0" w:firstLine="567"/>
        <w:jc w:val="both"/>
        <w:rPr>
          <w:sz w:val="28"/>
          <w:szCs w:val="28"/>
        </w:rPr>
      </w:pPr>
      <w:r w:rsidRPr="00FA7150">
        <w:rPr>
          <w:snapToGrid w:val="0"/>
          <w:sz w:val="28"/>
          <w:szCs w:val="28"/>
        </w:rPr>
        <w:t>Обучающиеся Школы обязаны:</w:t>
      </w:r>
    </w:p>
    <w:p w:rsidR="00E16C6F" w:rsidRPr="00FA7150" w:rsidRDefault="00E16C6F" w:rsidP="00FA7150">
      <w:pPr>
        <w:ind w:firstLine="567"/>
        <w:jc w:val="both"/>
        <w:rPr>
          <w:sz w:val="28"/>
          <w:szCs w:val="28"/>
        </w:rPr>
      </w:pPr>
      <w:r w:rsidRPr="00FA7150">
        <w:rPr>
          <w:sz w:val="28"/>
          <w:szCs w:val="28"/>
        </w:rPr>
        <w:t>1) добросовестно осваивать образовательную программу, выполнять индивидуальный учебный план, в том числе посещать предусмотренные учебным планом или индивидуальным учебным планом учебные занятия, осуществлять самостоятельную подготовку к занятиям, выполнять задания, данные педагогическими работниками в рамках образовательной программы;</w:t>
      </w:r>
    </w:p>
    <w:p w:rsidR="00E16C6F" w:rsidRPr="00FA7150" w:rsidRDefault="00E16C6F" w:rsidP="00FA7150">
      <w:pPr>
        <w:ind w:firstLine="567"/>
        <w:jc w:val="both"/>
        <w:rPr>
          <w:sz w:val="28"/>
          <w:szCs w:val="28"/>
        </w:rPr>
      </w:pPr>
      <w:r w:rsidRPr="00FA7150">
        <w:rPr>
          <w:sz w:val="28"/>
          <w:szCs w:val="28"/>
        </w:rPr>
        <w:t>2) выполнять требования настоящего Устава, Правил для учащихся, Правил внутреннего распорядка Школы, иных локальных нормативных актов Школы по вопросам организации и осуществления образовательной деятельности, а также правила техники безопасности, санитарии и гигиены;</w:t>
      </w:r>
    </w:p>
    <w:p w:rsidR="00E16C6F" w:rsidRPr="00FA7150" w:rsidRDefault="00E16C6F" w:rsidP="00FA7150">
      <w:pPr>
        <w:ind w:firstLine="567"/>
        <w:jc w:val="both"/>
        <w:rPr>
          <w:sz w:val="28"/>
          <w:szCs w:val="28"/>
        </w:rPr>
      </w:pPr>
      <w:r w:rsidRPr="00FA7150">
        <w:rPr>
          <w:sz w:val="28"/>
          <w:szCs w:val="28"/>
        </w:rPr>
        <w:t>3) заботиться о сохранении и об укреплении своего здоровья, стремиться к нравственному, духовному и физическому развитию и самосовершенствованию;</w:t>
      </w:r>
    </w:p>
    <w:p w:rsidR="00E16C6F" w:rsidRPr="00FA7150" w:rsidRDefault="00E16C6F" w:rsidP="00FA7150">
      <w:pPr>
        <w:ind w:firstLine="567"/>
        <w:jc w:val="both"/>
        <w:rPr>
          <w:sz w:val="28"/>
          <w:szCs w:val="28"/>
        </w:rPr>
      </w:pPr>
      <w:r w:rsidRPr="00FA7150">
        <w:rPr>
          <w:sz w:val="28"/>
          <w:szCs w:val="28"/>
        </w:rPr>
        <w:t>4) уважать честь и достоинство других обучающихся и работников Школы, не создавать препятствий для получения образования другими обучающимися, считаться с интересами окружающих людей, заботиться о младших и уважать старших;</w:t>
      </w:r>
    </w:p>
    <w:p w:rsidR="00E16C6F" w:rsidRDefault="00E16C6F" w:rsidP="00FA7150">
      <w:pPr>
        <w:ind w:firstLine="567"/>
        <w:jc w:val="both"/>
        <w:rPr>
          <w:snapToGrid w:val="0"/>
          <w:sz w:val="28"/>
          <w:szCs w:val="28"/>
        </w:rPr>
      </w:pPr>
      <w:r w:rsidRPr="00FA7150">
        <w:rPr>
          <w:sz w:val="28"/>
          <w:szCs w:val="28"/>
        </w:rPr>
        <w:t xml:space="preserve">5) </w:t>
      </w:r>
      <w:r w:rsidRPr="00FA7150">
        <w:rPr>
          <w:snapToGrid w:val="0"/>
          <w:sz w:val="28"/>
          <w:szCs w:val="28"/>
        </w:rPr>
        <w:t>бережно относиться к имуществу Школы, к результатам труда других людей, зеленым насаждениям, а также к имуществу обучающихся и работников Школы; соблюдать чистоту и порядок, экономно ра</w:t>
      </w:r>
      <w:r>
        <w:rPr>
          <w:snapToGrid w:val="0"/>
          <w:sz w:val="28"/>
          <w:szCs w:val="28"/>
        </w:rPr>
        <w:t>сходовать электроэнергию и воду.</w:t>
      </w:r>
    </w:p>
    <w:p w:rsidR="00E16C6F" w:rsidRPr="00FA7150" w:rsidRDefault="00E16C6F" w:rsidP="00FA7150">
      <w:pPr>
        <w:ind w:firstLine="567"/>
        <w:jc w:val="both"/>
        <w:rPr>
          <w:snapToGrid w:val="0"/>
          <w:sz w:val="28"/>
          <w:szCs w:val="28"/>
        </w:rPr>
      </w:pPr>
    </w:p>
    <w:p w:rsidR="00E16C6F" w:rsidRPr="00FA7150" w:rsidRDefault="00E16C6F" w:rsidP="00FA7150">
      <w:pPr>
        <w:numPr>
          <w:ilvl w:val="1"/>
          <w:numId w:val="43"/>
        </w:numPr>
        <w:ind w:left="0" w:firstLine="567"/>
        <w:jc w:val="both"/>
        <w:rPr>
          <w:sz w:val="28"/>
          <w:szCs w:val="28"/>
        </w:rPr>
      </w:pPr>
      <w:r w:rsidRPr="00FA7150">
        <w:rPr>
          <w:snapToGrid w:val="0"/>
          <w:sz w:val="28"/>
          <w:szCs w:val="28"/>
        </w:rPr>
        <w:t>Обучающимся Школы запрещается:</w:t>
      </w:r>
    </w:p>
    <w:p w:rsidR="00E16C6F" w:rsidRPr="00FA7150" w:rsidRDefault="00E16C6F" w:rsidP="00FA7150">
      <w:pPr>
        <w:ind w:firstLine="567"/>
        <w:jc w:val="both"/>
        <w:rPr>
          <w:snapToGrid w:val="0"/>
          <w:sz w:val="28"/>
          <w:szCs w:val="28"/>
        </w:rPr>
      </w:pPr>
      <w:r w:rsidRPr="00FA7150">
        <w:rPr>
          <w:snapToGrid w:val="0"/>
          <w:sz w:val="28"/>
          <w:szCs w:val="28"/>
        </w:rPr>
        <w:t>1) приносить, передавать или использовать в помещениях Школы и на ее территории оружие, спиртные и слабоалкогольные напитки, табачные изделия, токсичные, наркотические и психотропные вещества, их прекурсоры и аналоги;</w:t>
      </w:r>
    </w:p>
    <w:p w:rsidR="00E16C6F" w:rsidRPr="00FA7150" w:rsidRDefault="00E16C6F" w:rsidP="00FA7150">
      <w:pPr>
        <w:ind w:firstLine="567"/>
        <w:jc w:val="both"/>
        <w:rPr>
          <w:snapToGrid w:val="0"/>
          <w:sz w:val="28"/>
          <w:szCs w:val="28"/>
        </w:rPr>
      </w:pPr>
      <w:r w:rsidRPr="00FA7150">
        <w:rPr>
          <w:snapToGrid w:val="0"/>
          <w:sz w:val="28"/>
          <w:szCs w:val="28"/>
        </w:rPr>
        <w:t>2) использовать любые предметы и вещества, способные привести к взрывам и возгораниям;</w:t>
      </w:r>
    </w:p>
    <w:p w:rsidR="00E16C6F" w:rsidRPr="00FA7150" w:rsidRDefault="00E16C6F" w:rsidP="00FA7150">
      <w:pPr>
        <w:ind w:firstLine="567"/>
        <w:jc w:val="both"/>
        <w:rPr>
          <w:snapToGrid w:val="0"/>
          <w:sz w:val="28"/>
          <w:szCs w:val="28"/>
        </w:rPr>
      </w:pPr>
      <w:r w:rsidRPr="00FA7150">
        <w:rPr>
          <w:snapToGrid w:val="0"/>
          <w:sz w:val="28"/>
          <w:szCs w:val="28"/>
        </w:rPr>
        <w:t>3) применять физическую силу для выяснения отношения, запугивать, заниматься вымогательством, оскорблять грубыми словами обучающихся и работников Школы, провоцировать драки и другие действия, унижающие человеческое достоинство;</w:t>
      </w:r>
    </w:p>
    <w:p w:rsidR="00E16C6F" w:rsidRPr="00FA7150" w:rsidRDefault="00E16C6F" w:rsidP="00FA7150">
      <w:pPr>
        <w:ind w:firstLine="567"/>
        <w:jc w:val="both"/>
        <w:rPr>
          <w:snapToGrid w:val="0"/>
          <w:sz w:val="28"/>
          <w:szCs w:val="28"/>
        </w:rPr>
      </w:pPr>
      <w:r w:rsidRPr="00FA7150">
        <w:rPr>
          <w:snapToGrid w:val="0"/>
          <w:sz w:val="28"/>
          <w:szCs w:val="28"/>
        </w:rPr>
        <w:t>4) использовать ненормативную лексику в общении с окружающими;</w:t>
      </w:r>
    </w:p>
    <w:p w:rsidR="00E16C6F" w:rsidRPr="00FA7150" w:rsidRDefault="00E16C6F" w:rsidP="00FA7150">
      <w:pPr>
        <w:ind w:firstLine="567"/>
        <w:jc w:val="both"/>
        <w:rPr>
          <w:snapToGrid w:val="0"/>
          <w:sz w:val="28"/>
          <w:szCs w:val="28"/>
        </w:rPr>
      </w:pPr>
      <w:r w:rsidRPr="00FA7150">
        <w:rPr>
          <w:snapToGrid w:val="0"/>
          <w:sz w:val="28"/>
          <w:szCs w:val="28"/>
        </w:rPr>
        <w:t>5) курить в помещениях Школы и на её территории;</w:t>
      </w:r>
    </w:p>
    <w:p w:rsidR="00E16C6F" w:rsidRPr="00FA7150" w:rsidRDefault="00E16C6F" w:rsidP="00FA7150">
      <w:pPr>
        <w:ind w:firstLine="567"/>
        <w:jc w:val="both"/>
        <w:rPr>
          <w:snapToGrid w:val="0"/>
          <w:sz w:val="28"/>
          <w:szCs w:val="28"/>
        </w:rPr>
      </w:pPr>
      <w:r w:rsidRPr="00FA7150">
        <w:rPr>
          <w:snapToGrid w:val="0"/>
          <w:sz w:val="28"/>
          <w:szCs w:val="28"/>
        </w:rPr>
        <w:t>6) применять любые действия, очевидно влекущие за собой опасные последствия для окружающих, такие как толкания, удары предметами, бросание чем-либо, бег по лестницам и рекреациям;</w:t>
      </w:r>
    </w:p>
    <w:p w:rsidR="00E16C6F" w:rsidRPr="00FA7150" w:rsidRDefault="00E16C6F" w:rsidP="00FA7150">
      <w:pPr>
        <w:ind w:firstLine="567"/>
        <w:jc w:val="both"/>
        <w:rPr>
          <w:snapToGrid w:val="0"/>
          <w:sz w:val="28"/>
          <w:szCs w:val="28"/>
        </w:rPr>
      </w:pPr>
      <w:r w:rsidRPr="00FA7150">
        <w:rPr>
          <w:snapToGrid w:val="0"/>
          <w:sz w:val="28"/>
          <w:szCs w:val="28"/>
        </w:rPr>
        <w:t>7) брать и использовать без разрешения оборудование, инвентарь, вещи, принадлежащие Школе или другим участникам образовательного процесса;</w:t>
      </w:r>
    </w:p>
    <w:p w:rsidR="00E16C6F" w:rsidRPr="00FA7150" w:rsidRDefault="00E16C6F" w:rsidP="00FA7150">
      <w:pPr>
        <w:ind w:firstLine="567"/>
        <w:jc w:val="both"/>
        <w:rPr>
          <w:snapToGrid w:val="0"/>
          <w:sz w:val="28"/>
          <w:szCs w:val="28"/>
        </w:rPr>
      </w:pPr>
      <w:r w:rsidRPr="00FA7150">
        <w:rPr>
          <w:snapToGrid w:val="0"/>
          <w:sz w:val="28"/>
          <w:szCs w:val="28"/>
        </w:rPr>
        <w:t>8) пользоваться мобильными телефонами во время уроков;</w:t>
      </w:r>
    </w:p>
    <w:p w:rsidR="00E16C6F" w:rsidRPr="00FA7150" w:rsidRDefault="00E16C6F" w:rsidP="00FA7150">
      <w:pPr>
        <w:ind w:firstLine="567"/>
        <w:jc w:val="both"/>
        <w:rPr>
          <w:snapToGrid w:val="0"/>
          <w:sz w:val="28"/>
          <w:szCs w:val="28"/>
        </w:rPr>
      </w:pPr>
      <w:r w:rsidRPr="00FA7150">
        <w:rPr>
          <w:snapToGrid w:val="0"/>
          <w:sz w:val="28"/>
          <w:szCs w:val="28"/>
        </w:rPr>
        <w:t>9) уходить с уроков и покидать здание Школы во время учебного процесса без разрешения классного руководителя, учителя или администрации Школы;</w:t>
      </w:r>
    </w:p>
    <w:p w:rsidR="00E16C6F" w:rsidRPr="00FA7150" w:rsidRDefault="00E16C6F" w:rsidP="00FA7150">
      <w:pPr>
        <w:ind w:firstLine="567"/>
        <w:jc w:val="both"/>
        <w:rPr>
          <w:snapToGrid w:val="0"/>
          <w:sz w:val="28"/>
          <w:szCs w:val="28"/>
        </w:rPr>
      </w:pPr>
      <w:r w:rsidRPr="00FA7150">
        <w:rPr>
          <w:snapToGrid w:val="0"/>
          <w:sz w:val="28"/>
          <w:szCs w:val="28"/>
        </w:rPr>
        <w:t>10) приводить или приглашать в школу посторонних лиц без уведомления администрации Школы;</w:t>
      </w:r>
    </w:p>
    <w:p w:rsidR="00E16C6F" w:rsidRPr="00FA7150" w:rsidRDefault="00E16C6F" w:rsidP="00FA7150">
      <w:pPr>
        <w:ind w:firstLine="567"/>
        <w:jc w:val="both"/>
        <w:rPr>
          <w:snapToGrid w:val="0"/>
          <w:sz w:val="28"/>
          <w:szCs w:val="28"/>
        </w:rPr>
      </w:pPr>
      <w:r w:rsidRPr="00FA7150">
        <w:rPr>
          <w:snapToGrid w:val="0"/>
          <w:sz w:val="28"/>
          <w:szCs w:val="28"/>
        </w:rPr>
        <w:t>11) самостоятельно пользоваться электроприборами, электрическими розетками без разрешения работников школы.</w:t>
      </w:r>
    </w:p>
    <w:p w:rsidR="00E16C6F" w:rsidRPr="006E1272" w:rsidRDefault="00E16C6F" w:rsidP="00FA7150">
      <w:pPr>
        <w:numPr>
          <w:ilvl w:val="1"/>
          <w:numId w:val="43"/>
        </w:numPr>
        <w:ind w:left="0" w:firstLine="567"/>
        <w:jc w:val="both"/>
        <w:rPr>
          <w:sz w:val="28"/>
          <w:szCs w:val="28"/>
        </w:rPr>
      </w:pPr>
      <w:r w:rsidRPr="00FA7150">
        <w:rPr>
          <w:sz w:val="28"/>
          <w:szCs w:val="28"/>
        </w:rPr>
        <w:t xml:space="preserve">За неисполнение или нарушение настоящего Устава, правил внутреннего распорядка и иных локальных нормативных актов Школы по вопросам организации и осуществления образовательной деятельности к обучающимся могут быть применены меры </w:t>
      </w:r>
      <w:r w:rsidRPr="006E1272">
        <w:rPr>
          <w:sz w:val="28"/>
          <w:szCs w:val="28"/>
        </w:rPr>
        <w:t xml:space="preserve">дисциплинарного взыскания </w:t>
      </w:r>
      <w:r w:rsidRPr="006E1272">
        <w:rPr>
          <w:sz w:val="28"/>
          <w:szCs w:val="28"/>
        </w:rPr>
        <w:sym w:font="Symbol" w:char="F02D"/>
      </w:r>
      <w:r w:rsidRPr="006E1272">
        <w:rPr>
          <w:sz w:val="28"/>
          <w:szCs w:val="28"/>
        </w:rPr>
        <w:t xml:space="preserve">  замечание, выговор, отчисление из Школы.</w:t>
      </w:r>
    </w:p>
    <w:p w:rsidR="00E16C6F" w:rsidRPr="00FA7150" w:rsidRDefault="00E16C6F" w:rsidP="00FA7150">
      <w:pPr>
        <w:numPr>
          <w:ilvl w:val="2"/>
          <w:numId w:val="43"/>
        </w:numPr>
        <w:ind w:left="0" w:firstLine="567"/>
        <w:jc w:val="both"/>
        <w:rPr>
          <w:sz w:val="28"/>
          <w:szCs w:val="28"/>
        </w:rPr>
      </w:pPr>
      <w:r w:rsidRPr="00FA7150">
        <w:rPr>
          <w:sz w:val="28"/>
          <w:szCs w:val="28"/>
        </w:rPr>
        <w:t>Не допускается применение мер дисциплинарного взыскания к обучающимся во время их болезни, каникул.</w:t>
      </w:r>
    </w:p>
    <w:p w:rsidR="00E16C6F" w:rsidRPr="00FA7150" w:rsidRDefault="00E16C6F" w:rsidP="00FA7150">
      <w:pPr>
        <w:numPr>
          <w:ilvl w:val="2"/>
          <w:numId w:val="43"/>
        </w:numPr>
        <w:ind w:left="0" w:firstLine="567"/>
        <w:jc w:val="both"/>
        <w:rPr>
          <w:sz w:val="28"/>
          <w:szCs w:val="28"/>
        </w:rPr>
      </w:pPr>
      <w:r w:rsidRPr="00FA7150">
        <w:rPr>
          <w:sz w:val="28"/>
          <w:szCs w:val="28"/>
        </w:rPr>
        <w:t>При выборе меры дисциплинарного взыскания Школа должна учитывать тяжесть дисциплинарного проступка, причины и обстоятельства, при которых он совершен, предыдущее поведение обучающегося, его психофизическое и эмоциональное состояние, а также мнение советов обучающихся, родительских комитетов.</w:t>
      </w:r>
    </w:p>
    <w:p w:rsidR="00E16C6F" w:rsidRPr="00FA7150" w:rsidRDefault="00E16C6F" w:rsidP="00FA7150">
      <w:pPr>
        <w:numPr>
          <w:ilvl w:val="1"/>
          <w:numId w:val="43"/>
        </w:numPr>
        <w:ind w:left="0" w:firstLine="567"/>
        <w:jc w:val="both"/>
        <w:rPr>
          <w:sz w:val="28"/>
          <w:szCs w:val="28"/>
        </w:rPr>
      </w:pPr>
      <w:r w:rsidRPr="00FA7150">
        <w:rPr>
          <w:sz w:val="28"/>
          <w:szCs w:val="28"/>
        </w:rPr>
        <w:t>Родители (законные представители) несовершеннолетних обучающихся имеют преимущественное право на обучение и воспитание детей перед всеми другими лицами. Они обязаны заложить основы физического, нравственного и интеллектуального развития личности ребенка.</w:t>
      </w:r>
    </w:p>
    <w:p w:rsidR="00E16C6F" w:rsidRPr="00FA7150" w:rsidRDefault="00E16C6F" w:rsidP="00FA7150">
      <w:pPr>
        <w:numPr>
          <w:ilvl w:val="2"/>
          <w:numId w:val="43"/>
        </w:numPr>
        <w:ind w:left="0" w:firstLine="567"/>
        <w:jc w:val="both"/>
        <w:rPr>
          <w:sz w:val="28"/>
          <w:szCs w:val="28"/>
        </w:rPr>
      </w:pPr>
      <w:r w:rsidRPr="00FA7150">
        <w:rPr>
          <w:sz w:val="28"/>
          <w:szCs w:val="28"/>
        </w:rPr>
        <w:t>Школа наряду с органами государственной власти и органами местного самоуправления оказывает помощь родителям (законным представителям) несовершеннолетних обучающихся в воспитании детей, охране и укреплении их физического и психического здоровья, развитии индивидуальных способностей и необходимой коррекции нарушений их развития.</w:t>
      </w:r>
    </w:p>
    <w:p w:rsidR="00E16C6F" w:rsidRPr="00FA7150" w:rsidRDefault="00E16C6F" w:rsidP="00FA7150">
      <w:pPr>
        <w:numPr>
          <w:ilvl w:val="2"/>
          <w:numId w:val="43"/>
        </w:numPr>
        <w:ind w:left="0" w:firstLine="567"/>
        <w:jc w:val="both"/>
        <w:rPr>
          <w:sz w:val="28"/>
          <w:szCs w:val="28"/>
        </w:rPr>
      </w:pPr>
      <w:r w:rsidRPr="00FA7150">
        <w:rPr>
          <w:sz w:val="28"/>
          <w:szCs w:val="28"/>
        </w:rPr>
        <w:t>Родители (законные представители) несовершеннолетних обучающихся имеют право:</w:t>
      </w:r>
    </w:p>
    <w:p w:rsidR="00E16C6F" w:rsidRPr="00FA7150" w:rsidRDefault="00E16C6F" w:rsidP="00FA7150">
      <w:pPr>
        <w:ind w:firstLine="567"/>
        <w:jc w:val="both"/>
        <w:rPr>
          <w:sz w:val="28"/>
          <w:szCs w:val="28"/>
        </w:rPr>
      </w:pPr>
      <w:r w:rsidRPr="00FA7150">
        <w:rPr>
          <w:sz w:val="28"/>
          <w:szCs w:val="28"/>
        </w:rPr>
        <w:t>1) выбирать до завершения получения ребенком основного общего образования с учетом мнения ребенка, а также с учетом рекомендаций психолого-медико-педагогической комиссии (при их наличии) формы получения образования и формы обучения, организации, осуществляющие образовательную деятельность, язык, языки образования, факультативные и элективные учебные предметы, курсы, дисциплины (модули) из перечня, предлагаемого Школой;</w:t>
      </w:r>
    </w:p>
    <w:p w:rsidR="00E16C6F" w:rsidRPr="00FA7150" w:rsidRDefault="00E16C6F" w:rsidP="00FA7150">
      <w:pPr>
        <w:ind w:firstLine="567"/>
        <w:jc w:val="both"/>
        <w:rPr>
          <w:sz w:val="28"/>
          <w:szCs w:val="28"/>
        </w:rPr>
      </w:pPr>
      <w:r w:rsidRPr="00FA7150">
        <w:rPr>
          <w:sz w:val="28"/>
          <w:szCs w:val="28"/>
        </w:rPr>
        <w:t>2) дать ребенку дошкольное, начальное общее, основное общее, среднее общее образование в семье. Ребенок, получающий образование в семье, по решению его родителей (законных представителей) с учетом его мнения на любом этапе обучения вправе продолжить образование в Школе;</w:t>
      </w:r>
    </w:p>
    <w:p w:rsidR="00E16C6F" w:rsidRPr="00FA7150" w:rsidRDefault="00E16C6F" w:rsidP="00FA7150">
      <w:pPr>
        <w:ind w:firstLine="567"/>
        <w:jc w:val="both"/>
        <w:rPr>
          <w:sz w:val="28"/>
          <w:szCs w:val="28"/>
        </w:rPr>
      </w:pPr>
      <w:r w:rsidRPr="00FA7150">
        <w:rPr>
          <w:sz w:val="28"/>
          <w:szCs w:val="28"/>
        </w:rPr>
        <w:t>3) знакомиться с уставом Школы, лицензией на осуществление образовательной деятельности, со свидетельством о государственной аккредитации, с учебно-программной документацией и другими документами, регламентирующими организацию и осуществление образовательной деятельности;</w:t>
      </w:r>
    </w:p>
    <w:p w:rsidR="00E16C6F" w:rsidRPr="00FA7150" w:rsidRDefault="00E16C6F" w:rsidP="00FA7150">
      <w:pPr>
        <w:ind w:firstLine="567"/>
        <w:jc w:val="both"/>
        <w:rPr>
          <w:sz w:val="28"/>
          <w:szCs w:val="28"/>
        </w:rPr>
      </w:pPr>
      <w:r w:rsidRPr="00FA7150">
        <w:rPr>
          <w:sz w:val="28"/>
          <w:szCs w:val="28"/>
        </w:rPr>
        <w:t>4) знакомиться с содержанием образования, используемыми методами обучения и воспитания, образовательными технологиями, а также с оценками успеваемости своих детей;</w:t>
      </w:r>
    </w:p>
    <w:p w:rsidR="00E16C6F" w:rsidRPr="00FA7150" w:rsidRDefault="00E16C6F" w:rsidP="00FA7150">
      <w:pPr>
        <w:ind w:firstLine="567"/>
        <w:jc w:val="both"/>
        <w:rPr>
          <w:sz w:val="28"/>
          <w:szCs w:val="28"/>
        </w:rPr>
      </w:pPr>
      <w:r w:rsidRPr="00FA7150">
        <w:rPr>
          <w:sz w:val="28"/>
          <w:szCs w:val="28"/>
        </w:rPr>
        <w:t>5) защищать права и законные интересы обучающихся;</w:t>
      </w:r>
    </w:p>
    <w:p w:rsidR="00E16C6F" w:rsidRPr="00FA7150" w:rsidRDefault="00E16C6F" w:rsidP="00FA7150">
      <w:pPr>
        <w:ind w:firstLine="567"/>
        <w:jc w:val="both"/>
        <w:rPr>
          <w:sz w:val="28"/>
          <w:szCs w:val="28"/>
        </w:rPr>
      </w:pPr>
      <w:r w:rsidRPr="00FA7150">
        <w:rPr>
          <w:sz w:val="28"/>
          <w:szCs w:val="28"/>
        </w:rPr>
        <w:t>6) получать информацию о всех видах планируемых обследований (психологических, психолого-педагогических) обучающихся, давать согласие на проведение таких обследований или участие в таких обследованиях, отказаться от их проведения или участия в них, получать информацию о результатах проведенных обследований обучающихся;</w:t>
      </w:r>
    </w:p>
    <w:p w:rsidR="00E16C6F" w:rsidRPr="00FA7150" w:rsidRDefault="00E16C6F" w:rsidP="00FA7150">
      <w:pPr>
        <w:ind w:firstLine="567"/>
        <w:jc w:val="both"/>
        <w:rPr>
          <w:sz w:val="28"/>
          <w:szCs w:val="28"/>
        </w:rPr>
      </w:pPr>
      <w:r w:rsidRPr="00FA7150">
        <w:rPr>
          <w:sz w:val="28"/>
          <w:szCs w:val="28"/>
        </w:rPr>
        <w:t>7) принимать участие в управлении Школой в форме, определяемой настоящим Уставом и локальными нормативными актами Школы;</w:t>
      </w:r>
    </w:p>
    <w:p w:rsidR="00E16C6F" w:rsidRPr="00FA7150" w:rsidRDefault="00E16C6F" w:rsidP="00FA7150">
      <w:pPr>
        <w:ind w:firstLine="567"/>
        <w:jc w:val="both"/>
        <w:rPr>
          <w:sz w:val="28"/>
          <w:szCs w:val="28"/>
        </w:rPr>
      </w:pPr>
      <w:r w:rsidRPr="00FA7150">
        <w:rPr>
          <w:sz w:val="28"/>
          <w:szCs w:val="28"/>
        </w:rPr>
        <w:t>8) высказывать свое мнение относительно предлагаемых условий для организации обучения и воспитания детей при обследовании детей психолого-медико-педагогической комиссией при обсуждении результатов и рекомендаций, полученных по результатам обследования;</w:t>
      </w:r>
    </w:p>
    <w:p w:rsidR="00E16C6F" w:rsidRPr="00FA7150" w:rsidRDefault="00E16C6F" w:rsidP="00FA7150">
      <w:pPr>
        <w:ind w:firstLine="567"/>
        <w:jc w:val="both"/>
        <w:rPr>
          <w:sz w:val="28"/>
          <w:szCs w:val="28"/>
        </w:rPr>
      </w:pPr>
      <w:r w:rsidRPr="00FA7150">
        <w:rPr>
          <w:sz w:val="28"/>
          <w:szCs w:val="28"/>
        </w:rPr>
        <w:t>9) принимать участие в работе и выражать свое мнение на общешкольных и классных родительских собраниях;</w:t>
      </w:r>
    </w:p>
    <w:p w:rsidR="00E16C6F" w:rsidRPr="00FA7150" w:rsidRDefault="00E16C6F" w:rsidP="00FA7150">
      <w:pPr>
        <w:ind w:firstLine="567"/>
        <w:jc w:val="both"/>
        <w:rPr>
          <w:sz w:val="28"/>
          <w:szCs w:val="28"/>
        </w:rPr>
      </w:pPr>
      <w:r w:rsidRPr="00FA7150">
        <w:rPr>
          <w:sz w:val="28"/>
          <w:szCs w:val="28"/>
        </w:rPr>
        <w:t>10) присутствовать и принимать участие в обсуждении вопросов об успеваемости и поведении ребёнка;</w:t>
      </w:r>
    </w:p>
    <w:p w:rsidR="00E16C6F" w:rsidRPr="00FA7150" w:rsidRDefault="00E16C6F" w:rsidP="00FA7150">
      <w:pPr>
        <w:ind w:firstLine="567"/>
        <w:jc w:val="both"/>
        <w:rPr>
          <w:sz w:val="28"/>
          <w:szCs w:val="28"/>
        </w:rPr>
      </w:pPr>
      <w:r w:rsidRPr="00FA7150">
        <w:rPr>
          <w:sz w:val="28"/>
          <w:szCs w:val="28"/>
        </w:rPr>
        <w:t>11) вносить предложения по улучшению воспитательно-образовательного процесса, в том числе и по платным образовательным услугам;</w:t>
      </w:r>
    </w:p>
    <w:p w:rsidR="00E16C6F" w:rsidRPr="00FA7150" w:rsidRDefault="00E16C6F" w:rsidP="00FA7150">
      <w:pPr>
        <w:ind w:firstLine="567"/>
        <w:jc w:val="both"/>
        <w:rPr>
          <w:snapToGrid w:val="0"/>
          <w:sz w:val="28"/>
          <w:szCs w:val="28"/>
        </w:rPr>
      </w:pPr>
      <w:r w:rsidRPr="00FA7150">
        <w:rPr>
          <w:snapToGrid w:val="0"/>
          <w:sz w:val="28"/>
          <w:szCs w:val="28"/>
        </w:rPr>
        <w:t>12) обращаться к администрации, педагогическим работникам Школы.</w:t>
      </w:r>
    </w:p>
    <w:p w:rsidR="00E16C6F" w:rsidRPr="00FA7150" w:rsidRDefault="00E16C6F" w:rsidP="00FA7150">
      <w:pPr>
        <w:numPr>
          <w:ilvl w:val="2"/>
          <w:numId w:val="43"/>
        </w:numPr>
        <w:ind w:left="0" w:firstLine="567"/>
        <w:jc w:val="both"/>
        <w:rPr>
          <w:sz w:val="28"/>
          <w:szCs w:val="28"/>
        </w:rPr>
      </w:pPr>
      <w:r w:rsidRPr="00FA7150">
        <w:rPr>
          <w:sz w:val="28"/>
          <w:szCs w:val="28"/>
        </w:rPr>
        <w:t>Родители (законные представители) несовершеннолетних обучающихся обязаны:</w:t>
      </w:r>
    </w:p>
    <w:p w:rsidR="00E16C6F" w:rsidRPr="00FA7150" w:rsidRDefault="00E16C6F" w:rsidP="00FA7150">
      <w:pPr>
        <w:ind w:firstLine="567"/>
        <w:jc w:val="both"/>
        <w:rPr>
          <w:sz w:val="28"/>
          <w:szCs w:val="28"/>
        </w:rPr>
      </w:pPr>
      <w:r w:rsidRPr="00FA7150">
        <w:rPr>
          <w:sz w:val="28"/>
          <w:szCs w:val="28"/>
        </w:rPr>
        <w:t>1) обеспечить получение детьми общего образования;</w:t>
      </w:r>
    </w:p>
    <w:p w:rsidR="00E16C6F" w:rsidRPr="00FA7150" w:rsidRDefault="00E16C6F" w:rsidP="00FA7150">
      <w:pPr>
        <w:ind w:firstLine="567"/>
        <w:jc w:val="both"/>
        <w:rPr>
          <w:sz w:val="28"/>
          <w:szCs w:val="28"/>
        </w:rPr>
      </w:pPr>
      <w:r w:rsidRPr="00FA7150">
        <w:rPr>
          <w:sz w:val="28"/>
          <w:szCs w:val="28"/>
        </w:rPr>
        <w:t>2) соблюдать настоящий Устав, правила внутреннего распорядка Школы, требования локальных нормативных актов, которые устанавливают режим занятий обучающихся, порядок регламентации образовательных отношений между образовательной организацией и обучающимися и (или) их родителями (законными представителями) и оформления возникновения, приостановления и прекращения этих отношений;</w:t>
      </w:r>
    </w:p>
    <w:p w:rsidR="00E16C6F" w:rsidRPr="00FA7150" w:rsidRDefault="00E16C6F" w:rsidP="00FA7150">
      <w:pPr>
        <w:ind w:firstLine="567"/>
        <w:jc w:val="both"/>
        <w:rPr>
          <w:sz w:val="28"/>
          <w:szCs w:val="28"/>
        </w:rPr>
      </w:pPr>
      <w:r w:rsidRPr="00FA7150">
        <w:rPr>
          <w:sz w:val="28"/>
          <w:szCs w:val="28"/>
        </w:rPr>
        <w:t>3) уважать честь и достоинство обучающихся и работников организации, осуществляющей образовательную деятельность;</w:t>
      </w:r>
    </w:p>
    <w:p w:rsidR="00E16C6F" w:rsidRPr="00FA7150" w:rsidRDefault="00E16C6F" w:rsidP="00FA7150">
      <w:pPr>
        <w:ind w:firstLine="567"/>
        <w:jc w:val="both"/>
        <w:rPr>
          <w:snapToGrid w:val="0"/>
          <w:sz w:val="28"/>
          <w:szCs w:val="28"/>
        </w:rPr>
      </w:pPr>
      <w:r w:rsidRPr="00FA7150">
        <w:rPr>
          <w:sz w:val="28"/>
          <w:szCs w:val="28"/>
        </w:rPr>
        <w:t xml:space="preserve">4) </w:t>
      </w:r>
      <w:r w:rsidRPr="00FA7150">
        <w:rPr>
          <w:snapToGrid w:val="0"/>
          <w:sz w:val="28"/>
          <w:szCs w:val="28"/>
        </w:rPr>
        <w:t>нести предусмотренную законодательством ответственность за неисполнение или ненадлежащее исполнение обязанностей по воспитанию и обучению несовершеннолетних детей;</w:t>
      </w:r>
    </w:p>
    <w:p w:rsidR="00E16C6F" w:rsidRPr="00FA7150" w:rsidRDefault="00E16C6F" w:rsidP="00FA7150">
      <w:pPr>
        <w:ind w:firstLine="567"/>
        <w:jc w:val="both"/>
        <w:rPr>
          <w:snapToGrid w:val="0"/>
          <w:sz w:val="28"/>
          <w:szCs w:val="28"/>
        </w:rPr>
      </w:pPr>
      <w:r w:rsidRPr="00FA7150">
        <w:rPr>
          <w:snapToGrid w:val="0"/>
          <w:sz w:val="28"/>
          <w:szCs w:val="28"/>
        </w:rPr>
        <w:t>5) своевременно ставить школу в известность о болезни ребенка или возможном его отсутствии;</w:t>
      </w:r>
    </w:p>
    <w:p w:rsidR="00E16C6F" w:rsidRPr="00FA7150" w:rsidRDefault="00E16C6F" w:rsidP="00FA7150">
      <w:pPr>
        <w:ind w:firstLine="567"/>
        <w:jc w:val="both"/>
        <w:rPr>
          <w:snapToGrid w:val="0"/>
          <w:sz w:val="28"/>
          <w:szCs w:val="28"/>
        </w:rPr>
      </w:pPr>
      <w:r w:rsidRPr="00FA7150">
        <w:rPr>
          <w:snapToGrid w:val="0"/>
          <w:sz w:val="28"/>
          <w:szCs w:val="28"/>
        </w:rPr>
        <w:t>6) возмещать в установленном законодательством порядке материальный ущерб, причиненный Школе действиями их детей;</w:t>
      </w:r>
    </w:p>
    <w:p w:rsidR="00E16C6F" w:rsidRPr="00FA7150" w:rsidRDefault="00E16C6F" w:rsidP="00FA7150">
      <w:pPr>
        <w:ind w:firstLine="567"/>
        <w:jc w:val="both"/>
        <w:rPr>
          <w:sz w:val="28"/>
          <w:szCs w:val="28"/>
        </w:rPr>
      </w:pPr>
      <w:r w:rsidRPr="00FA7150">
        <w:rPr>
          <w:snapToGrid w:val="0"/>
          <w:sz w:val="28"/>
          <w:szCs w:val="28"/>
        </w:rPr>
        <w:t xml:space="preserve">7) </w:t>
      </w:r>
      <w:r w:rsidRPr="00FA7150">
        <w:rPr>
          <w:sz w:val="28"/>
          <w:szCs w:val="28"/>
        </w:rPr>
        <w:t>осуществлять взаимодействие со всеми участниками образовательного процесса на основе сотрудничества;</w:t>
      </w:r>
    </w:p>
    <w:p w:rsidR="00E16C6F" w:rsidRPr="00FA7150" w:rsidRDefault="00E16C6F" w:rsidP="00FA7150">
      <w:pPr>
        <w:ind w:firstLine="567"/>
        <w:jc w:val="both"/>
        <w:rPr>
          <w:snapToGrid w:val="0"/>
          <w:sz w:val="28"/>
          <w:szCs w:val="28"/>
        </w:rPr>
      </w:pPr>
      <w:r w:rsidRPr="00FA7150">
        <w:rPr>
          <w:snapToGrid w:val="0"/>
          <w:sz w:val="28"/>
          <w:szCs w:val="28"/>
        </w:rPr>
        <w:t>8) обеспечивать воспитание своих детей, регулярное посещение ребенком занятий, наличие необходимого минимума учебных принадлежностей и учебных пособий, школьной одежды;</w:t>
      </w:r>
    </w:p>
    <w:p w:rsidR="00E16C6F" w:rsidRPr="00FA7150" w:rsidRDefault="00E16C6F" w:rsidP="00FA7150">
      <w:pPr>
        <w:ind w:firstLine="567"/>
        <w:jc w:val="both"/>
        <w:rPr>
          <w:snapToGrid w:val="0"/>
          <w:sz w:val="28"/>
          <w:szCs w:val="28"/>
        </w:rPr>
      </w:pPr>
      <w:r w:rsidRPr="00FA7150">
        <w:rPr>
          <w:snapToGrid w:val="0"/>
          <w:sz w:val="28"/>
          <w:szCs w:val="28"/>
        </w:rPr>
        <w:t>9) регулярно посещать классные и общешкольные родительские собрания;</w:t>
      </w:r>
    </w:p>
    <w:p w:rsidR="00E16C6F" w:rsidRPr="00FA7150" w:rsidRDefault="00E16C6F" w:rsidP="00FA7150">
      <w:pPr>
        <w:ind w:firstLine="567"/>
        <w:jc w:val="both"/>
        <w:rPr>
          <w:sz w:val="28"/>
          <w:szCs w:val="28"/>
        </w:rPr>
      </w:pPr>
      <w:r w:rsidRPr="00FA7150">
        <w:rPr>
          <w:snapToGrid w:val="0"/>
          <w:sz w:val="28"/>
          <w:szCs w:val="28"/>
        </w:rPr>
        <w:t xml:space="preserve">10) </w:t>
      </w:r>
      <w:r w:rsidRPr="00FA7150">
        <w:rPr>
          <w:sz w:val="28"/>
          <w:szCs w:val="28"/>
        </w:rPr>
        <w:t xml:space="preserve">посещать </w:t>
      </w:r>
      <w:r w:rsidRPr="00FA7150">
        <w:rPr>
          <w:snapToGrid w:val="0"/>
          <w:sz w:val="28"/>
          <w:szCs w:val="28"/>
        </w:rPr>
        <w:t>Школу</w:t>
      </w:r>
      <w:r w:rsidRPr="00FA7150">
        <w:rPr>
          <w:sz w:val="28"/>
          <w:szCs w:val="28"/>
        </w:rPr>
        <w:t xml:space="preserve"> по вызову администрации или классного руководителя;</w:t>
      </w:r>
    </w:p>
    <w:p w:rsidR="00E16C6F" w:rsidRPr="00FA7150" w:rsidRDefault="00E16C6F" w:rsidP="00FA7150">
      <w:pPr>
        <w:ind w:firstLine="567"/>
        <w:jc w:val="both"/>
        <w:rPr>
          <w:snapToGrid w:val="0"/>
          <w:sz w:val="28"/>
          <w:szCs w:val="28"/>
        </w:rPr>
      </w:pPr>
      <w:r w:rsidRPr="00FA7150">
        <w:rPr>
          <w:sz w:val="28"/>
          <w:szCs w:val="28"/>
        </w:rPr>
        <w:t xml:space="preserve">11) </w:t>
      </w:r>
      <w:r w:rsidRPr="00FA7150">
        <w:rPr>
          <w:snapToGrid w:val="0"/>
          <w:sz w:val="28"/>
          <w:szCs w:val="28"/>
        </w:rPr>
        <w:t>принимать меры по ликвидации обучающимися, переведенными в следующий класс условно, академической задолженности.</w:t>
      </w:r>
    </w:p>
    <w:p w:rsidR="00E16C6F" w:rsidRPr="00FA7150" w:rsidRDefault="00E16C6F" w:rsidP="00FA7150">
      <w:pPr>
        <w:ind w:firstLine="567"/>
        <w:jc w:val="both"/>
        <w:rPr>
          <w:sz w:val="28"/>
          <w:szCs w:val="28"/>
        </w:rPr>
      </w:pPr>
      <w:r w:rsidRPr="00FA7150">
        <w:rPr>
          <w:snapToGrid w:val="0"/>
          <w:sz w:val="28"/>
          <w:szCs w:val="28"/>
        </w:rPr>
        <w:t xml:space="preserve">12) </w:t>
      </w:r>
      <w:r w:rsidRPr="00FA7150">
        <w:rPr>
          <w:sz w:val="28"/>
          <w:szCs w:val="28"/>
        </w:rPr>
        <w:t>присутствовать при обследовании детей психолого-медико-педагогической комиссией.</w:t>
      </w:r>
    </w:p>
    <w:p w:rsidR="00E16C6F" w:rsidRPr="00FA7150" w:rsidRDefault="00E16C6F" w:rsidP="00FA7150">
      <w:pPr>
        <w:numPr>
          <w:ilvl w:val="1"/>
          <w:numId w:val="43"/>
        </w:numPr>
        <w:ind w:left="0" w:firstLine="567"/>
        <w:jc w:val="both"/>
        <w:rPr>
          <w:sz w:val="28"/>
          <w:szCs w:val="28"/>
        </w:rPr>
      </w:pPr>
      <w:r w:rsidRPr="00FA7150">
        <w:rPr>
          <w:sz w:val="28"/>
          <w:szCs w:val="28"/>
        </w:rPr>
        <w:t>В целях защиты своих прав обучающиеся, родители (законные представители) несовершеннолетних обучающихся самостоятельно или через своих представителей вправе:</w:t>
      </w:r>
    </w:p>
    <w:p w:rsidR="00E16C6F" w:rsidRPr="00FA7150" w:rsidRDefault="00E16C6F" w:rsidP="00FA7150">
      <w:pPr>
        <w:ind w:firstLine="567"/>
        <w:jc w:val="both"/>
        <w:rPr>
          <w:sz w:val="28"/>
          <w:szCs w:val="28"/>
        </w:rPr>
      </w:pPr>
      <w:r w:rsidRPr="00FA7150">
        <w:rPr>
          <w:sz w:val="28"/>
          <w:szCs w:val="28"/>
        </w:rPr>
        <w:t>1) направлять в органы управления Школой обращения о применении к работникам Школы, нарушающим и (или) ущемляющим права обучающихся, родителей (законных представителей) несовершеннолетних обучающихся, дисциплинарных взысканий. Такие обращения подлежат обязательному рассмотрению указанными органами с привлечением обучающихся, родителей (законных представителей) несовершеннолетних обучающихся;</w:t>
      </w:r>
    </w:p>
    <w:p w:rsidR="00E16C6F" w:rsidRPr="00FA7150" w:rsidRDefault="00E16C6F" w:rsidP="00FA7150">
      <w:pPr>
        <w:ind w:firstLine="567"/>
        <w:jc w:val="both"/>
        <w:rPr>
          <w:sz w:val="28"/>
          <w:szCs w:val="28"/>
        </w:rPr>
      </w:pPr>
      <w:r w:rsidRPr="00FA7150">
        <w:rPr>
          <w:sz w:val="28"/>
          <w:szCs w:val="28"/>
        </w:rPr>
        <w:t>2) обращаться в комиссию по урегулированию споров между участниками образовательных отношений, в том числе по вопросам о наличии или об отсутствии конфликта интересов педагогического работника;</w:t>
      </w:r>
    </w:p>
    <w:p w:rsidR="00E16C6F" w:rsidRPr="00FA7150" w:rsidRDefault="00E16C6F" w:rsidP="00FA7150">
      <w:pPr>
        <w:ind w:firstLine="567"/>
        <w:jc w:val="both"/>
        <w:rPr>
          <w:sz w:val="28"/>
          <w:szCs w:val="28"/>
        </w:rPr>
      </w:pPr>
      <w:r w:rsidRPr="00FA7150">
        <w:rPr>
          <w:sz w:val="28"/>
          <w:szCs w:val="28"/>
        </w:rPr>
        <w:t>3) использовать не запрещенные законодательством Российской Федерации иные способы защиты прав и законных интересов.</w:t>
      </w:r>
    </w:p>
    <w:p w:rsidR="00E16C6F" w:rsidRPr="00FA7150" w:rsidRDefault="00E16C6F" w:rsidP="00FA7150">
      <w:pPr>
        <w:numPr>
          <w:ilvl w:val="2"/>
          <w:numId w:val="43"/>
        </w:numPr>
        <w:ind w:left="0" w:firstLine="567"/>
        <w:jc w:val="both"/>
        <w:rPr>
          <w:sz w:val="28"/>
          <w:szCs w:val="28"/>
        </w:rPr>
      </w:pPr>
      <w:r w:rsidRPr="00FA7150">
        <w:rPr>
          <w:sz w:val="28"/>
          <w:szCs w:val="28"/>
        </w:rPr>
        <w:t>Комиссия по урегулированию споров между участниками образовательных отношений создается в целях урегулирования разногласий между участниками образовательных отношений по вопросам реализации права на образование, в том числе в случаях возникновения конфликта интересов педагогического работника, применения локальных нормативных актов, обжалования решений о применении к обучающимся дисциплинарного взыскания.</w:t>
      </w:r>
    </w:p>
    <w:p w:rsidR="00E16C6F" w:rsidRPr="00FA7150" w:rsidRDefault="00E16C6F" w:rsidP="00FA7150">
      <w:pPr>
        <w:numPr>
          <w:ilvl w:val="2"/>
          <w:numId w:val="43"/>
        </w:numPr>
        <w:ind w:left="0" w:firstLine="567"/>
        <w:jc w:val="both"/>
        <w:rPr>
          <w:sz w:val="28"/>
          <w:szCs w:val="28"/>
        </w:rPr>
      </w:pPr>
      <w:r w:rsidRPr="00FA7150">
        <w:rPr>
          <w:sz w:val="28"/>
          <w:szCs w:val="28"/>
        </w:rPr>
        <w:t>Комиссия по урегулированию споров между участниками образовательных отношений создается в Школе из равного числа представителей родителей (законных представителей) несовершеннолетних обучающихся, работников Школы.</w:t>
      </w:r>
    </w:p>
    <w:p w:rsidR="00E16C6F" w:rsidRPr="00FA7150" w:rsidRDefault="00E16C6F" w:rsidP="00FA7150">
      <w:pPr>
        <w:numPr>
          <w:ilvl w:val="2"/>
          <w:numId w:val="43"/>
        </w:numPr>
        <w:ind w:left="0" w:firstLine="567"/>
        <w:jc w:val="both"/>
        <w:rPr>
          <w:sz w:val="28"/>
          <w:szCs w:val="28"/>
        </w:rPr>
      </w:pPr>
      <w:r w:rsidRPr="00FA7150">
        <w:rPr>
          <w:sz w:val="28"/>
          <w:szCs w:val="28"/>
        </w:rPr>
        <w:t>Решение комиссии по урегулированию споров между участниками образовательных отношений является обязательным для всех участников образовательных отношений в Школе и подлежит исполнению в сроки, предусмотренные указанным решением.</w:t>
      </w:r>
    </w:p>
    <w:p w:rsidR="00E16C6F" w:rsidRPr="00FA7150" w:rsidRDefault="00E16C6F" w:rsidP="00FA7150">
      <w:pPr>
        <w:numPr>
          <w:ilvl w:val="2"/>
          <w:numId w:val="43"/>
        </w:numPr>
        <w:ind w:left="0" w:firstLine="567"/>
        <w:jc w:val="both"/>
        <w:rPr>
          <w:sz w:val="28"/>
          <w:szCs w:val="28"/>
        </w:rPr>
      </w:pPr>
      <w:r w:rsidRPr="00FA7150">
        <w:rPr>
          <w:sz w:val="28"/>
          <w:szCs w:val="28"/>
        </w:rPr>
        <w:t>Решение комиссии по урегулированию споров между участниками образовательных отношений может быть обжаловано в установленном законодательством Российской Федерации порядке.</w:t>
      </w:r>
    </w:p>
    <w:p w:rsidR="00E16C6F" w:rsidRPr="00FA7150" w:rsidRDefault="00E16C6F" w:rsidP="00FA7150">
      <w:pPr>
        <w:numPr>
          <w:ilvl w:val="2"/>
          <w:numId w:val="43"/>
        </w:numPr>
        <w:ind w:left="0" w:firstLine="567"/>
        <w:jc w:val="both"/>
        <w:rPr>
          <w:sz w:val="28"/>
          <w:szCs w:val="28"/>
        </w:rPr>
      </w:pPr>
      <w:r w:rsidRPr="00FA7150">
        <w:rPr>
          <w:sz w:val="28"/>
          <w:szCs w:val="28"/>
        </w:rPr>
        <w:t>Порядок создания, организации работы, принятия решений комиссией по урегулированию споров между участниками образовательных отношений и их исполнения устанавливается локальным нормативным актом Школы.</w:t>
      </w:r>
    </w:p>
    <w:p w:rsidR="00E16C6F" w:rsidRPr="00FA7150" w:rsidRDefault="00E16C6F" w:rsidP="00FA7150">
      <w:pPr>
        <w:numPr>
          <w:ilvl w:val="2"/>
          <w:numId w:val="43"/>
        </w:numPr>
        <w:ind w:left="0" w:firstLine="567"/>
        <w:jc w:val="both"/>
        <w:rPr>
          <w:sz w:val="28"/>
          <w:szCs w:val="28"/>
        </w:rPr>
      </w:pPr>
      <w:r w:rsidRPr="00FA7150">
        <w:rPr>
          <w:sz w:val="28"/>
          <w:szCs w:val="28"/>
        </w:rPr>
        <w:t>Обучающийся, родители (законные представители) несовершеннолетнего обучающегося вправе обжаловать в комиссию по урегулированию споров между участниками образовательных отношений меры дисциплинарного взыскания и их применение к обучающемуся.</w:t>
      </w:r>
    </w:p>
    <w:p w:rsidR="00E16C6F" w:rsidRPr="00FA7150" w:rsidRDefault="00E16C6F" w:rsidP="00FA7150">
      <w:pPr>
        <w:numPr>
          <w:ilvl w:val="1"/>
          <w:numId w:val="43"/>
        </w:numPr>
        <w:ind w:left="0" w:firstLine="567"/>
        <w:jc w:val="both"/>
        <w:rPr>
          <w:sz w:val="28"/>
          <w:szCs w:val="28"/>
        </w:rPr>
      </w:pPr>
      <w:r w:rsidRPr="00FA7150">
        <w:rPr>
          <w:sz w:val="28"/>
          <w:szCs w:val="28"/>
        </w:rPr>
        <w:t>Право на занятие педагогической деятельностью имеют лица, имеющие среднее профессиональное или высшее образование и отвечающие квалификационным требованиям, указанным в квалификационных справочниках, и (или) профессиональным стандартам.</w:t>
      </w:r>
    </w:p>
    <w:p w:rsidR="00E16C6F" w:rsidRPr="00FA7150" w:rsidRDefault="00E16C6F" w:rsidP="00FA7150">
      <w:pPr>
        <w:numPr>
          <w:ilvl w:val="2"/>
          <w:numId w:val="43"/>
        </w:numPr>
        <w:ind w:left="0" w:firstLine="567"/>
        <w:jc w:val="both"/>
        <w:rPr>
          <w:sz w:val="28"/>
          <w:szCs w:val="28"/>
        </w:rPr>
      </w:pPr>
      <w:r w:rsidRPr="00FA7150">
        <w:rPr>
          <w:snapToGrid w:val="0"/>
          <w:sz w:val="28"/>
          <w:szCs w:val="28"/>
        </w:rPr>
        <w:t>К педагогической деятельности не допускаются лица:</w:t>
      </w:r>
    </w:p>
    <w:p w:rsidR="00E16C6F" w:rsidRPr="00FA7150" w:rsidRDefault="00E16C6F" w:rsidP="00FA7150">
      <w:pPr>
        <w:numPr>
          <w:ilvl w:val="3"/>
          <w:numId w:val="35"/>
        </w:numPr>
        <w:ind w:left="0" w:firstLine="567"/>
        <w:jc w:val="both"/>
        <w:rPr>
          <w:sz w:val="28"/>
          <w:szCs w:val="28"/>
        </w:rPr>
      </w:pPr>
      <w:r w:rsidRPr="00FA7150">
        <w:rPr>
          <w:sz w:val="28"/>
          <w:szCs w:val="28"/>
        </w:rPr>
        <w:t xml:space="preserve">  лишенные права заниматься педагогической деятельностью в соответствии с вступившим в законную силу приговором суда;</w:t>
      </w:r>
    </w:p>
    <w:p w:rsidR="00E16C6F" w:rsidRPr="00FA7150" w:rsidRDefault="00E16C6F" w:rsidP="00FA7150">
      <w:pPr>
        <w:numPr>
          <w:ilvl w:val="3"/>
          <w:numId w:val="35"/>
        </w:numPr>
        <w:ind w:left="0" w:firstLine="567"/>
        <w:jc w:val="both"/>
        <w:rPr>
          <w:sz w:val="28"/>
          <w:szCs w:val="28"/>
        </w:rPr>
      </w:pPr>
      <w:r w:rsidRPr="00FA7150">
        <w:rPr>
          <w:sz w:val="28"/>
          <w:szCs w:val="28"/>
        </w:rPr>
        <w:t xml:space="preserve">  имеющие или имевшие судимость, подвергающиеся или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основ конституционного строя и безопасности государства, а также против общественной безопасности;</w:t>
      </w:r>
    </w:p>
    <w:p w:rsidR="00E16C6F" w:rsidRPr="00FA7150" w:rsidRDefault="00E16C6F" w:rsidP="00FA7150">
      <w:pPr>
        <w:numPr>
          <w:ilvl w:val="3"/>
          <w:numId w:val="35"/>
        </w:numPr>
        <w:ind w:left="0" w:firstLine="567"/>
        <w:jc w:val="both"/>
        <w:rPr>
          <w:sz w:val="28"/>
          <w:szCs w:val="28"/>
        </w:rPr>
      </w:pPr>
      <w:r w:rsidRPr="00FA7150">
        <w:rPr>
          <w:sz w:val="28"/>
          <w:szCs w:val="28"/>
        </w:rPr>
        <w:t xml:space="preserve">  имеющие неснятую или непогашенную судимость за умышленные тяжкие и особо тяжкие преступления;</w:t>
      </w:r>
    </w:p>
    <w:p w:rsidR="00E16C6F" w:rsidRPr="00FA7150" w:rsidRDefault="00E16C6F" w:rsidP="00FA7150">
      <w:pPr>
        <w:numPr>
          <w:ilvl w:val="3"/>
          <w:numId w:val="35"/>
        </w:numPr>
        <w:ind w:left="0" w:firstLine="567"/>
        <w:jc w:val="both"/>
        <w:rPr>
          <w:sz w:val="28"/>
          <w:szCs w:val="28"/>
        </w:rPr>
      </w:pPr>
      <w:r w:rsidRPr="00FA7150">
        <w:rPr>
          <w:sz w:val="28"/>
          <w:szCs w:val="28"/>
        </w:rPr>
        <w:t xml:space="preserve"> признанные недееспособными в установленном федеральным законом порядке;</w:t>
      </w:r>
    </w:p>
    <w:p w:rsidR="00E16C6F" w:rsidRPr="00FA7150" w:rsidRDefault="00E16C6F" w:rsidP="00FA7150">
      <w:pPr>
        <w:numPr>
          <w:ilvl w:val="3"/>
          <w:numId w:val="35"/>
        </w:numPr>
        <w:ind w:left="0" w:firstLine="567"/>
        <w:jc w:val="both"/>
        <w:rPr>
          <w:sz w:val="28"/>
          <w:szCs w:val="28"/>
        </w:rPr>
      </w:pPr>
      <w:r w:rsidRPr="00FA7150">
        <w:rPr>
          <w:sz w:val="28"/>
          <w:szCs w:val="28"/>
        </w:rPr>
        <w:t xml:space="preserve"> имеющие заболевания, предусмотренные перечнем,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здравоохранения.</w:t>
      </w:r>
    </w:p>
    <w:p w:rsidR="00E16C6F" w:rsidRPr="00FA7150" w:rsidRDefault="00E16C6F" w:rsidP="00FA7150">
      <w:pPr>
        <w:numPr>
          <w:ilvl w:val="2"/>
          <w:numId w:val="43"/>
        </w:numPr>
        <w:ind w:left="0" w:firstLine="567"/>
        <w:jc w:val="both"/>
        <w:rPr>
          <w:sz w:val="28"/>
          <w:szCs w:val="28"/>
        </w:rPr>
      </w:pPr>
      <w:r w:rsidRPr="00FA7150">
        <w:rPr>
          <w:sz w:val="28"/>
          <w:szCs w:val="28"/>
        </w:rPr>
        <w:t>Педагогические работники пользуются следующими академическими правами и свободами:</w:t>
      </w:r>
    </w:p>
    <w:p w:rsidR="00E16C6F" w:rsidRPr="00FA7150" w:rsidRDefault="00E16C6F" w:rsidP="00FA7150">
      <w:pPr>
        <w:ind w:firstLine="567"/>
        <w:jc w:val="both"/>
        <w:rPr>
          <w:sz w:val="28"/>
          <w:szCs w:val="28"/>
        </w:rPr>
      </w:pPr>
      <w:r w:rsidRPr="00FA7150">
        <w:rPr>
          <w:sz w:val="28"/>
          <w:szCs w:val="28"/>
        </w:rPr>
        <w:t>1) свобода преподавания, свободное выражение своего мнения, свобода от вмешательства в профессиональную деятельность;</w:t>
      </w:r>
    </w:p>
    <w:p w:rsidR="00E16C6F" w:rsidRPr="00FA7150" w:rsidRDefault="00E16C6F" w:rsidP="00FA7150">
      <w:pPr>
        <w:ind w:firstLine="567"/>
        <w:jc w:val="both"/>
        <w:rPr>
          <w:sz w:val="28"/>
          <w:szCs w:val="28"/>
        </w:rPr>
      </w:pPr>
      <w:r w:rsidRPr="00FA7150">
        <w:rPr>
          <w:sz w:val="28"/>
          <w:szCs w:val="28"/>
        </w:rPr>
        <w:t>2) свобода выбора и использования педагогически обоснованных форм, средств, методов обучения и воспитания;</w:t>
      </w:r>
    </w:p>
    <w:p w:rsidR="00E16C6F" w:rsidRPr="00FA7150" w:rsidRDefault="00E16C6F" w:rsidP="00FA7150">
      <w:pPr>
        <w:ind w:firstLine="567"/>
        <w:jc w:val="both"/>
        <w:rPr>
          <w:sz w:val="28"/>
          <w:szCs w:val="28"/>
        </w:rPr>
      </w:pPr>
      <w:r w:rsidRPr="00FA7150">
        <w:rPr>
          <w:sz w:val="28"/>
          <w:szCs w:val="28"/>
        </w:rPr>
        <w:t>3) право на творческую инициативу, разработку и применение авторских программ и методов обучения и воспитания в пределах реализуемой образовательной программы, отдельного учебного предмета, курса, дисциплины (модуля);</w:t>
      </w:r>
    </w:p>
    <w:p w:rsidR="00E16C6F" w:rsidRPr="00FA7150" w:rsidRDefault="00E16C6F" w:rsidP="00FA7150">
      <w:pPr>
        <w:ind w:firstLine="567"/>
        <w:jc w:val="both"/>
        <w:rPr>
          <w:sz w:val="28"/>
          <w:szCs w:val="28"/>
        </w:rPr>
      </w:pPr>
      <w:r w:rsidRPr="00FA7150">
        <w:rPr>
          <w:sz w:val="28"/>
          <w:szCs w:val="28"/>
        </w:rPr>
        <w:t>4) право на выбор учебников, учебных пособий, материалов и иных средств обучения и воспитания в соответствии с образовательной программой и в порядке, установленном законодательством об образовании;</w:t>
      </w:r>
    </w:p>
    <w:p w:rsidR="00E16C6F" w:rsidRPr="00FA7150" w:rsidRDefault="00E16C6F" w:rsidP="00FA7150">
      <w:pPr>
        <w:ind w:firstLine="567"/>
        <w:jc w:val="both"/>
        <w:rPr>
          <w:sz w:val="28"/>
          <w:szCs w:val="28"/>
        </w:rPr>
      </w:pPr>
      <w:r w:rsidRPr="00FA7150">
        <w:rPr>
          <w:sz w:val="28"/>
          <w:szCs w:val="28"/>
        </w:rPr>
        <w:t>5) право на участие в разработке образовательных программ, в том числе учебных планов, календарных учебных графиков, рабочих учебных предметов, курсов, дисциплин (модулей), методических материалов и иных компонентов образовательных программ;</w:t>
      </w:r>
    </w:p>
    <w:p w:rsidR="00E16C6F" w:rsidRPr="00FA7150" w:rsidRDefault="00E16C6F" w:rsidP="00FA7150">
      <w:pPr>
        <w:ind w:firstLine="567"/>
        <w:jc w:val="both"/>
        <w:rPr>
          <w:sz w:val="28"/>
          <w:szCs w:val="28"/>
        </w:rPr>
      </w:pPr>
      <w:r w:rsidRPr="00FA7150">
        <w:rPr>
          <w:sz w:val="28"/>
          <w:szCs w:val="28"/>
        </w:rPr>
        <w:t>6) право на осуществление научной, научно-технической, творческой, исследовательской деятельности, участие в экспериментальной и международной деятельности, разработках и во внедрении инноваций;</w:t>
      </w:r>
    </w:p>
    <w:p w:rsidR="00E16C6F" w:rsidRPr="00FA7150" w:rsidRDefault="00E16C6F" w:rsidP="00FA7150">
      <w:pPr>
        <w:ind w:firstLine="567"/>
        <w:jc w:val="both"/>
        <w:rPr>
          <w:sz w:val="28"/>
          <w:szCs w:val="28"/>
        </w:rPr>
      </w:pPr>
      <w:r w:rsidRPr="00FA7150">
        <w:rPr>
          <w:sz w:val="28"/>
          <w:szCs w:val="28"/>
        </w:rPr>
        <w:t>7) право на бесплатное пользование библиотеками и информационными ресурсами, а также доступ в порядке, установленном локальными нормативными актами Школы к информационно-телекоммуникационным сетям и базам данных, учебным и методическим материалам, музейным фондам, материально-техническим средствам обеспечения образовательной деятельности, необходимым для качественного осуществления педагогической, научной или исследовательской деятельности в Школе;</w:t>
      </w:r>
    </w:p>
    <w:p w:rsidR="00E16C6F" w:rsidRPr="00FA7150" w:rsidRDefault="00E16C6F" w:rsidP="00FA7150">
      <w:pPr>
        <w:ind w:firstLine="567"/>
        <w:jc w:val="both"/>
        <w:rPr>
          <w:sz w:val="28"/>
          <w:szCs w:val="28"/>
        </w:rPr>
      </w:pPr>
      <w:r w:rsidRPr="00FA7150">
        <w:rPr>
          <w:sz w:val="28"/>
          <w:szCs w:val="28"/>
        </w:rPr>
        <w:t>8) право на бесплатное пользование образовательными, методическими и научными услугами Школы в порядке, установленном законодательством Российской Федерации или локальными нормативными актами Школы;</w:t>
      </w:r>
    </w:p>
    <w:p w:rsidR="00E16C6F" w:rsidRPr="00FA7150" w:rsidRDefault="00E16C6F" w:rsidP="00FA7150">
      <w:pPr>
        <w:ind w:firstLine="567"/>
        <w:jc w:val="both"/>
        <w:rPr>
          <w:sz w:val="28"/>
          <w:szCs w:val="28"/>
        </w:rPr>
      </w:pPr>
      <w:r w:rsidRPr="00FA7150">
        <w:rPr>
          <w:sz w:val="28"/>
          <w:szCs w:val="28"/>
        </w:rPr>
        <w:t>9) право на участие в управлении Школой, в том числе в коллегиальных органах управления, в порядке, установленном настоящим Уставом и локальными нормативными актами Школы;</w:t>
      </w:r>
    </w:p>
    <w:p w:rsidR="00E16C6F" w:rsidRPr="00FA7150" w:rsidRDefault="00E16C6F" w:rsidP="00FA7150">
      <w:pPr>
        <w:ind w:firstLine="567"/>
        <w:jc w:val="both"/>
        <w:rPr>
          <w:sz w:val="28"/>
          <w:szCs w:val="28"/>
        </w:rPr>
      </w:pPr>
      <w:r w:rsidRPr="00FA7150">
        <w:rPr>
          <w:sz w:val="28"/>
          <w:szCs w:val="28"/>
        </w:rPr>
        <w:t>10) право на участие в обсуждении вопросов, относящихся к деятельности Школы, в том числе через органы управления и общественные организации;</w:t>
      </w:r>
    </w:p>
    <w:p w:rsidR="00E16C6F" w:rsidRPr="00FA7150" w:rsidRDefault="00E16C6F" w:rsidP="00FA7150">
      <w:pPr>
        <w:ind w:firstLine="567"/>
        <w:jc w:val="both"/>
        <w:rPr>
          <w:sz w:val="28"/>
          <w:szCs w:val="28"/>
        </w:rPr>
      </w:pPr>
      <w:r w:rsidRPr="00FA7150">
        <w:rPr>
          <w:sz w:val="28"/>
          <w:szCs w:val="28"/>
        </w:rPr>
        <w:t>11) право на объединение в общественные профессиональные организации в формах и в порядке, которые установлены законодательством Российской Федерации;</w:t>
      </w:r>
    </w:p>
    <w:p w:rsidR="00E16C6F" w:rsidRPr="00FA7150" w:rsidRDefault="00E16C6F" w:rsidP="00FA7150">
      <w:pPr>
        <w:ind w:firstLine="567"/>
        <w:jc w:val="both"/>
        <w:rPr>
          <w:sz w:val="28"/>
          <w:szCs w:val="28"/>
        </w:rPr>
      </w:pPr>
      <w:r w:rsidRPr="00FA7150">
        <w:rPr>
          <w:sz w:val="28"/>
          <w:szCs w:val="28"/>
        </w:rPr>
        <w:t>12) право на обращение в комиссию по урегулированию споров между участниками образовательных отношений;</w:t>
      </w:r>
    </w:p>
    <w:p w:rsidR="00E16C6F" w:rsidRPr="00FA7150" w:rsidRDefault="00E16C6F" w:rsidP="00FA7150">
      <w:pPr>
        <w:ind w:firstLine="567"/>
        <w:jc w:val="both"/>
        <w:rPr>
          <w:sz w:val="28"/>
          <w:szCs w:val="28"/>
        </w:rPr>
      </w:pPr>
      <w:r w:rsidRPr="00FA7150">
        <w:rPr>
          <w:sz w:val="28"/>
          <w:szCs w:val="28"/>
        </w:rPr>
        <w:t>13) право на защиту профессиональной чести и достоинства, на справедливое и объективное расследование нарушения норм профессиональной этики педагогических работников.</w:t>
      </w:r>
    </w:p>
    <w:p w:rsidR="00E16C6F" w:rsidRPr="00FA7150" w:rsidRDefault="00E16C6F" w:rsidP="00FA7150">
      <w:pPr>
        <w:numPr>
          <w:ilvl w:val="2"/>
          <w:numId w:val="43"/>
        </w:numPr>
        <w:ind w:left="0" w:firstLine="567"/>
        <w:jc w:val="both"/>
        <w:rPr>
          <w:sz w:val="28"/>
          <w:szCs w:val="28"/>
        </w:rPr>
      </w:pPr>
      <w:r w:rsidRPr="00FA7150">
        <w:rPr>
          <w:sz w:val="28"/>
          <w:szCs w:val="28"/>
        </w:rPr>
        <w:t>Академические права и свободы педагогических работников должны осуществляться с соблюдением прав и свобод других участников образовательных отношений, требований законодательства Российской Федерации, норм профессиональной этики педагогических работников, закрепленных в локальных нормативных актах Школы.</w:t>
      </w:r>
    </w:p>
    <w:p w:rsidR="00E16C6F" w:rsidRPr="00FA7150" w:rsidRDefault="00E16C6F" w:rsidP="00FA7150">
      <w:pPr>
        <w:numPr>
          <w:ilvl w:val="2"/>
          <w:numId w:val="43"/>
        </w:numPr>
        <w:ind w:left="0" w:firstLine="567"/>
        <w:jc w:val="both"/>
        <w:rPr>
          <w:sz w:val="28"/>
          <w:szCs w:val="28"/>
        </w:rPr>
      </w:pPr>
      <w:r w:rsidRPr="00FA7150">
        <w:rPr>
          <w:sz w:val="28"/>
          <w:szCs w:val="28"/>
        </w:rPr>
        <w:t>Педагогические работники имеют следующие трудовые права и социальные гарантии:</w:t>
      </w:r>
    </w:p>
    <w:p w:rsidR="00E16C6F" w:rsidRPr="00FA7150" w:rsidRDefault="00E16C6F" w:rsidP="00FA7150">
      <w:pPr>
        <w:ind w:firstLine="567"/>
        <w:jc w:val="both"/>
        <w:rPr>
          <w:sz w:val="28"/>
          <w:szCs w:val="28"/>
        </w:rPr>
      </w:pPr>
      <w:r w:rsidRPr="00FA7150">
        <w:rPr>
          <w:sz w:val="28"/>
          <w:szCs w:val="28"/>
        </w:rPr>
        <w:t>1) право на сокращенную продолжительность рабочего времени;</w:t>
      </w:r>
    </w:p>
    <w:p w:rsidR="00E16C6F" w:rsidRPr="00FA7150" w:rsidRDefault="00E16C6F" w:rsidP="00FA7150">
      <w:pPr>
        <w:ind w:firstLine="567"/>
        <w:jc w:val="both"/>
        <w:rPr>
          <w:sz w:val="28"/>
          <w:szCs w:val="28"/>
        </w:rPr>
      </w:pPr>
      <w:r w:rsidRPr="00FA7150">
        <w:rPr>
          <w:sz w:val="28"/>
          <w:szCs w:val="28"/>
        </w:rPr>
        <w:t>2) право на дополнительное профессиональное образование по профилю педагогической деятельности не реже чем один раз в три года;</w:t>
      </w:r>
    </w:p>
    <w:p w:rsidR="00E16C6F" w:rsidRPr="00FA7150" w:rsidRDefault="00E16C6F" w:rsidP="00FA7150">
      <w:pPr>
        <w:ind w:firstLine="567"/>
        <w:jc w:val="both"/>
        <w:rPr>
          <w:sz w:val="28"/>
          <w:szCs w:val="28"/>
        </w:rPr>
      </w:pPr>
      <w:bookmarkStart w:id="1" w:name="Par788"/>
      <w:bookmarkEnd w:id="1"/>
      <w:r w:rsidRPr="00FA7150">
        <w:rPr>
          <w:sz w:val="28"/>
          <w:szCs w:val="28"/>
        </w:rPr>
        <w:t>3) право на ежегодный основной удлиненный оплачиваемый отпуск, продолжительность которого определяется Правительством Российской Федерации;</w:t>
      </w:r>
    </w:p>
    <w:p w:rsidR="00E16C6F" w:rsidRPr="00FA7150" w:rsidRDefault="00E16C6F" w:rsidP="00FA7150">
      <w:pPr>
        <w:ind w:firstLine="567"/>
        <w:jc w:val="both"/>
        <w:rPr>
          <w:sz w:val="28"/>
          <w:szCs w:val="28"/>
        </w:rPr>
      </w:pPr>
      <w:r w:rsidRPr="00FA7150">
        <w:rPr>
          <w:sz w:val="28"/>
          <w:szCs w:val="28"/>
        </w:rPr>
        <w:t>4) право на длительный отпуск сроком до одного года не реже чем через каждые десять лет непрерывной педагогической работы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E16C6F" w:rsidRPr="00FA7150" w:rsidRDefault="00E16C6F" w:rsidP="00FA7150">
      <w:pPr>
        <w:ind w:firstLine="567"/>
        <w:jc w:val="both"/>
        <w:rPr>
          <w:sz w:val="28"/>
          <w:szCs w:val="28"/>
        </w:rPr>
      </w:pPr>
      <w:bookmarkStart w:id="2" w:name="Par790"/>
      <w:bookmarkEnd w:id="2"/>
      <w:r w:rsidRPr="00FA7150">
        <w:rPr>
          <w:sz w:val="28"/>
          <w:szCs w:val="28"/>
        </w:rPr>
        <w:t>5) право на досрочное назначение трудовой пенсии по старости в порядке, установленном законодательством Российской Федерации;</w:t>
      </w:r>
    </w:p>
    <w:p w:rsidR="00E16C6F" w:rsidRPr="00FA7150" w:rsidRDefault="00E16C6F" w:rsidP="00FA7150">
      <w:pPr>
        <w:ind w:firstLine="567"/>
        <w:jc w:val="both"/>
        <w:rPr>
          <w:sz w:val="28"/>
          <w:szCs w:val="28"/>
        </w:rPr>
      </w:pPr>
      <w:r w:rsidRPr="00FA7150">
        <w:rPr>
          <w:sz w:val="28"/>
          <w:szCs w:val="28"/>
        </w:rPr>
        <w:t>6) право на предоставление педагогическим работникам, состоящим на учете в качестве нуждающихся в жилых помещениях, вне очереди жилых помещений по договорам социального найма, право на предоставление жилых помещений специализированного жилищного фонда;</w:t>
      </w:r>
    </w:p>
    <w:p w:rsidR="00E16C6F" w:rsidRPr="00FA7150" w:rsidRDefault="00E16C6F" w:rsidP="00FA7150">
      <w:pPr>
        <w:ind w:firstLine="567"/>
        <w:jc w:val="both"/>
        <w:rPr>
          <w:sz w:val="28"/>
          <w:szCs w:val="28"/>
        </w:rPr>
      </w:pPr>
      <w:r w:rsidRPr="00FA7150">
        <w:rPr>
          <w:sz w:val="28"/>
          <w:szCs w:val="28"/>
        </w:rPr>
        <w:t>7) иные трудовые права, меры социальной поддержки, установленные федеральными законами и законодательными актами субъектов Российской Федерации.</w:t>
      </w:r>
    </w:p>
    <w:p w:rsidR="00E16C6F" w:rsidRPr="00FA7150" w:rsidRDefault="00E16C6F" w:rsidP="00FA7150">
      <w:pPr>
        <w:numPr>
          <w:ilvl w:val="2"/>
          <w:numId w:val="43"/>
        </w:numPr>
        <w:ind w:left="0" w:firstLine="567"/>
        <w:jc w:val="both"/>
        <w:rPr>
          <w:sz w:val="28"/>
          <w:szCs w:val="28"/>
        </w:rPr>
      </w:pPr>
      <w:r w:rsidRPr="00FA7150">
        <w:rPr>
          <w:sz w:val="28"/>
          <w:szCs w:val="28"/>
        </w:rPr>
        <w:t>Педагогические работники обязаны:</w:t>
      </w:r>
    </w:p>
    <w:p w:rsidR="00E16C6F" w:rsidRPr="00FA7150" w:rsidRDefault="00E16C6F" w:rsidP="00FA7150">
      <w:pPr>
        <w:ind w:firstLine="567"/>
        <w:jc w:val="both"/>
        <w:rPr>
          <w:sz w:val="28"/>
          <w:szCs w:val="28"/>
        </w:rPr>
      </w:pPr>
      <w:r w:rsidRPr="00FA7150">
        <w:rPr>
          <w:sz w:val="28"/>
          <w:szCs w:val="28"/>
        </w:rPr>
        <w:t>1) осуществлять свою деятельность на высоком профессиональном уровне, обеспечивать в полном объеме реализацию преподаваемых учебных предмета, курса, дисциплины (модуля) в соответствии с утвержденной рабочей программой;</w:t>
      </w:r>
    </w:p>
    <w:p w:rsidR="00E16C6F" w:rsidRPr="00FA7150" w:rsidRDefault="00E16C6F" w:rsidP="00FA7150">
      <w:pPr>
        <w:ind w:firstLine="567"/>
        <w:jc w:val="both"/>
        <w:rPr>
          <w:sz w:val="28"/>
          <w:szCs w:val="28"/>
        </w:rPr>
      </w:pPr>
      <w:r w:rsidRPr="00FA7150">
        <w:rPr>
          <w:sz w:val="28"/>
          <w:szCs w:val="28"/>
        </w:rPr>
        <w:t>2) соблюдать правовые, нравственные и этические нормы, следовать требованиям профессиональной этики;</w:t>
      </w:r>
    </w:p>
    <w:p w:rsidR="00E16C6F" w:rsidRPr="00FA7150" w:rsidRDefault="00E16C6F" w:rsidP="00FA7150">
      <w:pPr>
        <w:ind w:firstLine="567"/>
        <w:jc w:val="both"/>
        <w:rPr>
          <w:sz w:val="28"/>
          <w:szCs w:val="28"/>
        </w:rPr>
      </w:pPr>
      <w:r w:rsidRPr="00FA7150">
        <w:rPr>
          <w:sz w:val="28"/>
          <w:szCs w:val="28"/>
        </w:rPr>
        <w:t>3) уважать честь и достоинство обучающихся и других участников образовательных отношений;</w:t>
      </w:r>
    </w:p>
    <w:p w:rsidR="00E16C6F" w:rsidRPr="00FA7150" w:rsidRDefault="00E16C6F" w:rsidP="00FA7150">
      <w:pPr>
        <w:ind w:firstLine="567"/>
        <w:jc w:val="both"/>
        <w:rPr>
          <w:sz w:val="28"/>
          <w:szCs w:val="28"/>
        </w:rPr>
      </w:pPr>
      <w:r w:rsidRPr="00FA7150">
        <w:rPr>
          <w:sz w:val="28"/>
          <w:szCs w:val="28"/>
        </w:rPr>
        <w:t>4) развивать у обучающихся познавательную активность, самостоятельность, инициативу, творческие способности, формировать гражданскую позицию, способность к труду и жизни в условиях современного мира, формировать у обучающихся культуру здорового и безопасного образа жизни;</w:t>
      </w:r>
    </w:p>
    <w:p w:rsidR="00E16C6F" w:rsidRPr="00FA7150" w:rsidRDefault="00E16C6F" w:rsidP="00FA7150">
      <w:pPr>
        <w:ind w:firstLine="567"/>
        <w:jc w:val="both"/>
        <w:rPr>
          <w:sz w:val="28"/>
          <w:szCs w:val="28"/>
        </w:rPr>
      </w:pPr>
      <w:r w:rsidRPr="00FA7150">
        <w:rPr>
          <w:sz w:val="28"/>
          <w:szCs w:val="28"/>
        </w:rPr>
        <w:t>5) применять педагогически обоснованные и обеспечивающие высокое качество образования формы, методы обучения и воспитания;</w:t>
      </w:r>
    </w:p>
    <w:p w:rsidR="00E16C6F" w:rsidRPr="00FA7150" w:rsidRDefault="00E16C6F" w:rsidP="00FA7150">
      <w:pPr>
        <w:ind w:firstLine="567"/>
        <w:jc w:val="both"/>
        <w:rPr>
          <w:sz w:val="28"/>
          <w:szCs w:val="28"/>
        </w:rPr>
      </w:pPr>
      <w:r w:rsidRPr="00FA7150">
        <w:rPr>
          <w:sz w:val="28"/>
          <w:szCs w:val="28"/>
        </w:rPr>
        <w:t>6) учитывать особенности психофизического развития обучающихся и состояние их здоровья, соблюдать специальные условия, необходимые для получения образования лицами с ограниченными возможностями здоровья, взаимодействовать при необходимости с медицинскими организациями;</w:t>
      </w:r>
    </w:p>
    <w:p w:rsidR="00E16C6F" w:rsidRPr="00FA7150" w:rsidRDefault="00E16C6F" w:rsidP="00FA7150">
      <w:pPr>
        <w:ind w:firstLine="567"/>
        <w:jc w:val="both"/>
        <w:rPr>
          <w:sz w:val="28"/>
          <w:szCs w:val="28"/>
        </w:rPr>
      </w:pPr>
      <w:r w:rsidRPr="00FA7150">
        <w:rPr>
          <w:sz w:val="28"/>
          <w:szCs w:val="28"/>
        </w:rPr>
        <w:t>7) систематически повышать свой профессиональный уровень;</w:t>
      </w:r>
    </w:p>
    <w:p w:rsidR="00E16C6F" w:rsidRPr="00FA7150" w:rsidRDefault="00E16C6F" w:rsidP="00FA7150">
      <w:pPr>
        <w:ind w:firstLine="567"/>
        <w:jc w:val="both"/>
        <w:rPr>
          <w:sz w:val="28"/>
          <w:szCs w:val="28"/>
        </w:rPr>
      </w:pPr>
      <w:r w:rsidRPr="00FA7150">
        <w:rPr>
          <w:sz w:val="28"/>
          <w:szCs w:val="28"/>
        </w:rPr>
        <w:t>8) проходить аттестацию на соответствие занимаемой должности в порядке, установленном законодательством об образовании;</w:t>
      </w:r>
    </w:p>
    <w:p w:rsidR="00E16C6F" w:rsidRPr="00FA7150" w:rsidRDefault="00E16C6F" w:rsidP="00FA7150">
      <w:pPr>
        <w:ind w:firstLine="567"/>
        <w:jc w:val="both"/>
        <w:rPr>
          <w:sz w:val="28"/>
          <w:szCs w:val="28"/>
        </w:rPr>
      </w:pPr>
      <w:r w:rsidRPr="00FA7150">
        <w:rPr>
          <w:sz w:val="28"/>
          <w:szCs w:val="28"/>
        </w:rPr>
        <w:t>9) проходить в соответствии с трудовым законодательством предварительные при поступлении на работу и периодические медицинские осмотры, а также внеочередные медицинские осмотры по направлению работодателя;</w:t>
      </w:r>
    </w:p>
    <w:p w:rsidR="00E16C6F" w:rsidRPr="00FA7150" w:rsidRDefault="00E16C6F" w:rsidP="00FA7150">
      <w:pPr>
        <w:ind w:firstLine="567"/>
        <w:jc w:val="both"/>
        <w:rPr>
          <w:sz w:val="28"/>
          <w:szCs w:val="28"/>
        </w:rPr>
      </w:pPr>
      <w:r w:rsidRPr="00FA7150">
        <w:rPr>
          <w:sz w:val="28"/>
          <w:szCs w:val="28"/>
        </w:rPr>
        <w:t>10) проходить в установленном законодательством Российской Федерации порядке обучение и проверку знаний и навыков в области охраны труда;</w:t>
      </w:r>
    </w:p>
    <w:p w:rsidR="00E16C6F" w:rsidRPr="00FA7150" w:rsidRDefault="00E16C6F" w:rsidP="00FA7150">
      <w:pPr>
        <w:ind w:firstLine="567"/>
        <w:jc w:val="both"/>
        <w:rPr>
          <w:sz w:val="28"/>
          <w:szCs w:val="28"/>
        </w:rPr>
      </w:pPr>
      <w:r w:rsidRPr="00FA7150">
        <w:rPr>
          <w:sz w:val="28"/>
          <w:szCs w:val="28"/>
        </w:rPr>
        <w:t>11) соблюдать настоящий Устав, правила внутреннего трудового распорядка, локальные нормативные акты Школы.</w:t>
      </w:r>
    </w:p>
    <w:p w:rsidR="00E16C6F" w:rsidRPr="00FA7150" w:rsidRDefault="00E16C6F" w:rsidP="00FA7150">
      <w:pPr>
        <w:numPr>
          <w:ilvl w:val="2"/>
          <w:numId w:val="43"/>
        </w:numPr>
        <w:ind w:left="0" w:firstLine="567"/>
        <w:jc w:val="both"/>
        <w:rPr>
          <w:sz w:val="28"/>
          <w:szCs w:val="28"/>
        </w:rPr>
      </w:pPr>
      <w:r w:rsidRPr="00FA7150">
        <w:rPr>
          <w:sz w:val="28"/>
          <w:szCs w:val="28"/>
        </w:rPr>
        <w:t>Педагогический работник не вправе оказывать платные образовательные услуги обучающимся в Школе, если это приводит к конфликту интересов педагогического работника.</w:t>
      </w:r>
    </w:p>
    <w:p w:rsidR="00E16C6F" w:rsidRPr="00FA7150" w:rsidRDefault="00E16C6F" w:rsidP="00FA7150">
      <w:pPr>
        <w:numPr>
          <w:ilvl w:val="2"/>
          <w:numId w:val="43"/>
        </w:numPr>
        <w:ind w:left="0" w:firstLine="567"/>
        <w:jc w:val="both"/>
        <w:rPr>
          <w:sz w:val="28"/>
          <w:szCs w:val="28"/>
        </w:rPr>
      </w:pPr>
      <w:r w:rsidRPr="00FA7150">
        <w:rPr>
          <w:sz w:val="28"/>
          <w:szCs w:val="28"/>
        </w:rPr>
        <w:t>Педагогическим работникам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w:t>
      </w:r>
    </w:p>
    <w:p w:rsidR="00E16C6F" w:rsidRPr="00FA7150" w:rsidRDefault="00E16C6F" w:rsidP="00FA7150">
      <w:pPr>
        <w:numPr>
          <w:ilvl w:val="2"/>
          <w:numId w:val="43"/>
        </w:numPr>
        <w:ind w:left="0" w:firstLine="567"/>
        <w:jc w:val="both"/>
        <w:rPr>
          <w:sz w:val="28"/>
          <w:szCs w:val="28"/>
        </w:rPr>
      </w:pPr>
      <w:r w:rsidRPr="00FA7150">
        <w:rPr>
          <w:sz w:val="28"/>
          <w:szCs w:val="28"/>
        </w:rPr>
        <w:t>Педагогические работники несут ответственность за неисполнение или ненадлежащее исполнение возложенных на них обязанностей в порядке и в случаях, которые установлены федеральными законами. Неисполнение или ненадлежащее исполнение педагогическими работниками обязанностей, предусмотренных пунктом 7.12.5, учитывается при прохождении ими аттестации.</w:t>
      </w:r>
    </w:p>
    <w:p w:rsidR="00E16C6F" w:rsidRPr="00FA7150" w:rsidRDefault="00E16C6F" w:rsidP="00FA7150">
      <w:pPr>
        <w:numPr>
          <w:ilvl w:val="2"/>
          <w:numId w:val="43"/>
        </w:numPr>
        <w:ind w:left="0" w:firstLine="567"/>
        <w:jc w:val="both"/>
        <w:rPr>
          <w:sz w:val="28"/>
          <w:szCs w:val="28"/>
        </w:rPr>
      </w:pPr>
      <w:r w:rsidRPr="00FA7150">
        <w:rPr>
          <w:snapToGrid w:val="0"/>
          <w:sz w:val="28"/>
          <w:szCs w:val="28"/>
        </w:rPr>
        <w:t>Трудовые отношения работника и Школы регулируются трудовым договором, условия которого не могут противоречить трудовому законодательству Российской Федерации.</w:t>
      </w:r>
    </w:p>
    <w:p w:rsidR="00E16C6F" w:rsidRPr="00FA7150" w:rsidRDefault="00E16C6F" w:rsidP="00FA7150">
      <w:pPr>
        <w:numPr>
          <w:ilvl w:val="2"/>
          <w:numId w:val="43"/>
        </w:numPr>
        <w:ind w:left="0" w:firstLine="567"/>
        <w:jc w:val="both"/>
        <w:rPr>
          <w:sz w:val="28"/>
          <w:szCs w:val="28"/>
        </w:rPr>
      </w:pPr>
      <w:r w:rsidRPr="00FA7150">
        <w:rPr>
          <w:sz w:val="28"/>
          <w:szCs w:val="28"/>
        </w:rPr>
        <w:t xml:space="preserve">В рабочее время педагогических работников в зависимости от занимаемой должности включается учебная, воспитательная работа, индивидуальная работа с обучающимися, а также другая педагогическая работа, предусмотренная трудовыми (должностными) обязанностями и (или) индивидуальным планом, </w:t>
      </w:r>
      <w:r w:rsidRPr="00FA7150">
        <w:rPr>
          <w:sz w:val="28"/>
          <w:szCs w:val="28"/>
        </w:rPr>
        <w:sym w:font="Symbol" w:char="F02D"/>
      </w:r>
      <w:r w:rsidRPr="00FA7150">
        <w:rPr>
          <w:sz w:val="28"/>
          <w:szCs w:val="28"/>
        </w:rPr>
        <w:t xml:space="preserve"> методическая, подготовительная, организационная, диагностическая, работа по ведению мониторинга, работа, предусмотренная планами воспитательных, физкультурно-оздоровительных, спортивных, творческих и иных мероприятий, проводимых с обучающимися.</w:t>
      </w:r>
    </w:p>
    <w:p w:rsidR="00E16C6F" w:rsidRPr="00FA7150" w:rsidRDefault="00E16C6F" w:rsidP="00FA7150">
      <w:pPr>
        <w:ind w:firstLine="567"/>
        <w:jc w:val="both"/>
        <w:rPr>
          <w:sz w:val="28"/>
          <w:szCs w:val="28"/>
        </w:rPr>
      </w:pPr>
      <w:r w:rsidRPr="00FA7150">
        <w:rPr>
          <w:sz w:val="28"/>
          <w:szCs w:val="28"/>
        </w:rPr>
        <w:t>Конкретные трудовые (должностные) обязанности педагогических работников определяются трудовыми договорами и должностными инструкциями.</w:t>
      </w:r>
    </w:p>
    <w:p w:rsidR="00E16C6F" w:rsidRPr="00FA7150" w:rsidRDefault="00E16C6F" w:rsidP="00FA7150">
      <w:pPr>
        <w:ind w:firstLine="567"/>
        <w:jc w:val="both"/>
        <w:rPr>
          <w:sz w:val="28"/>
          <w:szCs w:val="28"/>
        </w:rPr>
      </w:pPr>
      <w:r w:rsidRPr="00FA7150">
        <w:rPr>
          <w:sz w:val="28"/>
          <w:szCs w:val="28"/>
        </w:rPr>
        <w:t>Соотношение учебной и другой педагогической работы в пределах рабочей недели или учебного года определяется соответствующим локальным нормативным актом Школы с учетом количества часов по учебному плану, специальности и квалификации работника.</w:t>
      </w:r>
    </w:p>
    <w:p w:rsidR="00E16C6F" w:rsidRPr="00FA7150" w:rsidRDefault="00E16C6F" w:rsidP="00FA7150">
      <w:pPr>
        <w:numPr>
          <w:ilvl w:val="2"/>
          <w:numId w:val="43"/>
        </w:numPr>
        <w:ind w:left="0" w:firstLine="567"/>
        <w:jc w:val="both"/>
        <w:rPr>
          <w:sz w:val="28"/>
          <w:szCs w:val="28"/>
        </w:rPr>
      </w:pPr>
      <w:r w:rsidRPr="00FA7150">
        <w:rPr>
          <w:sz w:val="28"/>
          <w:szCs w:val="28"/>
        </w:rPr>
        <w:t>Режим рабочего времени и времени отдыха педагогических работников Школы определяется коллективным договором, правилами внутреннего трудового распорядка, иными локальными нормативными актами Школы, трудовым договором, графиками работы и расписанием занятий в соответствии с требованиями трудового законодательства и с учетом особенностей, установленных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E16C6F" w:rsidRPr="00FA7150" w:rsidRDefault="00E16C6F" w:rsidP="00FA7150">
      <w:pPr>
        <w:numPr>
          <w:ilvl w:val="1"/>
          <w:numId w:val="43"/>
        </w:numPr>
        <w:ind w:left="0" w:firstLine="567"/>
        <w:jc w:val="both"/>
        <w:rPr>
          <w:sz w:val="28"/>
          <w:szCs w:val="28"/>
        </w:rPr>
      </w:pPr>
      <w:r w:rsidRPr="00FA7150">
        <w:rPr>
          <w:snapToGrid w:val="0"/>
          <w:sz w:val="28"/>
          <w:szCs w:val="28"/>
        </w:rPr>
        <w:t xml:space="preserve">Права, обязанности и ответственность административно-хозяйственных, учебно-вспомогательных и иных </w:t>
      </w:r>
      <w:r w:rsidRPr="00FA7150">
        <w:rPr>
          <w:sz w:val="28"/>
          <w:szCs w:val="28"/>
        </w:rPr>
        <w:t>работников, осуществляющих вспомогательные функции,</w:t>
      </w:r>
      <w:r w:rsidRPr="00FA7150">
        <w:rPr>
          <w:snapToGrid w:val="0"/>
          <w:sz w:val="28"/>
          <w:szCs w:val="28"/>
        </w:rPr>
        <w:t xml:space="preserve"> </w:t>
      </w:r>
      <w:r w:rsidRPr="00FA7150">
        <w:rPr>
          <w:sz w:val="28"/>
          <w:szCs w:val="28"/>
        </w:rPr>
        <w:t>устанавливаются законодательством Российской Федерации, настоящим Уставом, правилами внутреннего трудового распорядка и иными локальными нормативными актами Школы, должностными инструкциями и трудовыми договорами.</w:t>
      </w:r>
    </w:p>
    <w:p w:rsidR="00E16C6F" w:rsidRPr="00FA7150" w:rsidRDefault="00E16C6F" w:rsidP="00FA7150">
      <w:pPr>
        <w:numPr>
          <w:ilvl w:val="1"/>
          <w:numId w:val="43"/>
        </w:numPr>
        <w:ind w:left="0" w:firstLine="567"/>
        <w:jc w:val="both"/>
        <w:rPr>
          <w:sz w:val="28"/>
          <w:szCs w:val="28"/>
        </w:rPr>
      </w:pPr>
      <w:r w:rsidRPr="00FA7150">
        <w:rPr>
          <w:sz w:val="28"/>
          <w:szCs w:val="28"/>
        </w:rPr>
        <w:t>Оплата труда работников Школы:</w:t>
      </w:r>
    </w:p>
    <w:p w:rsidR="00E16C6F" w:rsidRPr="00FA7150" w:rsidRDefault="00E16C6F" w:rsidP="00FA7150">
      <w:pPr>
        <w:pStyle w:val="BodyText"/>
        <w:numPr>
          <w:ilvl w:val="3"/>
          <w:numId w:val="43"/>
        </w:numPr>
        <w:suppressAutoHyphens/>
        <w:spacing w:line="240" w:lineRule="auto"/>
        <w:ind w:left="0" w:firstLine="567"/>
        <w:rPr>
          <w:sz w:val="28"/>
          <w:szCs w:val="28"/>
        </w:rPr>
      </w:pPr>
      <w:r w:rsidRPr="00FA7150">
        <w:rPr>
          <w:sz w:val="28"/>
          <w:szCs w:val="28"/>
        </w:rPr>
        <w:t>заработная плата выплачивается за выполнение работниками Школы функциональных обязанностей, предусмотренных договором;</w:t>
      </w:r>
    </w:p>
    <w:p w:rsidR="00E16C6F" w:rsidRPr="00FA7150" w:rsidRDefault="00E16C6F" w:rsidP="00FA7150">
      <w:pPr>
        <w:pStyle w:val="BodyText"/>
        <w:numPr>
          <w:ilvl w:val="3"/>
          <w:numId w:val="43"/>
        </w:numPr>
        <w:suppressAutoHyphens/>
        <w:spacing w:line="240" w:lineRule="auto"/>
        <w:ind w:left="0" w:firstLine="567"/>
        <w:rPr>
          <w:sz w:val="28"/>
          <w:szCs w:val="28"/>
        </w:rPr>
      </w:pPr>
      <w:r w:rsidRPr="00FA7150">
        <w:rPr>
          <w:sz w:val="28"/>
          <w:szCs w:val="28"/>
        </w:rPr>
        <w:t>выполнение других работ и обязанностей работниками Школы оплачивается дополнительным договором;</w:t>
      </w:r>
    </w:p>
    <w:p w:rsidR="00E16C6F" w:rsidRPr="00FA7150" w:rsidRDefault="00E16C6F" w:rsidP="00FA7150">
      <w:pPr>
        <w:pStyle w:val="BodyText"/>
        <w:numPr>
          <w:ilvl w:val="3"/>
          <w:numId w:val="43"/>
        </w:numPr>
        <w:suppressAutoHyphens/>
        <w:spacing w:line="240" w:lineRule="auto"/>
        <w:ind w:left="0" w:firstLine="567"/>
        <w:rPr>
          <w:sz w:val="28"/>
          <w:szCs w:val="28"/>
        </w:rPr>
      </w:pPr>
      <w:r w:rsidRPr="00FA7150">
        <w:rPr>
          <w:sz w:val="28"/>
          <w:szCs w:val="28"/>
        </w:rPr>
        <w:t>объем учебной нагрузки педагогическим работникам школы устанавливается от количества часов по учебному плану и часов учебной программы и обеспеченности кадрами.</w:t>
      </w:r>
    </w:p>
    <w:p w:rsidR="00E16C6F" w:rsidRPr="00FA7150" w:rsidRDefault="00E16C6F" w:rsidP="00FA7150">
      <w:pPr>
        <w:pStyle w:val="BodyText"/>
        <w:numPr>
          <w:ilvl w:val="1"/>
          <w:numId w:val="43"/>
        </w:numPr>
        <w:suppressAutoHyphens/>
        <w:spacing w:line="240" w:lineRule="auto"/>
        <w:ind w:left="0" w:firstLine="567"/>
        <w:rPr>
          <w:sz w:val="28"/>
          <w:szCs w:val="28"/>
        </w:rPr>
      </w:pPr>
      <w:r w:rsidRPr="00FA7150">
        <w:rPr>
          <w:sz w:val="28"/>
          <w:szCs w:val="28"/>
        </w:rPr>
        <w:t>К грубым нарушениям настоящего Устава и локальных нормативных актов Школы относится виновное умышленное и (или) неумышленное действие и (или) бездействие участника или группы участников образовательного процесса, которое</w:t>
      </w:r>
    </w:p>
    <w:p w:rsidR="00E16C6F" w:rsidRPr="00FA7150" w:rsidRDefault="00E16C6F" w:rsidP="00FA7150">
      <w:pPr>
        <w:pStyle w:val="BodyText"/>
        <w:numPr>
          <w:ilvl w:val="3"/>
          <w:numId w:val="43"/>
        </w:numPr>
        <w:suppressAutoHyphens/>
        <w:spacing w:line="240" w:lineRule="auto"/>
        <w:ind w:left="0" w:firstLine="567"/>
        <w:rPr>
          <w:sz w:val="28"/>
          <w:szCs w:val="28"/>
        </w:rPr>
      </w:pPr>
      <w:r w:rsidRPr="00FA7150">
        <w:rPr>
          <w:sz w:val="28"/>
          <w:szCs w:val="28"/>
        </w:rPr>
        <w:t>повлекло или могло повлечь угрозу или причинение вреда жизни и здоровью других;</w:t>
      </w:r>
    </w:p>
    <w:p w:rsidR="00E16C6F" w:rsidRPr="00FA7150" w:rsidRDefault="00E16C6F" w:rsidP="00FA7150">
      <w:pPr>
        <w:pStyle w:val="BodyText"/>
        <w:numPr>
          <w:ilvl w:val="3"/>
          <w:numId w:val="43"/>
        </w:numPr>
        <w:suppressAutoHyphens/>
        <w:spacing w:line="240" w:lineRule="auto"/>
        <w:ind w:left="0" w:firstLine="567"/>
        <w:rPr>
          <w:sz w:val="28"/>
          <w:szCs w:val="28"/>
        </w:rPr>
      </w:pPr>
      <w:r w:rsidRPr="00FA7150">
        <w:rPr>
          <w:sz w:val="28"/>
          <w:szCs w:val="28"/>
        </w:rPr>
        <w:t>привело к дезорганизации образовательного процесса;</w:t>
      </w:r>
    </w:p>
    <w:p w:rsidR="00E16C6F" w:rsidRPr="00FA7150" w:rsidRDefault="00E16C6F" w:rsidP="00FA7150">
      <w:pPr>
        <w:pStyle w:val="BodyText"/>
        <w:numPr>
          <w:ilvl w:val="3"/>
          <w:numId w:val="43"/>
        </w:numPr>
        <w:suppressAutoHyphens/>
        <w:spacing w:line="240" w:lineRule="auto"/>
        <w:ind w:left="0" w:firstLine="567"/>
        <w:rPr>
          <w:sz w:val="28"/>
          <w:szCs w:val="28"/>
        </w:rPr>
      </w:pPr>
      <w:r w:rsidRPr="00FA7150">
        <w:rPr>
          <w:sz w:val="28"/>
          <w:szCs w:val="28"/>
        </w:rPr>
        <w:t>нанесло материальный ущерб Школе, личному имуществу участников образовательного процесса;</w:t>
      </w:r>
    </w:p>
    <w:p w:rsidR="00E16C6F" w:rsidRPr="00FA7150" w:rsidRDefault="00E16C6F" w:rsidP="00FA7150">
      <w:pPr>
        <w:pStyle w:val="BodyText"/>
        <w:numPr>
          <w:ilvl w:val="3"/>
          <w:numId w:val="43"/>
        </w:numPr>
        <w:suppressAutoHyphens/>
        <w:spacing w:line="240" w:lineRule="auto"/>
        <w:ind w:left="0" w:firstLine="567"/>
        <w:rPr>
          <w:sz w:val="28"/>
          <w:szCs w:val="28"/>
        </w:rPr>
      </w:pPr>
      <w:r w:rsidRPr="00FA7150">
        <w:rPr>
          <w:sz w:val="28"/>
          <w:szCs w:val="28"/>
        </w:rPr>
        <w:t>является систематическим неисполнением основных обязанностей;</w:t>
      </w:r>
    </w:p>
    <w:p w:rsidR="00E16C6F" w:rsidRPr="00542800" w:rsidRDefault="00E16C6F" w:rsidP="00957EE1">
      <w:pPr>
        <w:pStyle w:val="BodyText"/>
        <w:numPr>
          <w:ilvl w:val="3"/>
          <w:numId w:val="43"/>
        </w:numPr>
        <w:suppressAutoHyphens/>
        <w:spacing w:after="200" w:line="276" w:lineRule="auto"/>
        <w:ind w:left="0" w:firstLine="567"/>
        <w:rPr>
          <w:sz w:val="20"/>
          <w:szCs w:val="28"/>
        </w:rPr>
      </w:pPr>
      <w:r w:rsidRPr="00957EE1">
        <w:rPr>
          <w:sz w:val="28"/>
          <w:szCs w:val="28"/>
        </w:rPr>
        <w:t>является психическим насилием: угрозы; преднамеренная изоляция, предъявление чрезмерных требований, не соответствующих возрасту, квалификации, должностным обязанностям; оскорбление и унижение достоинства; необоснованная систематическая критика, выводящая из душевного равновесия; постоянная негативная характеристика, негативное демонстративное отношение.</w:t>
      </w:r>
    </w:p>
    <w:p w:rsidR="00E16C6F" w:rsidRDefault="00E16C6F" w:rsidP="00542800">
      <w:pPr>
        <w:pStyle w:val="BodyText"/>
        <w:numPr>
          <w:ilvl w:val="0"/>
          <w:numId w:val="43"/>
        </w:numPr>
        <w:suppressAutoHyphens/>
        <w:spacing w:after="200" w:line="276" w:lineRule="auto"/>
        <w:jc w:val="center"/>
        <w:rPr>
          <w:b/>
          <w:sz w:val="28"/>
          <w:szCs w:val="28"/>
        </w:rPr>
      </w:pPr>
      <w:r w:rsidRPr="00CE6628">
        <w:rPr>
          <w:b/>
          <w:sz w:val="28"/>
          <w:szCs w:val="28"/>
        </w:rPr>
        <w:t>Организация получения образования обучающимися с ограниченными</w:t>
      </w:r>
      <w:r w:rsidRPr="00542800">
        <w:rPr>
          <w:b/>
          <w:sz w:val="28"/>
          <w:szCs w:val="28"/>
        </w:rPr>
        <w:t xml:space="preserve"> возможностями здоровья</w:t>
      </w:r>
    </w:p>
    <w:p w:rsidR="00E16C6F" w:rsidRDefault="00E16C6F" w:rsidP="003E6B14">
      <w:pPr>
        <w:pStyle w:val="BodyText"/>
        <w:numPr>
          <w:ilvl w:val="1"/>
          <w:numId w:val="43"/>
        </w:numPr>
        <w:suppressAutoHyphens/>
        <w:spacing w:line="240" w:lineRule="auto"/>
        <w:ind w:left="0" w:firstLine="567"/>
        <w:rPr>
          <w:sz w:val="28"/>
          <w:szCs w:val="28"/>
        </w:rPr>
      </w:pPr>
      <w:r w:rsidRPr="00542800">
        <w:rPr>
          <w:sz w:val="28"/>
          <w:szCs w:val="28"/>
        </w:rPr>
        <w:t>Содержание образования</w:t>
      </w:r>
      <w:r>
        <w:rPr>
          <w:sz w:val="28"/>
          <w:szCs w:val="28"/>
        </w:rPr>
        <w:t xml:space="preserve"> и условия организации обучения и воспитания обучающихся с ограниченными возможностями здоровья определяются адаптированной образовательной программой, а для инвалидов также в соответствии с индивидуальной программой реабилитации инвалидов.</w:t>
      </w:r>
    </w:p>
    <w:p w:rsidR="00E16C6F" w:rsidRDefault="00E16C6F" w:rsidP="003E6B14">
      <w:pPr>
        <w:pStyle w:val="BodyText"/>
        <w:numPr>
          <w:ilvl w:val="1"/>
          <w:numId w:val="43"/>
        </w:numPr>
        <w:suppressAutoHyphens/>
        <w:spacing w:line="240" w:lineRule="auto"/>
        <w:ind w:left="0" w:firstLine="567"/>
        <w:rPr>
          <w:sz w:val="28"/>
          <w:szCs w:val="28"/>
        </w:rPr>
      </w:pPr>
      <w:r>
        <w:rPr>
          <w:sz w:val="28"/>
          <w:szCs w:val="28"/>
        </w:rPr>
        <w:t>Общее образование обучающихся с ограниченными возможностями здоровья осуществляется в Школе по адаптированным основным общеобразовательным программам.</w:t>
      </w:r>
    </w:p>
    <w:p w:rsidR="00E16C6F" w:rsidRDefault="00E16C6F" w:rsidP="003E6B14">
      <w:pPr>
        <w:pStyle w:val="BodyText"/>
        <w:numPr>
          <w:ilvl w:val="1"/>
          <w:numId w:val="43"/>
        </w:numPr>
        <w:suppressAutoHyphens/>
        <w:spacing w:line="240" w:lineRule="auto"/>
        <w:ind w:left="0" w:firstLine="567"/>
        <w:rPr>
          <w:sz w:val="28"/>
          <w:szCs w:val="28"/>
        </w:rPr>
      </w:pPr>
      <w:r>
        <w:rPr>
          <w:sz w:val="28"/>
          <w:szCs w:val="28"/>
        </w:rPr>
        <w:t>Образование обучающихся</w:t>
      </w:r>
      <w:r w:rsidRPr="003E6B14">
        <w:rPr>
          <w:sz w:val="28"/>
          <w:szCs w:val="28"/>
        </w:rPr>
        <w:t xml:space="preserve"> </w:t>
      </w:r>
      <w:r>
        <w:rPr>
          <w:sz w:val="28"/>
          <w:szCs w:val="28"/>
        </w:rPr>
        <w:t>с ограниченными возможностями здоровья может быть организованно как совместно с другими обучающимися, так и в отдельных классах, группах.</w:t>
      </w:r>
    </w:p>
    <w:p w:rsidR="00E16C6F" w:rsidRDefault="00E16C6F" w:rsidP="003E6B14">
      <w:pPr>
        <w:pStyle w:val="BodyText"/>
        <w:numPr>
          <w:ilvl w:val="1"/>
          <w:numId w:val="43"/>
        </w:numPr>
        <w:suppressAutoHyphens/>
        <w:spacing w:line="240" w:lineRule="auto"/>
        <w:ind w:left="0" w:firstLine="567"/>
        <w:rPr>
          <w:sz w:val="28"/>
          <w:szCs w:val="28"/>
        </w:rPr>
      </w:pPr>
      <w:r>
        <w:rPr>
          <w:sz w:val="28"/>
          <w:szCs w:val="28"/>
        </w:rPr>
        <w:t>При получении образования обучающимся с ограниченными возможностями здоровья предоставляются бесплатно учебники и учебные пособия, иная учебная литература.</w:t>
      </w:r>
    </w:p>
    <w:p w:rsidR="00E16C6F" w:rsidRPr="00542800" w:rsidRDefault="00E16C6F" w:rsidP="003E6B14">
      <w:pPr>
        <w:pStyle w:val="BodyText"/>
        <w:suppressAutoHyphens/>
        <w:spacing w:line="240" w:lineRule="auto"/>
        <w:ind w:left="567" w:firstLine="0"/>
        <w:rPr>
          <w:sz w:val="28"/>
          <w:szCs w:val="28"/>
        </w:rPr>
      </w:pPr>
    </w:p>
    <w:p w:rsidR="00E16C6F" w:rsidRDefault="00E16C6F" w:rsidP="00FA7150">
      <w:pPr>
        <w:numPr>
          <w:ilvl w:val="0"/>
          <w:numId w:val="43"/>
        </w:numPr>
        <w:ind w:left="0" w:firstLine="567"/>
        <w:jc w:val="center"/>
        <w:rPr>
          <w:b/>
          <w:sz w:val="28"/>
          <w:szCs w:val="28"/>
        </w:rPr>
      </w:pPr>
      <w:r w:rsidRPr="00FA7150">
        <w:rPr>
          <w:b/>
          <w:sz w:val="28"/>
          <w:szCs w:val="28"/>
        </w:rPr>
        <w:t xml:space="preserve">Локальные нормативные акты, </w:t>
      </w:r>
    </w:p>
    <w:p w:rsidR="00E16C6F" w:rsidRPr="00FA7150" w:rsidRDefault="00E16C6F" w:rsidP="006E1272">
      <w:pPr>
        <w:ind w:left="567"/>
        <w:jc w:val="center"/>
        <w:rPr>
          <w:b/>
          <w:sz w:val="28"/>
          <w:szCs w:val="28"/>
        </w:rPr>
      </w:pPr>
      <w:r w:rsidRPr="00FA7150">
        <w:rPr>
          <w:b/>
          <w:sz w:val="28"/>
          <w:szCs w:val="28"/>
        </w:rPr>
        <w:t>регламентирующие деятельность Школы</w:t>
      </w:r>
    </w:p>
    <w:p w:rsidR="00E16C6F" w:rsidRPr="00907B2C" w:rsidRDefault="00E16C6F" w:rsidP="00FA7150">
      <w:pPr>
        <w:ind w:left="567"/>
        <w:rPr>
          <w:b/>
          <w:sz w:val="18"/>
          <w:szCs w:val="28"/>
        </w:rPr>
      </w:pPr>
    </w:p>
    <w:p w:rsidR="00E16C6F" w:rsidRPr="00FA7150" w:rsidRDefault="00E16C6F" w:rsidP="00FA7150">
      <w:pPr>
        <w:numPr>
          <w:ilvl w:val="1"/>
          <w:numId w:val="43"/>
        </w:numPr>
        <w:ind w:left="0" w:firstLine="567"/>
        <w:jc w:val="both"/>
        <w:rPr>
          <w:sz w:val="28"/>
          <w:szCs w:val="28"/>
        </w:rPr>
      </w:pPr>
      <w:r w:rsidRPr="00FA7150">
        <w:rPr>
          <w:sz w:val="28"/>
          <w:szCs w:val="28"/>
        </w:rPr>
        <w:t>Школа самостоятельно устанавливает</w:t>
      </w:r>
      <w:r w:rsidRPr="00FA7150">
        <w:rPr>
          <w:snapToGrid w:val="0"/>
          <w:sz w:val="28"/>
          <w:szCs w:val="28"/>
        </w:rPr>
        <w:t xml:space="preserve"> необходимое количество </w:t>
      </w:r>
      <w:r w:rsidRPr="00FA7150">
        <w:rPr>
          <w:sz w:val="28"/>
          <w:szCs w:val="28"/>
        </w:rPr>
        <w:t xml:space="preserve">локальных нормативных актов, содержащих нормы, регулирующие образовательные отношения (далее </w:t>
      </w:r>
      <w:r w:rsidRPr="00FA7150">
        <w:rPr>
          <w:sz w:val="28"/>
          <w:szCs w:val="28"/>
        </w:rPr>
        <w:sym w:font="Symbol" w:char="F02D"/>
      </w:r>
      <w:r w:rsidRPr="00FA7150">
        <w:rPr>
          <w:sz w:val="28"/>
          <w:szCs w:val="28"/>
        </w:rPr>
        <w:t xml:space="preserve"> локальные нормативные акты).</w:t>
      </w:r>
    </w:p>
    <w:p w:rsidR="00E16C6F" w:rsidRPr="00FA7150" w:rsidRDefault="00E16C6F" w:rsidP="00FA7150">
      <w:pPr>
        <w:numPr>
          <w:ilvl w:val="1"/>
          <w:numId w:val="43"/>
        </w:numPr>
        <w:ind w:left="0" w:firstLine="567"/>
        <w:jc w:val="both"/>
        <w:rPr>
          <w:sz w:val="28"/>
          <w:szCs w:val="28"/>
        </w:rPr>
      </w:pPr>
      <w:r w:rsidRPr="00FA7150">
        <w:rPr>
          <w:snapToGrid w:val="0"/>
          <w:sz w:val="28"/>
          <w:szCs w:val="28"/>
        </w:rPr>
        <w:t xml:space="preserve">Школа </w:t>
      </w:r>
      <w:r w:rsidRPr="00FA7150">
        <w:rPr>
          <w:sz w:val="28"/>
          <w:szCs w:val="28"/>
        </w:rPr>
        <w:t>принимает локальные нормативные акты в пределах своей компетенции в соответствии с законодательством Российской Федерации в порядке, установленном настоящим Уставом.</w:t>
      </w:r>
    </w:p>
    <w:p w:rsidR="00E16C6F" w:rsidRPr="00FA7150" w:rsidRDefault="00E16C6F" w:rsidP="00FA7150">
      <w:pPr>
        <w:numPr>
          <w:ilvl w:val="1"/>
          <w:numId w:val="43"/>
        </w:numPr>
        <w:ind w:left="0" w:firstLine="567"/>
        <w:jc w:val="both"/>
        <w:rPr>
          <w:sz w:val="28"/>
          <w:szCs w:val="28"/>
        </w:rPr>
      </w:pPr>
      <w:r w:rsidRPr="00FA7150">
        <w:rPr>
          <w:sz w:val="28"/>
          <w:szCs w:val="28"/>
        </w:rPr>
        <w:t>Школа принимает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обучающихся, порядок оформления возникновения, приостановления и прекращения отношений между Школой и обучающимися и (или) родителями (законными представителями) несовершеннолетних обучающихся.</w:t>
      </w:r>
    </w:p>
    <w:p w:rsidR="00E16C6F" w:rsidRPr="00FA7150" w:rsidRDefault="00E16C6F" w:rsidP="00FA7150">
      <w:pPr>
        <w:numPr>
          <w:ilvl w:val="1"/>
          <w:numId w:val="43"/>
        </w:numPr>
        <w:ind w:left="0" w:firstLine="567"/>
        <w:jc w:val="both"/>
        <w:rPr>
          <w:sz w:val="28"/>
          <w:szCs w:val="28"/>
        </w:rPr>
      </w:pPr>
      <w:r w:rsidRPr="00FA7150">
        <w:rPr>
          <w:sz w:val="28"/>
          <w:szCs w:val="28"/>
        </w:rPr>
        <w:t>Локальными нормативными актами, регламентирующими деятельность Учреждения являются приказы, распоряжения, а также утвержденные приказами положения, правила, инструкции и другие акты, утверждаемые в установленном порядке.</w:t>
      </w:r>
    </w:p>
    <w:p w:rsidR="00E16C6F" w:rsidRPr="00FA7150" w:rsidRDefault="00E16C6F" w:rsidP="00FA7150">
      <w:pPr>
        <w:numPr>
          <w:ilvl w:val="1"/>
          <w:numId w:val="43"/>
        </w:numPr>
        <w:ind w:left="0" w:firstLine="567"/>
        <w:jc w:val="both"/>
        <w:rPr>
          <w:sz w:val="28"/>
          <w:szCs w:val="28"/>
        </w:rPr>
      </w:pPr>
      <w:r w:rsidRPr="00FA7150">
        <w:rPr>
          <w:sz w:val="28"/>
          <w:szCs w:val="28"/>
        </w:rPr>
        <w:t>При принятии локальных нормативных актов, затрагивающих права обучающихся и работников Школы, учитывается мнение коллегиальных органов управления Школой, представительных органов обучающихся, а также в порядке и в случаях, которые предусмотрены трудовым законодательством, представительных органов работников (при наличии таких представительных органов).</w:t>
      </w:r>
    </w:p>
    <w:p w:rsidR="00E16C6F" w:rsidRPr="00FA7150" w:rsidRDefault="00E16C6F" w:rsidP="00FA7150">
      <w:pPr>
        <w:numPr>
          <w:ilvl w:val="1"/>
          <w:numId w:val="43"/>
        </w:numPr>
        <w:ind w:left="0" w:firstLine="567"/>
        <w:jc w:val="both"/>
        <w:rPr>
          <w:sz w:val="28"/>
          <w:szCs w:val="28"/>
        </w:rPr>
      </w:pPr>
      <w:r w:rsidRPr="00FA7150">
        <w:rPr>
          <w:sz w:val="28"/>
          <w:szCs w:val="28"/>
        </w:rPr>
        <w:t>Нормы локальных нормативных актов, ухудшающие положение обучающихся или работников Школы по сравнению с установленным законодательством об образовании, трудовым законодательством положением либо принятые с нарушением установленного порядка, не применяются и подлежат отмене Школой.</w:t>
      </w:r>
    </w:p>
    <w:p w:rsidR="00E16C6F" w:rsidRDefault="00E16C6F" w:rsidP="00FA7150">
      <w:pPr>
        <w:ind w:left="567"/>
        <w:jc w:val="both"/>
        <w:rPr>
          <w:sz w:val="28"/>
          <w:szCs w:val="28"/>
        </w:rPr>
      </w:pPr>
    </w:p>
    <w:p w:rsidR="00E16C6F" w:rsidRDefault="00E16C6F" w:rsidP="00FA7150">
      <w:pPr>
        <w:ind w:left="567"/>
        <w:jc w:val="both"/>
        <w:rPr>
          <w:sz w:val="28"/>
          <w:szCs w:val="28"/>
        </w:rPr>
      </w:pPr>
    </w:p>
    <w:p w:rsidR="00E16C6F" w:rsidRDefault="00E16C6F" w:rsidP="00FA7150">
      <w:pPr>
        <w:ind w:left="567"/>
        <w:jc w:val="both"/>
        <w:rPr>
          <w:sz w:val="28"/>
          <w:szCs w:val="28"/>
        </w:rPr>
      </w:pPr>
    </w:p>
    <w:p w:rsidR="00E16C6F" w:rsidRPr="00FA7150" w:rsidRDefault="00E16C6F" w:rsidP="00FA7150">
      <w:pPr>
        <w:ind w:left="567"/>
        <w:jc w:val="both"/>
        <w:rPr>
          <w:sz w:val="28"/>
          <w:szCs w:val="28"/>
        </w:rPr>
      </w:pPr>
    </w:p>
    <w:p w:rsidR="00E16C6F" w:rsidRPr="00FA7150" w:rsidRDefault="00E16C6F" w:rsidP="00FA7150">
      <w:pPr>
        <w:pStyle w:val="BodyText"/>
        <w:numPr>
          <w:ilvl w:val="0"/>
          <w:numId w:val="43"/>
        </w:numPr>
        <w:suppressAutoHyphens/>
        <w:spacing w:line="240" w:lineRule="auto"/>
        <w:ind w:left="0" w:firstLine="567"/>
        <w:rPr>
          <w:sz w:val="28"/>
          <w:szCs w:val="28"/>
        </w:rPr>
      </w:pPr>
      <w:r w:rsidRPr="00FA7150">
        <w:rPr>
          <w:b/>
          <w:sz w:val="28"/>
          <w:szCs w:val="28"/>
        </w:rPr>
        <w:t>Изменение типа, реорганизация и ликвидация Школы</w:t>
      </w:r>
    </w:p>
    <w:p w:rsidR="00E16C6F" w:rsidRPr="00FA7150" w:rsidRDefault="00E16C6F" w:rsidP="00CE6628">
      <w:pPr>
        <w:pStyle w:val="BodyText"/>
        <w:suppressAutoHyphens/>
        <w:spacing w:line="240" w:lineRule="auto"/>
        <w:ind w:firstLine="0"/>
        <w:rPr>
          <w:sz w:val="28"/>
          <w:szCs w:val="28"/>
        </w:rPr>
      </w:pPr>
    </w:p>
    <w:p w:rsidR="00E16C6F" w:rsidRPr="00FA7150" w:rsidRDefault="00E16C6F" w:rsidP="00FA7150">
      <w:pPr>
        <w:numPr>
          <w:ilvl w:val="1"/>
          <w:numId w:val="43"/>
        </w:numPr>
        <w:ind w:left="0" w:firstLine="567"/>
        <w:jc w:val="both"/>
        <w:rPr>
          <w:sz w:val="28"/>
          <w:szCs w:val="28"/>
        </w:rPr>
      </w:pPr>
      <w:r w:rsidRPr="00FA7150">
        <w:rPr>
          <w:sz w:val="28"/>
          <w:szCs w:val="28"/>
        </w:rPr>
        <w:t>Решение о реорганизации, изменении типа, ликвидации Школы принимается администрацией Дальнереченского городского округа.</w:t>
      </w:r>
    </w:p>
    <w:p w:rsidR="00E16C6F" w:rsidRPr="00FA7150" w:rsidRDefault="00E16C6F" w:rsidP="00FA7150">
      <w:pPr>
        <w:numPr>
          <w:ilvl w:val="1"/>
          <w:numId w:val="43"/>
        </w:numPr>
        <w:ind w:left="0" w:firstLine="567"/>
        <w:jc w:val="both"/>
        <w:rPr>
          <w:sz w:val="28"/>
          <w:szCs w:val="28"/>
        </w:rPr>
      </w:pPr>
      <w:r w:rsidRPr="00FA7150">
        <w:rPr>
          <w:sz w:val="28"/>
          <w:szCs w:val="28"/>
        </w:rPr>
        <w:t>Изменение типа муниципального учреждения не является его реорганизацией. При изменении типа муниципального учреждения в его учредительные документы вносятся соответствующие изменения.</w:t>
      </w:r>
    </w:p>
    <w:p w:rsidR="00E16C6F" w:rsidRPr="00FA7150" w:rsidRDefault="00E16C6F" w:rsidP="00FA7150">
      <w:pPr>
        <w:numPr>
          <w:ilvl w:val="1"/>
          <w:numId w:val="43"/>
        </w:numPr>
        <w:ind w:left="0" w:firstLine="567"/>
        <w:jc w:val="both"/>
        <w:rPr>
          <w:sz w:val="28"/>
          <w:szCs w:val="28"/>
        </w:rPr>
      </w:pPr>
      <w:r w:rsidRPr="00FA7150">
        <w:rPr>
          <w:sz w:val="28"/>
          <w:szCs w:val="28"/>
        </w:rPr>
        <w:t>Школа при изменении типа вправе осуществлять предусмотренные настоящим Уставом виды деятельности на основании лицензии, свидетельства о государственной аккредитации и иных разрешительных документов, выданных Школе до изменения её типа, до окончания срока действия таких документов. При этом не требуются переоформление документов, подтверждающих наличие лицензии, в соответствии с законодательством о лицензировании отдельных видов деятельности и переоформление иных разрешительных документов.</w:t>
      </w:r>
    </w:p>
    <w:p w:rsidR="00E16C6F" w:rsidRPr="00FA7150" w:rsidRDefault="00E16C6F" w:rsidP="00FA7150">
      <w:pPr>
        <w:numPr>
          <w:ilvl w:val="1"/>
          <w:numId w:val="43"/>
        </w:numPr>
        <w:ind w:left="0" w:firstLine="567"/>
        <w:jc w:val="both"/>
        <w:rPr>
          <w:sz w:val="28"/>
          <w:szCs w:val="28"/>
        </w:rPr>
      </w:pPr>
      <w:r w:rsidRPr="00FA7150">
        <w:rPr>
          <w:sz w:val="28"/>
          <w:szCs w:val="28"/>
        </w:rPr>
        <w:t>Школа реорганизуется или ликвидируется в порядке, установленном гражданским законодательством, с учетом особенностей, предусмотренных законодательством об образовании.</w:t>
      </w:r>
    </w:p>
    <w:p w:rsidR="00E16C6F" w:rsidRPr="00FA7150" w:rsidRDefault="00E16C6F" w:rsidP="00FA7150">
      <w:pPr>
        <w:numPr>
          <w:ilvl w:val="1"/>
          <w:numId w:val="43"/>
        </w:numPr>
        <w:ind w:left="0" w:firstLine="567"/>
        <w:jc w:val="both"/>
        <w:rPr>
          <w:sz w:val="28"/>
          <w:szCs w:val="28"/>
        </w:rPr>
      </w:pPr>
      <w:r w:rsidRPr="00FA7150">
        <w:rPr>
          <w:sz w:val="28"/>
          <w:szCs w:val="28"/>
        </w:rPr>
        <w:t>Принятие Учредителем решения о реорганизации или ликвидации Школы допускается на основании положительного заключения комиссии по оценке последствий такого решения.</w:t>
      </w:r>
    </w:p>
    <w:p w:rsidR="00E16C6F" w:rsidRPr="00FA7150" w:rsidRDefault="00E16C6F" w:rsidP="00FA7150">
      <w:pPr>
        <w:numPr>
          <w:ilvl w:val="1"/>
          <w:numId w:val="43"/>
        </w:numPr>
        <w:ind w:left="0" w:firstLine="567"/>
        <w:jc w:val="both"/>
        <w:rPr>
          <w:sz w:val="28"/>
          <w:szCs w:val="28"/>
        </w:rPr>
      </w:pPr>
      <w:r w:rsidRPr="00FA7150">
        <w:rPr>
          <w:sz w:val="28"/>
          <w:szCs w:val="28"/>
        </w:rPr>
        <w:t xml:space="preserve">Имущество Школы, оставшееся после удовлетворения требований кредиторов, а также имущество, на которое в соответствии с </w:t>
      </w:r>
      <w:r w:rsidRPr="00FA7150">
        <w:rPr>
          <w:rStyle w:val="ep"/>
          <w:sz w:val="28"/>
          <w:szCs w:val="28"/>
        </w:rPr>
        <w:t>федеральными</w:t>
      </w:r>
      <w:r w:rsidRPr="00FA7150">
        <w:rPr>
          <w:sz w:val="28"/>
          <w:szCs w:val="28"/>
        </w:rPr>
        <w:t xml:space="preserve"> </w:t>
      </w:r>
      <w:r w:rsidRPr="00FA7150">
        <w:rPr>
          <w:rStyle w:val="ep"/>
          <w:sz w:val="28"/>
          <w:szCs w:val="28"/>
        </w:rPr>
        <w:t>законами</w:t>
      </w:r>
      <w:r w:rsidRPr="00FA7150">
        <w:rPr>
          <w:sz w:val="28"/>
          <w:szCs w:val="28"/>
        </w:rPr>
        <w:t xml:space="preserve"> не может быть обращено взыскание по обязательствам Школы, передается ликвидационной комиссией собственнику соответствующего имущества для направления на цели развития образования в соответствии с Уставом Школы.</w:t>
      </w:r>
    </w:p>
    <w:p w:rsidR="00E16C6F" w:rsidRPr="00FA7150" w:rsidRDefault="00E16C6F" w:rsidP="00FA7150">
      <w:pPr>
        <w:numPr>
          <w:ilvl w:val="1"/>
          <w:numId w:val="43"/>
        </w:numPr>
        <w:ind w:left="0" w:firstLine="567"/>
        <w:jc w:val="both"/>
        <w:rPr>
          <w:sz w:val="28"/>
          <w:szCs w:val="28"/>
        </w:rPr>
      </w:pPr>
      <w:r w:rsidRPr="00FA7150">
        <w:rPr>
          <w:sz w:val="28"/>
          <w:szCs w:val="28"/>
        </w:rPr>
        <w:t>При ликвидации и реорганизации Школы высвобождаемым работникам гарантируется соблюдение их прав и интересов в соответствии с законодательством Российской Федерации.</w:t>
      </w:r>
    </w:p>
    <w:p w:rsidR="00E16C6F" w:rsidRPr="00FA7150" w:rsidRDefault="00E16C6F" w:rsidP="00FA7150">
      <w:pPr>
        <w:numPr>
          <w:ilvl w:val="1"/>
          <w:numId w:val="43"/>
        </w:numPr>
        <w:ind w:left="0" w:firstLine="567"/>
        <w:jc w:val="both"/>
        <w:rPr>
          <w:sz w:val="28"/>
          <w:szCs w:val="28"/>
        </w:rPr>
      </w:pPr>
      <w:r w:rsidRPr="00FA7150">
        <w:rPr>
          <w:sz w:val="28"/>
          <w:szCs w:val="28"/>
        </w:rPr>
        <w:t>В случае прекращения деятельности Школы, аннулирования соответствующей лицензии, лишения ее государственной аккредитации или истечения срока действия государственной аккредитации Учредитель и (или) уполномоченный им орган управления Школой обеспечивают перевод совершеннолетних обучающихся с их согласия и несовершеннолетних обучающихся с согласия их родителей (законных представителей) в другие организации, осуществляющие образовательную деятельность по образовательным программам соответствующих уровня. В случае приостановления действия лицензии, приостановления действия государственной аккредитации полностью или в отношении отдельных уровней образования Учредитель и (или) уполномоченный им орган управления Школой обеспечивают перевод по заявлению совершеннолетних обучающихся, несовершеннолетних обучающихся по заявлению их родителей (законных представителей) в другие организации, осуществляющие образовательную деятельность по имеющим государственную аккредитацию основным образовательным программам соответствующих уровня.</w:t>
      </w:r>
    </w:p>
    <w:p w:rsidR="00E16C6F" w:rsidRPr="00FA7150" w:rsidRDefault="00E16C6F" w:rsidP="00FA7150">
      <w:pPr>
        <w:numPr>
          <w:ilvl w:val="1"/>
          <w:numId w:val="43"/>
        </w:numPr>
        <w:ind w:left="0" w:firstLine="567"/>
        <w:jc w:val="both"/>
        <w:rPr>
          <w:sz w:val="28"/>
          <w:szCs w:val="28"/>
        </w:rPr>
      </w:pPr>
      <w:r w:rsidRPr="00FA7150">
        <w:rPr>
          <w:sz w:val="28"/>
          <w:szCs w:val="28"/>
        </w:rPr>
        <w:t>Образовавшиеся при осуществлении деятельности Школы архивные документы в упорядоченном состоянии передаются при реорганизации Школы ее правопреемнику, а при ликвидации Школы – на государственное хранение.</w:t>
      </w:r>
    </w:p>
    <w:p w:rsidR="00E16C6F" w:rsidRPr="00FA7150" w:rsidRDefault="00E16C6F" w:rsidP="00FA7150">
      <w:pPr>
        <w:jc w:val="both"/>
        <w:rPr>
          <w:sz w:val="28"/>
          <w:szCs w:val="28"/>
        </w:rPr>
      </w:pPr>
    </w:p>
    <w:p w:rsidR="00E16C6F" w:rsidRPr="00FA7150" w:rsidRDefault="00E16C6F" w:rsidP="00FA7150">
      <w:pPr>
        <w:jc w:val="both"/>
        <w:rPr>
          <w:sz w:val="28"/>
          <w:szCs w:val="28"/>
        </w:rPr>
      </w:pPr>
    </w:p>
    <w:p w:rsidR="00E16C6F" w:rsidRPr="00FA7150" w:rsidRDefault="00E16C6F" w:rsidP="00FA7150">
      <w:pPr>
        <w:numPr>
          <w:ilvl w:val="0"/>
          <w:numId w:val="43"/>
        </w:numPr>
        <w:ind w:left="0" w:firstLine="567"/>
        <w:jc w:val="center"/>
        <w:rPr>
          <w:sz w:val="28"/>
          <w:szCs w:val="28"/>
        </w:rPr>
      </w:pPr>
      <w:r w:rsidRPr="00FA7150">
        <w:rPr>
          <w:b/>
          <w:sz w:val="28"/>
          <w:szCs w:val="28"/>
        </w:rPr>
        <w:t>Заключительные положения</w:t>
      </w:r>
    </w:p>
    <w:p w:rsidR="00E16C6F" w:rsidRPr="00FA7150" w:rsidRDefault="00E16C6F" w:rsidP="00FA7150">
      <w:pPr>
        <w:ind w:left="567"/>
        <w:rPr>
          <w:sz w:val="28"/>
          <w:szCs w:val="28"/>
        </w:rPr>
      </w:pPr>
    </w:p>
    <w:p w:rsidR="00E16C6F" w:rsidRPr="00FA7150" w:rsidRDefault="00E16C6F" w:rsidP="00FA7150">
      <w:pPr>
        <w:numPr>
          <w:ilvl w:val="1"/>
          <w:numId w:val="43"/>
        </w:numPr>
        <w:ind w:left="0" w:firstLine="567"/>
        <w:jc w:val="both"/>
        <w:rPr>
          <w:b/>
          <w:sz w:val="28"/>
          <w:szCs w:val="28"/>
        </w:rPr>
      </w:pPr>
      <w:r w:rsidRPr="00FA7150">
        <w:rPr>
          <w:sz w:val="28"/>
          <w:szCs w:val="28"/>
        </w:rPr>
        <w:t>Внесение изменений и дополнений к Уставу Школы осуществляется в порядке, установленном действующим законодательством и администрацией Дальнереченского округа.</w:t>
      </w:r>
    </w:p>
    <w:p w:rsidR="00E16C6F" w:rsidRPr="00FA7150" w:rsidRDefault="00E16C6F" w:rsidP="00FA7150">
      <w:pPr>
        <w:numPr>
          <w:ilvl w:val="1"/>
          <w:numId w:val="43"/>
        </w:numPr>
        <w:ind w:left="0" w:firstLine="567"/>
        <w:jc w:val="both"/>
        <w:rPr>
          <w:b/>
          <w:sz w:val="28"/>
          <w:szCs w:val="28"/>
        </w:rPr>
      </w:pPr>
      <w:r w:rsidRPr="00FA7150">
        <w:rPr>
          <w:sz w:val="28"/>
          <w:szCs w:val="28"/>
        </w:rPr>
        <w:t>Принятые изменения и дополнения к Уставу Школы подлежат обязательной регистрации в порядке, установленном законодательством Российской Федерации.</w:t>
      </w:r>
    </w:p>
    <w:p w:rsidR="00E16C6F" w:rsidRPr="007C5C10" w:rsidRDefault="00E16C6F" w:rsidP="00907B2C">
      <w:pPr>
        <w:rPr>
          <w:b/>
        </w:rPr>
      </w:pPr>
    </w:p>
    <w:sectPr w:rsidR="00E16C6F" w:rsidRPr="007C5C10" w:rsidSect="000738E6">
      <w:footerReference w:type="default" r:id="rId16"/>
      <w:pgSz w:w="11906" w:h="16838"/>
      <w:pgMar w:top="769" w:right="566" w:bottom="1134" w:left="1276" w:header="142"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6C6F" w:rsidRDefault="00E16C6F" w:rsidP="009242E9">
      <w:r>
        <w:separator/>
      </w:r>
    </w:p>
  </w:endnote>
  <w:endnote w:type="continuationSeparator" w:id="0">
    <w:p w:rsidR="00E16C6F" w:rsidRDefault="00E16C6F" w:rsidP="009242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6C6F" w:rsidRDefault="00E16C6F">
    <w:pPr>
      <w:pStyle w:val="Footer"/>
      <w:jc w:val="right"/>
    </w:pPr>
    <w:fldSimple w:instr=" PAGE   \* MERGEFORMAT ">
      <w:r>
        <w:rPr>
          <w:noProof/>
        </w:rPr>
        <w:t>1</w:t>
      </w:r>
    </w:fldSimple>
  </w:p>
  <w:p w:rsidR="00E16C6F" w:rsidRDefault="00E16C6F" w:rsidP="00753B33">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6C6F" w:rsidRDefault="00E16C6F" w:rsidP="009242E9">
      <w:r>
        <w:separator/>
      </w:r>
    </w:p>
  </w:footnote>
  <w:footnote w:type="continuationSeparator" w:id="0">
    <w:p w:rsidR="00E16C6F" w:rsidRDefault="00E16C6F" w:rsidP="009242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014F"/>
    <w:multiLevelType w:val="multilevel"/>
    <w:tmpl w:val="AF78FED2"/>
    <w:lvl w:ilvl="0">
      <w:start w:val="3"/>
      <w:numFmt w:val="decimal"/>
      <w:lvlText w:val="%1."/>
      <w:lvlJc w:val="left"/>
      <w:pPr>
        <w:ind w:left="450" w:hanging="450"/>
      </w:pPr>
      <w:rPr>
        <w:rFonts w:cs="Times New Roman" w:hint="default"/>
      </w:rPr>
    </w:lvl>
    <w:lvl w:ilvl="1">
      <w:start w:val="1"/>
      <w:numFmt w:val="decimal"/>
      <w:lvlText w:val="%1.%2."/>
      <w:lvlJc w:val="left"/>
      <w:pPr>
        <w:ind w:left="2007" w:hanging="720"/>
      </w:pPr>
      <w:rPr>
        <w:rFonts w:cs="Times New Roman" w:hint="default"/>
      </w:rPr>
    </w:lvl>
    <w:lvl w:ilvl="2">
      <w:start w:val="1"/>
      <w:numFmt w:val="decimal"/>
      <w:lvlText w:val="%1.%2.%3."/>
      <w:lvlJc w:val="left"/>
      <w:pPr>
        <w:ind w:left="3294" w:hanging="720"/>
      </w:pPr>
      <w:rPr>
        <w:rFonts w:cs="Times New Roman" w:hint="default"/>
      </w:rPr>
    </w:lvl>
    <w:lvl w:ilvl="3">
      <w:start w:val="1"/>
      <w:numFmt w:val="bullet"/>
      <w:lvlText w:val=""/>
      <w:lvlJc w:val="left"/>
      <w:pPr>
        <w:ind w:left="4941" w:hanging="1080"/>
      </w:pPr>
      <w:rPr>
        <w:rFonts w:ascii="Symbol" w:hAnsi="Symbol" w:hint="default"/>
      </w:rPr>
    </w:lvl>
    <w:lvl w:ilvl="4">
      <w:start w:val="1"/>
      <w:numFmt w:val="decimal"/>
      <w:lvlText w:val="%1.%2.%3.%4.%5."/>
      <w:lvlJc w:val="left"/>
      <w:pPr>
        <w:ind w:left="6228" w:hanging="1080"/>
      </w:pPr>
      <w:rPr>
        <w:rFonts w:cs="Times New Roman" w:hint="default"/>
      </w:rPr>
    </w:lvl>
    <w:lvl w:ilvl="5">
      <w:start w:val="1"/>
      <w:numFmt w:val="decimal"/>
      <w:lvlText w:val="%1.%2.%3.%4.%5.%6."/>
      <w:lvlJc w:val="left"/>
      <w:pPr>
        <w:ind w:left="7875" w:hanging="1440"/>
      </w:pPr>
      <w:rPr>
        <w:rFonts w:cs="Times New Roman" w:hint="default"/>
      </w:rPr>
    </w:lvl>
    <w:lvl w:ilvl="6">
      <w:start w:val="1"/>
      <w:numFmt w:val="decimal"/>
      <w:lvlText w:val="%1.%2.%3.%4.%5.%6.%7."/>
      <w:lvlJc w:val="left"/>
      <w:pPr>
        <w:ind w:left="9522" w:hanging="1800"/>
      </w:pPr>
      <w:rPr>
        <w:rFonts w:cs="Times New Roman" w:hint="default"/>
      </w:rPr>
    </w:lvl>
    <w:lvl w:ilvl="7">
      <w:start w:val="1"/>
      <w:numFmt w:val="decimal"/>
      <w:lvlText w:val="%1.%2.%3.%4.%5.%6.%7.%8."/>
      <w:lvlJc w:val="left"/>
      <w:pPr>
        <w:ind w:left="10809" w:hanging="1800"/>
      </w:pPr>
      <w:rPr>
        <w:rFonts w:cs="Times New Roman" w:hint="default"/>
      </w:rPr>
    </w:lvl>
    <w:lvl w:ilvl="8">
      <w:start w:val="1"/>
      <w:numFmt w:val="decimal"/>
      <w:lvlText w:val="%1.%2.%3.%4.%5.%6.%7.%8.%9."/>
      <w:lvlJc w:val="left"/>
      <w:pPr>
        <w:ind w:left="12456" w:hanging="2160"/>
      </w:pPr>
      <w:rPr>
        <w:rFonts w:cs="Times New Roman" w:hint="default"/>
      </w:rPr>
    </w:lvl>
  </w:abstractNum>
  <w:abstractNum w:abstractNumId="1">
    <w:nsid w:val="02E529E7"/>
    <w:multiLevelType w:val="multilevel"/>
    <w:tmpl w:val="1F72DDB6"/>
    <w:lvl w:ilvl="0">
      <w:start w:val="7"/>
      <w:numFmt w:val="decimal"/>
      <w:lvlText w:val="%1."/>
      <w:lvlJc w:val="left"/>
      <w:pPr>
        <w:ind w:left="450" w:hanging="450"/>
      </w:pPr>
      <w:rPr>
        <w:rFonts w:cs="Times New Roman" w:hint="default"/>
        <w:b/>
      </w:rPr>
    </w:lvl>
    <w:lvl w:ilvl="1">
      <w:start w:val="1"/>
      <w:numFmt w:val="decimal"/>
      <w:lvlText w:val="%1.%2."/>
      <w:lvlJc w:val="left"/>
      <w:pPr>
        <w:ind w:left="1430" w:hanging="720"/>
      </w:pPr>
      <w:rPr>
        <w:rFonts w:cs="Times New Roman" w:hint="default"/>
        <w:b w:val="0"/>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sz w:val="28"/>
        <w:szCs w:val="28"/>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906" w:hanging="180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2">
    <w:nsid w:val="05F42408"/>
    <w:multiLevelType w:val="multilevel"/>
    <w:tmpl w:val="A03A7FE6"/>
    <w:lvl w:ilvl="0">
      <w:start w:val="3"/>
      <w:numFmt w:val="decimal"/>
      <w:lvlText w:val="%1."/>
      <w:lvlJc w:val="left"/>
      <w:pPr>
        <w:ind w:left="450" w:hanging="450"/>
      </w:pPr>
      <w:rPr>
        <w:rFonts w:cs="Times New Roman" w:hint="default"/>
      </w:rPr>
    </w:lvl>
    <w:lvl w:ilvl="1">
      <w:start w:val="1"/>
      <w:numFmt w:val="decimal"/>
      <w:lvlText w:val="%1.%2."/>
      <w:lvlJc w:val="left"/>
      <w:pPr>
        <w:ind w:left="2007" w:hanging="720"/>
      </w:pPr>
      <w:rPr>
        <w:rFonts w:cs="Times New Roman" w:hint="default"/>
      </w:rPr>
    </w:lvl>
    <w:lvl w:ilvl="2">
      <w:start w:val="1"/>
      <w:numFmt w:val="decimal"/>
      <w:lvlText w:val="%1.%2.%3."/>
      <w:lvlJc w:val="left"/>
      <w:pPr>
        <w:ind w:left="3294" w:hanging="720"/>
      </w:pPr>
      <w:rPr>
        <w:rFonts w:cs="Times New Roman" w:hint="default"/>
      </w:rPr>
    </w:lvl>
    <w:lvl w:ilvl="3">
      <w:start w:val="1"/>
      <w:numFmt w:val="bullet"/>
      <w:lvlText w:val=""/>
      <w:lvlJc w:val="left"/>
      <w:pPr>
        <w:ind w:left="4941" w:hanging="1080"/>
      </w:pPr>
      <w:rPr>
        <w:rFonts w:ascii="Symbol" w:hAnsi="Symbol" w:hint="default"/>
      </w:rPr>
    </w:lvl>
    <w:lvl w:ilvl="4">
      <w:start w:val="1"/>
      <w:numFmt w:val="decimal"/>
      <w:lvlText w:val="%1.%2.%3.%4.%5."/>
      <w:lvlJc w:val="left"/>
      <w:pPr>
        <w:ind w:left="6228" w:hanging="1080"/>
      </w:pPr>
      <w:rPr>
        <w:rFonts w:cs="Times New Roman" w:hint="default"/>
      </w:rPr>
    </w:lvl>
    <w:lvl w:ilvl="5">
      <w:start w:val="1"/>
      <w:numFmt w:val="decimal"/>
      <w:lvlText w:val="%1.%2.%3.%4.%5.%6."/>
      <w:lvlJc w:val="left"/>
      <w:pPr>
        <w:ind w:left="7875" w:hanging="1440"/>
      </w:pPr>
      <w:rPr>
        <w:rFonts w:cs="Times New Roman" w:hint="default"/>
      </w:rPr>
    </w:lvl>
    <w:lvl w:ilvl="6">
      <w:start w:val="1"/>
      <w:numFmt w:val="decimal"/>
      <w:lvlText w:val="%1.%2.%3.%4.%5.%6.%7."/>
      <w:lvlJc w:val="left"/>
      <w:pPr>
        <w:ind w:left="9522" w:hanging="1800"/>
      </w:pPr>
      <w:rPr>
        <w:rFonts w:cs="Times New Roman" w:hint="default"/>
      </w:rPr>
    </w:lvl>
    <w:lvl w:ilvl="7">
      <w:start w:val="1"/>
      <w:numFmt w:val="decimal"/>
      <w:lvlText w:val="%1.%2.%3.%4.%5.%6.%7.%8."/>
      <w:lvlJc w:val="left"/>
      <w:pPr>
        <w:ind w:left="10809" w:hanging="1800"/>
      </w:pPr>
      <w:rPr>
        <w:rFonts w:cs="Times New Roman" w:hint="default"/>
      </w:rPr>
    </w:lvl>
    <w:lvl w:ilvl="8">
      <w:start w:val="1"/>
      <w:numFmt w:val="decimal"/>
      <w:lvlText w:val="%1.%2.%3.%4.%5.%6.%7.%8.%9."/>
      <w:lvlJc w:val="left"/>
      <w:pPr>
        <w:ind w:left="12456" w:hanging="2160"/>
      </w:pPr>
      <w:rPr>
        <w:rFonts w:cs="Times New Roman" w:hint="default"/>
      </w:rPr>
    </w:lvl>
  </w:abstractNum>
  <w:abstractNum w:abstractNumId="3">
    <w:nsid w:val="098611BE"/>
    <w:multiLevelType w:val="hybridMultilevel"/>
    <w:tmpl w:val="ADDC69C6"/>
    <w:lvl w:ilvl="0" w:tplc="0419000F">
      <w:start w:val="1"/>
      <w:numFmt w:val="decimal"/>
      <w:lvlText w:val="%1."/>
      <w:lvlJc w:val="left"/>
      <w:pPr>
        <w:ind w:left="1287" w:hanging="360"/>
      </w:pPr>
      <w:rPr>
        <w:rFonts w:cs="Times New Roman"/>
      </w:rPr>
    </w:lvl>
    <w:lvl w:ilvl="1" w:tplc="04190019">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
    <w:nsid w:val="0B15645B"/>
    <w:multiLevelType w:val="hybridMultilevel"/>
    <w:tmpl w:val="704C85A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121C61"/>
    <w:multiLevelType w:val="multilevel"/>
    <w:tmpl w:val="0FCC7FE8"/>
    <w:lvl w:ilvl="0">
      <w:start w:val="4"/>
      <w:numFmt w:val="decimal"/>
      <w:lvlText w:val="%1."/>
      <w:lvlJc w:val="center"/>
      <w:pPr>
        <w:tabs>
          <w:tab w:val="num" w:pos="284"/>
        </w:tabs>
      </w:pPr>
      <w:rPr>
        <w:rFonts w:ascii="Times New Roman" w:hAnsi="Times New Roman" w:cs="Times New Roman" w:hint="default"/>
        <w:b/>
        <w:color w:val="auto"/>
        <w:spacing w:val="0"/>
        <w:w w:val="100"/>
        <w:sz w:val="28"/>
      </w:rPr>
    </w:lvl>
    <w:lvl w:ilvl="1">
      <w:start w:val="1"/>
      <w:numFmt w:val="decimal"/>
      <w:lvlText w:val="%1.%2."/>
      <w:lvlJc w:val="left"/>
      <w:pPr>
        <w:tabs>
          <w:tab w:val="num" w:pos="1419"/>
        </w:tabs>
        <w:ind w:left="1" w:firstLine="709"/>
      </w:pPr>
      <w:rPr>
        <w:rFonts w:ascii="Times New Roman" w:hAnsi="Times New Roman" w:cs="Times New Roman" w:hint="default"/>
        <w:b w:val="0"/>
        <w:i w:val="0"/>
        <w:sz w:val="28"/>
      </w:rPr>
    </w:lvl>
    <w:lvl w:ilvl="2">
      <w:start w:val="1"/>
      <w:numFmt w:val="decimal"/>
      <w:lvlText w:val="%1.%2.%3."/>
      <w:lvlJc w:val="left"/>
      <w:pPr>
        <w:tabs>
          <w:tab w:val="num" w:pos="1702"/>
        </w:tabs>
        <w:ind w:left="1" w:firstLine="709"/>
      </w:pPr>
      <w:rPr>
        <w:rFonts w:ascii="Times New Roman" w:hAnsi="Times New Roman" w:cs="Times New Roman" w:hint="default"/>
        <w:b w:val="0"/>
        <w:sz w:val="28"/>
      </w:rPr>
    </w:lvl>
    <w:lvl w:ilvl="3">
      <w:start w:val="1"/>
      <w:numFmt w:val="bullet"/>
      <w:lvlText w:val=""/>
      <w:lvlJc w:val="left"/>
      <w:pPr>
        <w:ind w:left="425" w:hanging="425"/>
      </w:pPr>
      <w:rPr>
        <w:rFonts w:ascii="Symbol" w:hAnsi="Symbol" w:hint="default"/>
        <w:color w:val="auto"/>
      </w:rPr>
    </w:lvl>
    <w:lvl w:ilvl="4">
      <w:start w:val="1"/>
      <w:numFmt w:val="decimal"/>
      <w:lvlText w:val="%1.%2.%3.%4.%5."/>
      <w:lvlJc w:val="left"/>
      <w:pPr>
        <w:ind w:left="2941" w:hanging="792"/>
      </w:pPr>
      <w:rPr>
        <w:rFonts w:cs="Times New Roman" w:hint="default"/>
      </w:rPr>
    </w:lvl>
    <w:lvl w:ilvl="5">
      <w:start w:val="1"/>
      <w:numFmt w:val="decimal"/>
      <w:lvlText w:val="%1.%2.%3.%4.%5.%6."/>
      <w:lvlJc w:val="left"/>
      <w:pPr>
        <w:ind w:left="3445" w:hanging="936"/>
      </w:pPr>
      <w:rPr>
        <w:rFonts w:cs="Times New Roman" w:hint="default"/>
      </w:rPr>
    </w:lvl>
    <w:lvl w:ilvl="6">
      <w:start w:val="1"/>
      <w:numFmt w:val="decimal"/>
      <w:lvlText w:val="%1.%2.%3.%4.%5.%6.%7."/>
      <w:lvlJc w:val="left"/>
      <w:pPr>
        <w:ind w:left="3949" w:hanging="1080"/>
      </w:pPr>
      <w:rPr>
        <w:rFonts w:cs="Times New Roman" w:hint="default"/>
      </w:rPr>
    </w:lvl>
    <w:lvl w:ilvl="7">
      <w:start w:val="1"/>
      <w:numFmt w:val="decimal"/>
      <w:lvlText w:val="%1.%2.%3.%4.%5.%6.%7.%8."/>
      <w:lvlJc w:val="left"/>
      <w:pPr>
        <w:ind w:left="4453" w:hanging="1224"/>
      </w:pPr>
      <w:rPr>
        <w:rFonts w:cs="Times New Roman" w:hint="default"/>
      </w:rPr>
    </w:lvl>
    <w:lvl w:ilvl="8">
      <w:start w:val="1"/>
      <w:numFmt w:val="decimal"/>
      <w:lvlText w:val="%1.%2.%3.%4.%5.%6.%7.%8.%9."/>
      <w:lvlJc w:val="left"/>
      <w:pPr>
        <w:ind w:left="5029" w:hanging="1440"/>
      </w:pPr>
      <w:rPr>
        <w:rFonts w:cs="Times New Roman" w:hint="default"/>
      </w:rPr>
    </w:lvl>
  </w:abstractNum>
  <w:abstractNum w:abstractNumId="6">
    <w:nsid w:val="15675523"/>
    <w:multiLevelType w:val="hybridMultilevel"/>
    <w:tmpl w:val="FB546A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B8D2481"/>
    <w:multiLevelType w:val="multilevel"/>
    <w:tmpl w:val="237EEE74"/>
    <w:lvl w:ilvl="0">
      <w:start w:val="3"/>
      <w:numFmt w:val="decimal"/>
      <w:lvlText w:val="%1."/>
      <w:lvlJc w:val="left"/>
      <w:pPr>
        <w:ind w:left="450" w:hanging="450"/>
      </w:pPr>
      <w:rPr>
        <w:rFonts w:cs="Times New Roman" w:hint="default"/>
      </w:rPr>
    </w:lvl>
    <w:lvl w:ilvl="1">
      <w:start w:val="1"/>
      <w:numFmt w:val="decimal"/>
      <w:lvlText w:val="%1.%2."/>
      <w:lvlJc w:val="left"/>
      <w:pPr>
        <w:ind w:left="2007" w:hanging="720"/>
      </w:pPr>
      <w:rPr>
        <w:rFonts w:cs="Times New Roman" w:hint="default"/>
      </w:rPr>
    </w:lvl>
    <w:lvl w:ilvl="2">
      <w:start w:val="1"/>
      <w:numFmt w:val="decimal"/>
      <w:lvlText w:val="%1.%2.%3."/>
      <w:lvlJc w:val="left"/>
      <w:pPr>
        <w:ind w:left="3294" w:hanging="720"/>
      </w:pPr>
      <w:rPr>
        <w:rFonts w:cs="Times New Roman" w:hint="default"/>
      </w:rPr>
    </w:lvl>
    <w:lvl w:ilvl="3">
      <w:start w:val="1"/>
      <w:numFmt w:val="bullet"/>
      <w:lvlText w:val=""/>
      <w:lvlJc w:val="left"/>
      <w:pPr>
        <w:ind w:left="4941" w:hanging="1080"/>
      </w:pPr>
      <w:rPr>
        <w:rFonts w:ascii="Symbol" w:hAnsi="Symbol" w:hint="default"/>
      </w:rPr>
    </w:lvl>
    <w:lvl w:ilvl="4">
      <w:start w:val="1"/>
      <w:numFmt w:val="decimal"/>
      <w:lvlText w:val="%1.%2.%3.%4.%5."/>
      <w:lvlJc w:val="left"/>
      <w:pPr>
        <w:ind w:left="6228" w:hanging="1080"/>
      </w:pPr>
      <w:rPr>
        <w:rFonts w:cs="Times New Roman" w:hint="default"/>
      </w:rPr>
    </w:lvl>
    <w:lvl w:ilvl="5">
      <w:start w:val="1"/>
      <w:numFmt w:val="decimal"/>
      <w:lvlText w:val="%1.%2.%3.%4.%5.%6."/>
      <w:lvlJc w:val="left"/>
      <w:pPr>
        <w:ind w:left="7875" w:hanging="1440"/>
      </w:pPr>
      <w:rPr>
        <w:rFonts w:cs="Times New Roman" w:hint="default"/>
      </w:rPr>
    </w:lvl>
    <w:lvl w:ilvl="6">
      <w:start w:val="1"/>
      <w:numFmt w:val="decimal"/>
      <w:lvlText w:val="%1.%2.%3.%4.%5.%6.%7."/>
      <w:lvlJc w:val="left"/>
      <w:pPr>
        <w:ind w:left="9522" w:hanging="1800"/>
      </w:pPr>
      <w:rPr>
        <w:rFonts w:cs="Times New Roman" w:hint="default"/>
      </w:rPr>
    </w:lvl>
    <w:lvl w:ilvl="7">
      <w:start w:val="1"/>
      <w:numFmt w:val="decimal"/>
      <w:lvlText w:val="%1.%2.%3.%4.%5.%6.%7.%8."/>
      <w:lvlJc w:val="left"/>
      <w:pPr>
        <w:ind w:left="10809" w:hanging="1800"/>
      </w:pPr>
      <w:rPr>
        <w:rFonts w:cs="Times New Roman" w:hint="default"/>
      </w:rPr>
    </w:lvl>
    <w:lvl w:ilvl="8">
      <w:start w:val="1"/>
      <w:numFmt w:val="decimal"/>
      <w:lvlText w:val="%1.%2.%3.%4.%5.%6.%7.%8.%9."/>
      <w:lvlJc w:val="left"/>
      <w:pPr>
        <w:ind w:left="12456" w:hanging="2160"/>
      </w:pPr>
      <w:rPr>
        <w:rFonts w:cs="Times New Roman" w:hint="default"/>
      </w:rPr>
    </w:lvl>
  </w:abstractNum>
  <w:abstractNum w:abstractNumId="8">
    <w:nsid w:val="1C7A2ACA"/>
    <w:multiLevelType w:val="multilevel"/>
    <w:tmpl w:val="CED69046"/>
    <w:lvl w:ilvl="0">
      <w:start w:val="2"/>
      <w:numFmt w:val="decimal"/>
      <w:lvlText w:val="%1."/>
      <w:lvlJc w:val="left"/>
      <w:pPr>
        <w:ind w:left="675" w:hanging="675"/>
      </w:pPr>
      <w:rPr>
        <w:rFonts w:cs="Times New Roman" w:hint="default"/>
        <w:b/>
      </w:rPr>
    </w:lvl>
    <w:lvl w:ilvl="1">
      <w:start w:val="6"/>
      <w:numFmt w:val="decimal"/>
      <w:lvlText w:val="%1.%2."/>
      <w:lvlJc w:val="left"/>
      <w:pPr>
        <w:ind w:left="862"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9">
    <w:nsid w:val="1EB83A68"/>
    <w:multiLevelType w:val="hybridMultilevel"/>
    <w:tmpl w:val="AD226B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1DD5E54"/>
    <w:multiLevelType w:val="multilevel"/>
    <w:tmpl w:val="A18CE634"/>
    <w:lvl w:ilvl="0">
      <w:start w:val="3"/>
      <w:numFmt w:val="decimal"/>
      <w:lvlText w:val="%1."/>
      <w:lvlJc w:val="left"/>
      <w:pPr>
        <w:ind w:left="450" w:hanging="450"/>
      </w:pPr>
      <w:rPr>
        <w:rFonts w:cs="Times New Roman" w:hint="default"/>
      </w:rPr>
    </w:lvl>
    <w:lvl w:ilvl="1">
      <w:start w:val="1"/>
      <w:numFmt w:val="decimal"/>
      <w:lvlText w:val="%1.%2."/>
      <w:lvlJc w:val="left"/>
      <w:pPr>
        <w:ind w:left="2007" w:hanging="720"/>
      </w:pPr>
      <w:rPr>
        <w:rFonts w:cs="Times New Roman" w:hint="default"/>
      </w:rPr>
    </w:lvl>
    <w:lvl w:ilvl="2">
      <w:start w:val="1"/>
      <w:numFmt w:val="decimal"/>
      <w:lvlText w:val="%1.%2.%3."/>
      <w:lvlJc w:val="left"/>
      <w:pPr>
        <w:ind w:left="3294" w:hanging="720"/>
      </w:pPr>
      <w:rPr>
        <w:rFonts w:cs="Times New Roman" w:hint="default"/>
      </w:rPr>
    </w:lvl>
    <w:lvl w:ilvl="3">
      <w:start w:val="1"/>
      <w:numFmt w:val="bullet"/>
      <w:lvlText w:val=""/>
      <w:lvlJc w:val="left"/>
      <w:pPr>
        <w:ind w:left="4941" w:hanging="1080"/>
      </w:pPr>
      <w:rPr>
        <w:rFonts w:ascii="Symbol" w:hAnsi="Symbol" w:hint="default"/>
      </w:rPr>
    </w:lvl>
    <w:lvl w:ilvl="4">
      <w:start w:val="1"/>
      <w:numFmt w:val="decimal"/>
      <w:lvlText w:val="%1.%2.%3.%4.%5."/>
      <w:lvlJc w:val="left"/>
      <w:pPr>
        <w:ind w:left="6228" w:hanging="1080"/>
      </w:pPr>
      <w:rPr>
        <w:rFonts w:cs="Times New Roman" w:hint="default"/>
      </w:rPr>
    </w:lvl>
    <w:lvl w:ilvl="5">
      <w:start w:val="1"/>
      <w:numFmt w:val="decimal"/>
      <w:lvlText w:val="%1.%2.%3.%4.%5.%6."/>
      <w:lvlJc w:val="left"/>
      <w:pPr>
        <w:ind w:left="7875" w:hanging="1440"/>
      </w:pPr>
      <w:rPr>
        <w:rFonts w:cs="Times New Roman" w:hint="default"/>
      </w:rPr>
    </w:lvl>
    <w:lvl w:ilvl="6">
      <w:start w:val="1"/>
      <w:numFmt w:val="decimal"/>
      <w:lvlText w:val="%1.%2.%3.%4.%5.%6.%7."/>
      <w:lvlJc w:val="left"/>
      <w:pPr>
        <w:ind w:left="9522" w:hanging="1800"/>
      </w:pPr>
      <w:rPr>
        <w:rFonts w:cs="Times New Roman" w:hint="default"/>
      </w:rPr>
    </w:lvl>
    <w:lvl w:ilvl="7">
      <w:start w:val="1"/>
      <w:numFmt w:val="decimal"/>
      <w:lvlText w:val="%1.%2.%3.%4.%5.%6.%7.%8."/>
      <w:lvlJc w:val="left"/>
      <w:pPr>
        <w:ind w:left="10809" w:hanging="1800"/>
      </w:pPr>
      <w:rPr>
        <w:rFonts w:cs="Times New Roman" w:hint="default"/>
      </w:rPr>
    </w:lvl>
    <w:lvl w:ilvl="8">
      <w:start w:val="1"/>
      <w:numFmt w:val="decimal"/>
      <w:lvlText w:val="%1.%2.%3.%4.%5.%6.%7.%8.%9."/>
      <w:lvlJc w:val="left"/>
      <w:pPr>
        <w:ind w:left="12456" w:hanging="2160"/>
      </w:pPr>
      <w:rPr>
        <w:rFonts w:cs="Times New Roman" w:hint="default"/>
      </w:rPr>
    </w:lvl>
  </w:abstractNum>
  <w:abstractNum w:abstractNumId="11">
    <w:nsid w:val="22FD72C1"/>
    <w:multiLevelType w:val="multilevel"/>
    <w:tmpl w:val="4C0CFC94"/>
    <w:numStyleLink w:val="8"/>
  </w:abstractNum>
  <w:abstractNum w:abstractNumId="12">
    <w:nsid w:val="24395EAB"/>
    <w:multiLevelType w:val="hybridMultilevel"/>
    <w:tmpl w:val="3D16F1D0"/>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5A138B2"/>
    <w:multiLevelType w:val="multilevel"/>
    <w:tmpl w:val="A18CE634"/>
    <w:lvl w:ilvl="0">
      <w:start w:val="3"/>
      <w:numFmt w:val="decimal"/>
      <w:lvlText w:val="%1."/>
      <w:lvlJc w:val="left"/>
      <w:pPr>
        <w:ind w:left="450" w:hanging="450"/>
      </w:pPr>
      <w:rPr>
        <w:rFonts w:cs="Times New Roman" w:hint="default"/>
      </w:rPr>
    </w:lvl>
    <w:lvl w:ilvl="1">
      <w:start w:val="1"/>
      <w:numFmt w:val="decimal"/>
      <w:lvlText w:val="%1.%2."/>
      <w:lvlJc w:val="left"/>
      <w:pPr>
        <w:ind w:left="2007" w:hanging="720"/>
      </w:pPr>
      <w:rPr>
        <w:rFonts w:cs="Times New Roman" w:hint="default"/>
      </w:rPr>
    </w:lvl>
    <w:lvl w:ilvl="2">
      <w:start w:val="1"/>
      <w:numFmt w:val="decimal"/>
      <w:lvlText w:val="%1.%2.%3."/>
      <w:lvlJc w:val="left"/>
      <w:pPr>
        <w:ind w:left="3294" w:hanging="720"/>
      </w:pPr>
      <w:rPr>
        <w:rFonts w:cs="Times New Roman" w:hint="default"/>
      </w:rPr>
    </w:lvl>
    <w:lvl w:ilvl="3">
      <w:start w:val="1"/>
      <w:numFmt w:val="bullet"/>
      <w:lvlText w:val=""/>
      <w:lvlJc w:val="left"/>
      <w:pPr>
        <w:ind w:left="4941" w:hanging="1080"/>
      </w:pPr>
      <w:rPr>
        <w:rFonts w:ascii="Symbol" w:hAnsi="Symbol" w:hint="default"/>
      </w:rPr>
    </w:lvl>
    <w:lvl w:ilvl="4">
      <w:start w:val="1"/>
      <w:numFmt w:val="decimal"/>
      <w:lvlText w:val="%1.%2.%3.%4.%5."/>
      <w:lvlJc w:val="left"/>
      <w:pPr>
        <w:ind w:left="6228" w:hanging="1080"/>
      </w:pPr>
      <w:rPr>
        <w:rFonts w:cs="Times New Roman" w:hint="default"/>
      </w:rPr>
    </w:lvl>
    <w:lvl w:ilvl="5">
      <w:start w:val="1"/>
      <w:numFmt w:val="decimal"/>
      <w:lvlText w:val="%1.%2.%3.%4.%5.%6."/>
      <w:lvlJc w:val="left"/>
      <w:pPr>
        <w:ind w:left="7875" w:hanging="1440"/>
      </w:pPr>
      <w:rPr>
        <w:rFonts w:cs="Times New Roman" w:hint="default"/>
      </w:rPr>
    </w:lvl>
    <w:lvl w:ilvl="6">
      <w:start w:val="1"/>
      <w:numFmt w:val="decimal"/>
      <w:lvlText w:val="%1.%2.%3.%4.%5.%6.%7."/>
      <w:lvlJc w:val="left"/>
      <w:pPr>
        <w:ind w:left="9522" w:hanging="1800"/>
      </w:pPr>
      <w:rPr>
        <w:rFonts w:cs="Times New Roman" w:hint="default"/>
      </w:rPr>
    </w:lvl>
    <w:lvl w:ilvl="7">
      <w:start w:val="1"/>
      <w:numFmt w:val="decimal"/>
      <w:lvlText w:val="%1.%2.%3.%4.%5.%6.%7.%8."/>
      <w:lvlJc w:val="left"/>
      <w:pPr>
        <w:ind w:left="10809" w:hanging="1800"/>
      </w:pPr>
      <w:rPr>
        <w:rFonts w:cs="Times New Roman" w:hint="default"/>
      </w:rPr>
    </w:lvl>
    <w:lvl w:ilvl="8">
      <w:start w:val="1"/>
      <w:numFmt w:val="decimal"/>
      <w:lvlText w:val="%1.%2.%3.%4.%5.%6.%7.%8.%9."/>
      <w:lvlJc w:val="left"/>
      <w:pPr>
        <w:ind w:left="12456" w:hanging="2160"/>
      </w:pPr>
      <w:rPr>
        <w:rFonts w:cs="Times New Roman" w:hint="default"/>
      </w:rPr>
    </w:lvl>
  </w:abstractNum>
  <w:abstractNum w:abstractNumId="14">
    <w:nsid w:val="27D12A14"/>
    <w:multiLevelType w:val="multilevel"/>
    <w:tmpl w:val="12D269F6"/>
    <w:lvl w:ilvl="0">
      <w:start w:val="4"/>
      <w:numFmt w:val="decimal"/>
      <w:lvlText w:val="%1."/>
      <w:lvlJc w:val="left"/>
      <w:pPr>
        <w:ind w:left="450" w:hanging="450"/>
      </w:pPr>
      <w:rPr>
        <w:rFonts w:cs="Times New Roman" w:hint="default"/>
        <w:b/>
      </w:rPr>
    </w:lvl>
    <w:lvl w:ilvl="1">
      <w:start w:val="1"/>
      <w:numFmt w:val="decimal"/>
      <w:lvlText w:val="%1.%2."/>
      <w:lvlJc w:val="left"/>
      <w:pPr>
        <w:ind w:left="1571" w:hanging="720"/>
      </w:pPr>
      <w:rPr>
        <w:rFonts w:cs="Times New Roman" w:hint="default"/>
        <w:b w:val="0"/>
      </w:rPr>
    </w:lvl>
    <w:lvl w:ilvl="2">
      <w:start w:val="1"/>
      <w:numFmt w:val="decimal"/>
      <w:lvlText w:val="%1.%2.%3."/>
      <w:lvlJc w:val="left"/>
      <w:pPr>
        <w:ind w:left="2422" w:hanging="720"/>
      </w:pPr>
      <w:rPr>
        <w:rFonts w:cs="Times New Roman" w:hint="default"/>
        <w:b w:val="0"/>
      </w:rPr>
    </w:lvl>
    <w:lvl w:ilvl="3">
      <w:start w:val="1"/>
      <w:numFmt w:val="decimal"/>
      <w:lvlText w:val="%1.%2.%3.%4."/>
      <w:lvlJc w:val="left"/>
      <w:pPr>
        <w:ind w:left="3633" w:hanging="1080"/>
      </w:pPr>
      <w:rPr>
        <w:rFonts w:cs="Times New Roman" w:hint="default"/>
        <w:b w:val="0"/>
      </w:rPr>
    </w:lvl>
    <w:lvl w:ilvl="4">
      <w:start w:val="1"/>
      <w:numFmt w:val="decimal"/>
      <w:lvlText w:val="%1.%2.%3.%4.%5."/>
      <w:lvlJc w:val="left"/>
      <w:pPr>
        <w:ind w:left="4484" w:hanging="1080"/>
      </w:pPr>
      <w:rPr>
        <w:rFonts w:cs="Times New Roman" w:hint="default"/>
        <w:b w:val="0"/>
      </w:rPr>
    </w:lvl>
    <w:lvl w:ilvl="5">
      <w:start w:val="1"/>
      <w:numFmt w:val="decimal"/>
      <w:lvlText w:val="%1.%2.%3.%4.%5.%6."/>
      <w:lvlJc w:val="left"/>
      <w:pPr>
        <w:ind w:left="5695" w:hanging="1440"/>
      </w:pPr>
      <w:rPr>
        <w:rFonts w:cs="Times New Roman" w:hint="default"/>
        <w:b w:val="0"/>
      </w:rPr>
    </w:lvl>
    <w:lvl w:ilvl="6">
      <w:start w:val="1"/>
      <w:numFmt w:val="decimal"/>
      <w:lvlText w:val="%1.%2.%3.%4.%5.%6.%7."/>
      <w:lvlJc w:val="left"/>
      <w:pPr>
        <w:ind w:left="6906" w:hanging="1800"/>
      </w:pPr>
      <w:rPr>
        <w:rFonts w:cs="Times New Roman" w:hint="default"/>
        <w:b w:val="0"/>
      </w:rPr>
    </w:lvl>
    <w:lvl w:ilvl="7">
      <w:start w:val="1"/>
      <w:numFmt w:val="decimal"/>
      <w:lvlText w:val="%1.%2.%3.%4.%5.%6.%7.%8."/>
      <w:lvlJc w:val="left"/>
      <w:pPr>
        <w:ind w:left="7757" w:hanging="1800"/>
      </w:pPr>
      <w:rPr>
        <w:rFonts w:cs="Times New Roman" w:hint="default"/>
        <w:b w:val="0"/>
      </w:rPr>
    </w:lvl>
    <w:lvl w:ilvl="8">
      <w:start w:val="1"/>
      <w:numFmt w:val="decimal"/>
      <w:lvlText w:val="%1.%2.%3.%4.%5.%6.%7.%8.%9."/>
      <w:lvlJc w:val="left"/>
      <w:pPr>
        <w:ind w:left="8968" w:hanging="2160"/>
      </w:pPr>
      <w:rPr>
        <w:rFonts w:cs="Times New Roman" w:hint="default"/>
        <w:b w:val="0"/>
      </w:rPr>
    </w:lvl>
  </w:abstractNum>
  <w:abstractNum w:abstractNumId="15">
    <w:nsid w:val="304F7B4C"/>
    <w:multiLevelType w:val="multilevel"/>
    <w:tmpl w:val="7B8C4C66"/>
    <w:lvl w:ilvl="0">
      <w:start w:val="6"/>
      <w:numFmt w:val="decimal"/>
      <w:lvlText w:val="%1."/>
      <w:lvlJc w:val="left"/>
      <w:pPr>
        <w:ind w:left="675" w:hanging="675"/>
      </w:pPr>
      <w:rPr>
        <w:rFonts w:cs="Times New Roman" w:hint="default"/>
        <w:b/>
      </w:rPr>
    </w:lvl>
    <w:lvl w:ilvl="1">
      <w:start w:val="4"/>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906" w:hanging="180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16">
    <w:nsid w:val="366A4B65"/>
    <w:multiLevelType w:val="multilevel"/>
    <w:tmpl w:val="4A3A2014"/>
    <w:lvl w:ilvl="0">
      <w:start w:val="7"/>
      <w:numFmt w:val="decimal"/>
      <w:lvlText w:val="%1."/>
      <w:lvlJc w:val="left"/>
      <w:pPr>
        <w:ind w:left="450" w:hanging="45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906" w:hanging="180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17">
    <w:nsid w:val="373537D6"/>
    <w:multiLevelType w:val="hybridMultilevel"/>
    <w:tmpl w:val="9B14C9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7475609"/>
    <w:multiLevelType w:val="multilevel"/>
    <w:tmpl w:val="0FCC7FE8"/>
    <w:lvl w:ilvl="0">
      <w:start w:val="4"/>
      <w:numFmt w:val="decimal"/>
      <w:lvlText w:val="%1."/>
      <w:lvlJc w:val="center"/>
      <w:pPr>
        <w:tabs>
          <w:tab w:val="num" w:pos="284"/>
        </w:tabs>
      </w:pPr>
      <w:rPr>
        <w:rFonts w:ascii="Times New Roman" w:hAnsi="Times New Roman" w:cs="Times New Roman" w:hint="default"/>
        <w:b/>
        <w:color w:val="auto"/>
        <w:spacing w:val="0"/>
        <w:w w:val="100"/>
        <w:sz w:val="28"/>
      </w:rPr>
    </w:lvl>
    <w:lvl w:ilvl="1">
      <w:start w:val="1"/>
      <w:numFmt w:val="decimal"/>
      <w:lvlText w:val="%1.%2."/>
      <w:lvlJc w:val="left"/>
      <w:pPr>
        <w:tabs>
          <w:tab w:val="num" w:pos="1419"/>
        </w:tabs>
        <w:ind w:left="1" w:firstLine="709"/>
      </w:pPr>
      <w:rPr>
        <w:rFonts w:ascii="Times New Roman" w:hAnsi="Times New Roman" w:cs="Times New Roman" w:hint="default"/>
        <w:b w:val="0"/>
        <w:i w:val="0"/>
        <w:sz w:val="28"/>
      </w:rPr>
    </w:lvl>
    <w:lvl w:ilvl="2">
      <w:start w:val="1"/>
      <w:numFmt w:val="decimal"/>
      <w:lvlText w:val="%1.%2.%3."/>
      <w:lvlJc w:val="left"/>
      <w:pPr>
        <w:tabs>
          <w:tab w:val="num" w:pos="1702"/>
        </w:tabs>
        <w:ind w:left="1" w:firstLine="709"/>
      </w:pPr>
      <w:rPr>
        <w:rFonts w:ascii="Times New Roman" w:hAnsi="Times New Roman" w:cs="Times New Roman" w:hint="default"/>
        <w:b w:val="0"/>
        <w:sz w:val="28"/>
      </w:rPr>
    </w:lvl>
    <w:lvl w:ilvl="3">
      <w:start w:val="1"/>
      <w:numFmt w:val="bullet"/>
      <w:lvlText w:val=""/>
      <w:lvlJc w:val="left"/>
      <w:pPr>
        <w:ind w:left="425" w:hanging="425"/>
      </w:pPr>
      <w:rPr>
        <w:rFonts w:ascii="Symbol" w:hAnsi="Symbol" w:hint="default"/>
        <w:color w:val="auto"/>
      </w:rPr>
    </w:lvl>
    <w:lvl w:ilvl="4">
      <w:start w:val="1"/>
      <w:numFmt w:val="decimal"/>
      <w:lvlText w:val="%1.%2.%3.%4.%5."/>
      <w:lvlJc w:val="left"/>
      <w:pPr>
        <w:ind w:left="2941" w:hanging="792"/>
      </w:pPr>
      <w:rPr>
        <w:rFonts w:cs="Times New Roman" w:hint="default"/>
      </w:rPr>
    </w:lvl>
    <w:lvl w:ilvl="5">
      <w:start w:val="1"/>
      <w:numFmt w:val="decimal"/>
      <w:lvlText w:val="%1.%2.%3.%4.%5.%6."/>
      <w:lvlJc w:val="left"/>
      <w:pPr>
        <w:ind w:left="3445" w:hanging="936"/>
      </w:pPr>
      <w:rPr>
        <w:rFonts w:cs="Times New Roman" w:hint="default"/>
      </w:rPr>
    </w:lvl>
    <w:lvl w:ilvl="6">
      <w:start w:val="1"/>
      <w:numFmt w:val="decimal"/>
      <w:lvlText w:val="%1.%2.%3.%4.%5.%6.%7."/>
      <w:lvlJc w:val="left"/>
      <w:pPr>
        <w:ind w:left="3949" w:hanging="1080"/>
      </w:pPr>
      <w:rPr>
        <w:rFonts w:cs="Times New Roman" w:hint="default"/>
      </w:rPr>
    </w:lvl>
    <w:lvl w:ilvl="7">
      <w:start w:val="1"/>
      <w:numFmt w:val="decimal"/>
      <w:lvlText w:val="%1.%2.%3.%4.%5.%6.%7.%8."/>
      <w:lvlJc w:val="left"/>
      <w:pPr>
        <w:ind w:left="4453" w:hanging="1224"/>
      </w:pPr>
      <w:rPr>
        <w:rFonts w:cs="Times New Roman" w:hint="default"/>
      </w:rPr>
    </w:lvl>
    <w:lvl w:ilvl="8">
      <w:start w:val="1"/>
      <w:numFmt w:val="decimal"/>
      <w:lvlText w:val="%1.%2.%3.%4.%5.%6.%7.%8.%9."/>
      <w:lvlJc w:val="left"/>
      <w:pPr>
        <w:ind w:left="5029" w:hanging="1440"/>
      </w:pPr>
      <w:rPr>
        <w:rFonts w:cs="Times New Roman" w:hint="default"/>
      </w:rPr>
    </w:lvl>
  </w:abstractNum>
  <w:abstractNum w:abstractNumId="19">
    <w:nsid w:val="39715448"/>
    <w:multiLevelType w:val="multilevel"/>
    <w:tmpl w:val="4C0CFC94"/>
    <w:lvl w:ilvl="0">
      <w:start w:val="1"/>
      <w:numFmt w:val="decimal"/>
      <w:lvlText w:val="%1."/>
      <w:lvlJc w:val="center"/>
      <w:pPr>
        <w:tabs>
          <w:tab w:val="num" w:pos="284"/>
        </w:tabs>
      </w:pPr>
      <w:rPr>
        <w:rFonts w:ascii="Times New Roman" w:hAnsi="Times New Roman" w:cs="Times New Roman" w:hint="default"/>
        <w:b/>
        <w:color w:val="auto"/>
        <w:spacing w:val="0"/>
        <w:w w:val="100"/>
        <w:sz w:val="28"/>
      </w:rPr>
    </w:lvl>
    <w:lvl w:ilvl="1">
      <w:start w:val="1"/>
      <w:numFmt w:val="decimal"/>
      <w:lvlText w:val="%1.%2."/>
      <w:lvlJc w:val="left"/>
      <w:pPr>
        <w:tabs>
          <w:tab w:val="num" w:pos="1418"/>
        </w:tabs>
        <w:ind w:firstLine="709"/>
      </w:pPr>
      <w:rPr>
        <w:rFonts w:ascii="Times New Roman" w:hAnsi="Times New Roman" w:cs="Times New Roman" w:hint="default"/>
        <w:b w:val="0"/>
        <w:i w:val="0"/>
        <w:sz w:val="28"/>
      </w:rPr>
    </w:lvl>
    <w:lvl w:ilvl="2">
      <w:start w:val="1"/>
      <w:numFmt w:val="decimal"/>
      <w:lvlText w:val="%1.%2.%3."/>
      <w:lvlJc w:val="left"/>
      <w:pPr>
        <w:tabs>
          <w:tab w:val="num" w:pos="1701"/>
        </w:tabs>
        <w:ind w:firstLine="709"/>
      </w:pPr>
      <w:rPr>
        <w:rFonts w:ascii="Times New Roman" w:hAnsi="Times New Roman" w:cs="Times New Roman" w:hint="default"/>
        <w:b w:val="0"/>
        <w:sz w:val="28"/>
      </w:rPr>
    </w:lvl>
    <w:lvl w:ilvl="3">
      <w:start w:val="1"/>
      <w:numFmt w:val="bullet"/>
      <w:lvlText w:val=""/>
      <w:lvlJc w:val="left"/>
      <w:pPr>
        <w:ind w:left="425" w:hanging="425"/>
      </w:pPr>
      <w:rPr>
        <w:rFonts w:ascii="Symbol" w:hAnsi="Symbol" w:hint="default"/>
        <w:color w:val="auto"/>
      </w:rPr>
    </w:lvl>
    <w:lvl w:ilvl="4">
      <w:start w:val="1"/>
      <w:numFmt w:val="decimal"/>
      <w:lvlText w:val="%1.%2.%3.%4.%5."/>
      <w:lvlJc w:val="left"/>
      <w:pPr>
        <w:ind w:left="2941" w:hanging="792"/>
      </w:pPr>
      <w:rPr>
        <w:rFonts w:cs="Times New Roman" w:hint="default"/>
      </w:rPr>
    </w:lvl>
    <w:lvl w:ilvl="5">
      <w:start w:val="1"/>
      <w:numFmt w:val="decimal"/>
      <w:lvlText w:val="%1.%2.%3.%4.%5.%6."/>
      <w:lvlJc w:val="left"/>
      <w:pPr>
        <w:ind w:left="3445" w:hanging="936"/>
      </w:pPr>
      <w:rPr>
        <w:rFonts w:cs="Times New Roman" w:hint="default"/>
      </w:rPr>
    </w:lvl>
    <w:lvl w:ilvl="6">
      <w:start w:val="1"/>
      <w:numFmt w:val="decimal"/>
      <w:lvlText w:val="%1.%2.%3.%4.%5.%6.%7."/>
      <w:lvlJc w:val="left"/>
      <w:pPr>
        <w:ind w:left="3949" w:hanging="1080"/>
      </w:pPr>
      <w:rPr>
        <w:rFonts w:cs="Times New Roman" w:hint="default"/>
      </w:rPr>
    </w:lvl>
    <w:lvl w:ilvl="7">
      <w:start w:val="1"/>
      <w:numFmt w:val="decimal"/>
      <w:lvlText w:val="%1.%2.%3.%4.%5.%6.%7.%8."/>
      <w:lvlJc w:val="left"/>
      <w:pPr>
        <w:ind w:left="4453" w:hanging="1224"/>
      </w:pPr>
      <w:rPr>
        <w:rFonts w:cs="Times New Roman" w:hint="default"/>
      </w:rPr>
    </w:lvl>
    <w:lvl w:ilvl="8">
      <w:start w:val="1"/>
      <w:numFmt w:val="decimal"/>
      <w:lvlText w:val="%1.%2.%3.%4.%5.%6.%7.%8.%9."/>
      <w:lvlJc w:val="left"/>
      <w:pPr>
        <w:ind w:left="5029" w:hanging="1440"/>
      </w:pPr>
      <w:rPr>
        <w:rFonts w:cs="Times New Roman" w:hint="default"/>
      </w:rPr>
    </w:lvl>
  </w:abstractNum>
  <w:abstractNum w:abstractNumId="20">
    <w:nsid w:val="3A9F3499"/>
    <w:multiLevelType w:val="multilevel"/>
    <w:tmpl w:val="0FCC7FE8"/>
    <w:lvl w:ilvl="0">
      <w:start w:val="4"/>
      <w:numFmt w:val="decimal"/>
      <w:lvlText w:val="%1."/>
      <w:lvlJc w:val="center"/>
      <w:pPr>
        <w:tabs>
          <w:tab w:val="num" w:pos="284"/>
        </w:tabs>
      </w:pPr>
      <w:rPr>
        <w:rFonts w:ascii="Times New Roman" w:hAnsi="Times New Roman" w:cs="Times New Roman" w:hint="default"/>
        <w:b/>
        <w:color w:val="auto"/>
        <w:spacing w:val="0"/>
        <w:w w:val="100"/>
        <w:sz w:val="28"/>
      </w:rPr>
    </w:lvl>
    <w:lvl w:ilvl="1">
      <w:start w:val="1"/>
      <w:numFmt w:val="decimal"/>
      <w:lvlText w:val="%1.%2."/>
      <w:lvlJc w:val="left"/>
      <w:pPr>
        <w:tabs>
          <w:tab w:val="num" w:pos="1419"/>
        </w:tabs>
        <w:ind w:left="1" w:firstLine="709"/>
      </w:pPr>
      <w:rPr>
        <w:rFonts w:ascii="Times New Roman" w:hAnsi="Times New Roman" w:cs="Times New Roman" w:hint="default"/>
        <w:b w:val="0"/>
        <w:i w:val="0"/>
        <w:sz w:val="28"/>
      </w:rPr>
    </w:lvl>
    <w:lvl w:ilvl="2">
      <w:start w:val="1"/>
      <w:numFmt w:val="decimal"/>
      <w:lvlText w:val="%1.%2.%3."/>
      <w:lvlJc w:val="left"/>
      <w:pPr>
        <w:tabs>
          <w:tab w:val="num" w:pos="1702"/>
        </w:tabs>
        <w:ind w:left="1" w:firstLine="709"/>
      </w:pPr>
      <w:rPr>
        <w:rFonts w:ascii="Times New Roman" w:hAnsi="Times New Roman" w:cs="Times New Roman" w:hint="default"/>
        <w:b w:val="0"/>
        <w:sz w:val="28"/>
      </w:rPr>
    </w:lvl>
    <w:lvl w:ilvl="3">
      <w:start w:val="1"/>
      <w:numFmt w:val="bullet"/>
      <w:lvlText w:val=""/>
      <w:lvlJc w:val="left"/>
      <w:pPr>
        <w:ind w:left="425" w:hanging="425"/>
      </w:pPr>
      <w:rPr>
        <w:rFonts w:ascii="Symbol" w:hAnsi="Symbol" w:hint="default"/>
        <w:color w:val="auto"/>
      </w:rPr>
    </w:lvl>
    <w:lvl w:ilvl="4">
      <w:start w:val="1"/>
      <w:numFmt w:val="decimal"/>
      <w:lvlText w:val="%1.%2.%3.%4.%5."/>
      <w:lvlJc w:val="left"/>
      <w:pPr>
        <w:ind w:left="2941" w:hanging="792"/>
      </w:pPr>
      <w:rPr>
        <w:rFonts w:cs="Times New Roman" w:hint="default"/>
      </w:rPr>
    </w:lvl>
    <w:lvl w:ilvl="5">
      <w:start w:val="1"/>
      <w:numFmt w:val="decimal"/>
      <w:lvlText w:val="%1.%2.%3.%4.%5.%6."/>
      <w:lvlJc w:val="left"/>
      <w:pPr>
        <w:ind w:left="3445" w:hanging="936"/>
      </w:pPr>
      <w:rPr>
        <w:rFonts w:cs="Times New Roman" w:hint="default"/>
      </w:rPr>
    </w:lvl>
    <w:lvl w:ilvl="6">
      <w:start w:val="1"/>
      <w:numFmt w:val="decimal"/>
      <w:lvlText w:val="%1.%2.%3.%4.%5.%6.%7."/>
      <w:lvlJc w:val="left"/>
      <w:pPr>
        <w:ind w:left="3949" w:hanging="1080"/>
      </w:pPr>
      <w:rPr>
        <w:rFonts w:cs="Times New Roman" w:hint="default"/>
      </w:rPr>
    </w:lvl>
    <w:lvl w:ilvl="7">
      <w:start w:val="1"/>
      <w:numFmt w:val="decimal"/>
      <w:lvlText w:val="%1.%2.%3.%4.%5.%6.%7.%8."/>
      <w:lvlJc w:val="left"/>
      <w:pPr>
        <w:ind w:left="4453" w:hanging="1224"/>
      </w:pPr>
      <w:rPr>
        <w:rFonts w:cs="Times New Roman" w:hint="default"/>
      </w:rPr>
    </w:lvl>
    <w:lvl w:ilvl="8">
      <w:start w:val="1"/>
      <w:numFmt w:val="decimal"/>
      <w:lvlText w:val="%1.%2.%3.%4.%5.%6.%7.%8.%9."/>
      <w:lvlJc w:val="left"/>
      <w:pPr>
        <w:ind w:left="5029" w:hanging="1440"/>
      </w:pPr>
      <w:rPr>
        <w:rFonts w:cs="Times New Roman" w:hint="default"/>
      </w:rPr>
    </w:lvl>
  </w:abstractNum>
  <w:abstractNum w:abstractNumId="21">
    <w:nsid w:val="3AA57BB3"/>
    <w:multiLevelType w:val="multilevel"/>
    <w:tmpl w:val="4C0CFC94"/>
    <w:numStyleLink w:val="8"/>
  </w:abstractNum>
  <w:abstractNum w:abstractNumId="22">
    <w:nsid w:val="3EBD22AD"/>
    <w:multiLevelType w:val="multilevel"/>
    <w:tmpl w:val="D9B232C6"/>
    <w:lvl w:ilvl="0">
      <w:start w:val="3"/>
      <w:numFmt w:val="decimal"/>
      <w:lvlText w:val="%1."/>
      <w:lvlJc w:val="left"/>
      <w:pPr>
        <w:ind w:left="450" w:hanging="450"/>
      </w:pPr>
      <w:rPr>
        <w:rFonts w:cs="Times New Roman" w:hint="default"/>
      </w:rPr>
    </w:lvl>
    <w:lvl w:ilvl="1">
      <w:start w:val="1"/>
      <w:numFmt w:val="decimal"/>
      <w:lvlText w:val="%1.%2."/>
      <w:lvlJc w:val="left"/>
      <w:pPr>
        <w:ind w:left="2007" w:hanging="720"/>
      </w:pPr>
      <w:rPr>
        <w:rFonts w:cs="Times New Roman" w:hint="default"/>
      </w:rPr>
    </w:lvl>
    <w:lvl w:ilvl="2">
      <w:start w:val="1"/>
      <w:numFmt w:val="decimal"/>
      <w:lvlText w:val="%1.%2.%3."/>
      <w:lvlJc w:val="left"/>
      <w:pPr>
        <w:ind w:left="3294" w:hanging="720"/>
      </w:pPr>
      <w:rPr>
        <w:rFonts w:cs="Times New Roman" w:hint="default"/>
      </w:rPr>
    </w:lvl>
    <w:lvl w:ilvl="3">
      <w:start w:val="1"/>
      <w:numFmt w:val="bullet"/>
      <w:lvlText w:val=""/>
      <w:lvlJc w:val="left"/>
      <w:pPr>
        <w:ind w:left="1790" w:hanging="1080"/>
      </w:pPr>
      <w:rPr>
        <w:rFonts w:ascii="Symbol" w:hAnsi="Symbol" w:hint="default"/>
      </w:rPr>
    </w:lvl>
    <w:lvl w:ilvl="4">
      <w:start w:val="1"/>
      <w:numFmt w:val="decimal"/>
      <w:lvlText w:val="%1.%2.%3.%4.%5."/>
      <w:lvlJc w:val="left"/>
      <w:pPr>
        <w:ind w:left="6228" w:hanging="1080"/>
      </w:pPr>
      <w:rPr>
        <w:rFonts w:cs="Times New Roman" w:hint="default"/>
      </w:rPr>
    </w:lvl>
    <w:lvl w:ilvl="5">
      <w:start w:val="1"/>
      <w:numFmt w:val="decimal"/>
      <w:lvlText w:val="%1.%2.%3.%4.%5.%6."/>
      <w:lvlJc w:val="left"/>
      <w:pPr>
        <w:ind w:left="7875" w:hanging="1440"/>
      </w:pPr>
      <w:rPr>
        <w:rFonts w:cs="Times New Roman" w:hint="default"/>
      </w:rPr>
    </w:lvl>
    <w:lvl w:ilvl="6">
      <w:start w:val="1"/>
      <w:numFmt w:val="decimal"/>
      <w:lvlText w:val="%1.%2.%3.%4.%5.%6.%7."/>
      <w:lvlJc w:val="left"/>
      <w:pPr>
        <w:ind w:left="9522" w:hanging="1800"/>
      </w:pPr>
      <w:rPr>
        <w:rFonts w:cs="Times New Roman" w:hint="default"/>
      </w:rPr>
    </w:lvl>
    <w:lvl w:ilvl="7">
      <w:start w:val="1"/>
      <w:numFmt w:val="decimal"/>
      <w:lvlText w:val="%1.%2.%3.%4.%5.%6.%7.%8."/>
      <w:lvlJc w:val="left"/>
      <w:pPr>
        <w:ind w:left="10809" w:hanging="1800"/>
      </w:pPr>
      <w:rPr>
        <w:rFonts w:cs="Times New Roman" w:hint="default"/>
      </w:rPr>
    </w:lvl>
    <w:lvl w:ilvl="8">
      <w:start w:val="1"/>
      <w:numFmt w:val="decimal"/>
      <w:lvlText w:val="%1.%2.%3.%4.%5.%6.%7.%8.%9."/>
      <w:lvlJc w:val="left"/>
      <w:pPr>
        <w:ind w:left="12456" w:hanging="2160"/>
      </w:pPr>
      <w:rPr>
        <w:rFonts w:cs="Times New Roman" w:hint="default"/>
      </w:rPr>
    </w:lvl>
  </w:abstractNum>
  <w:abstractNum w:abstractNumId="23">
    <w:nsid w:val="456C7029"/>
    <w:multiLevelType w:val="multilevel"/>
    <w:tmpl w:val="A65CBB5E"/>
    <w:lvl w:ilvl="0">
      <w:start w:val="3"/>
      <w:numFmt w:val="decimal"/>
      <w:lvlText w:val="%1."/>
      <w:lvlJc w:val="left"/>
      <w:pPr>
        <w:ind w:left="450" w:hanging="450"/>
      </w:pPr>
      <w:rPr>
        <w:rFonts w:cs="Times New Roman" w:hint="default"/>
        <w:b/>
      </w:rPr>
    </w:lvl>
    <w:lvl w:ilvl="1">
      <w:start w:val="1"/>
      <w:numFmt w:val="decimal"/>
      <w:lvlText w:val="%1.%2."/>
      <w:lvlJc w:val="left"/>
      <w:pPr>
        <w:ind w:left="1571" w:hanging="720"/>
      </w:pPr>
      <w:rPr>
        <w:rFonts w:cs="Times New Roman" w:hint="default"/>
        <w:b w:val="0"/>
      </w:rPr>
    </w:lvl>
    <w:lvl w:ilvl="2">
      <w:start w:val="1"/>
      <w:numFmt w:val="decimal"/>
      <w:lvlText w:val="%1.%2.%3."/>
      <w:lvlJc w:val="left"/>
      <w:pPr>
        <w:ind w:left="2422" w:hanging="720"/>
      </w:pPr>
      <w:rPr>
        <w:rFonts w:cs="Times New Roman" w:hint="default"/>
        <w:b w:val="0"/>
      </w:rPr>
    </w:lvl>
    <w:lvl w:ilvl="3">
      <w:start w:val="1"/>
      <w:numFmt w:val="decimal"/>
      <w:lvlText w:val="%1.%2.%3.%4."/>
      <w:lvlJc w:val="left"/>
      <w:pPr>
        <w:ind w:left="3633" w:hanging="1080"/>
      </w:pPr>
      <w:rPr>
        <w:rFonts w:cs="Times New Roman" w:hint="default"/>
        <w:b w:val="0"/>
      </w:rPr>
    </w:lvl>
    <w:lvl w:ilvl="4">
      <w:start w:val="1"/>
      <w:numFmt w:val="decimal"/>
      <w:lvlText w:val="%1.%2.%3.%4.%5."/>
      <w:lvlJc w:val="left"/>
      <w:pPr>
        <w:ind w:left="4484" w:hanging="1080"/>
      </w:pPr>
      <w:rPr>
        <w:rFonts w:cs="Times New Roman" w:hint="default"/>
        <w:b w:val="0"/>
      </w:rPr>
    </w:lvl>
    <w:lvl w:ilvl="5">
      <w:start w:val="1"/>
      <w:numFmt w:val="decimal"/>
      <w:lvlText w:val="%1.%2.%3.%4.%5.%6."/>
      <w:lvlJc w:val="left"/>
      <w:pPr>
        <w:ind w:left="5695" w:hanging="1440"/>
      </w:pPr>
      <w:rPr>
        <w:rFonts w:cs="Times New Roman" w:hint="default"/>
        <w:b w:val="0"/>
      </w:rPr>
    </w:lvl>
    <w:lvl w:ilvl="6">
      <w:start w:val="1"/>
      <w:numFmt w:val="decimal"/>
      <w:lvlText w:val="%1.%2.%3.%4.%5.%6.%7."/>
      <w:lvlJc w:val="left"/>
      <w:pPr>
        <w:ind w:left="6906" w:hanging="1800"/>
      </w:pPr>
      <w:rPr>
        <w:rFonts w:cs="Times New Roman" w:hint="default"/>
        <w:b w:val="0"/>
      </w:rPr>
    </w:lvl>
    <w:lvl w:ilvl="7">
      <w:start w:val="1"/>
      <w:numFmt w:val="decimal"/>
      <w:lvlText w:val="%1.%2.%3.%4.%5.%6.%7.%8."/>
      <w:lvlJc w:val="left"/>
      <w:pPr>
        <w:ind w:left="7757" w:hanging="1800"/>
      </w:pPr>
      <w:rPr>
        <w:rFonts w:cs="Times New Roman" w:hint="default"/>
        <w:b w:val="0"/>
      </w:rPr>
    </w:lvl>
    <w:lvl w:ilvl="8">
      <w:start w:val="1"/>
      <w:numFmt w:val="decimal"/>
      <w:lvlText w:val="%1.%2.%3.%4.%5.%6.%7.%8.%9."/>
      <w:lvlJc w:val="left"/>
      <w:pPr>
        <w:ind w:left="8968" w:hanging="2160"/>
      </w:pPr>
      <w:rPr>
        <w:rFonts w:cs="Times New Roman" w:hint="default"/>
        <w:b w:val="0"/>
      </w:rPr>
    </w:lvl>
  </w:abstractNum>
  <w:abstractNum w:abstractNumId="24">
    <w:nsid w:val="46CD7A2F"/>
    <w:multiLevelType w:val="multilevel"/>
    <w:tmpl w:val="44E0C04A"/>
    <w:lvl w:ilvl="0">
      <w:start w:val="5"/>
      <w:numFmt w:val="decimal"/>
      <w:lvlText w:val="%1."/>
      <w:lvlJc w:val="left"/>
      <w:pPr>
        <w:ind w:left="450" w:hanging="450"/>
      </w:pPr>
      <w:rPr>
        <w:rFonts w:cs="Times New Roman" w:hint="default"/>
      </w:rPr>
    </w:lvl>
    <w:lvl w:ilvl="1">
      <w:start w:val="4"/>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906" w:hanging="180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25">
    <w:nsid w:val="4B8B4956"/>
    <w:multiLevelType w:val="multilevel"/>
    <w:tmpl w:val="42B693B4"/>
    <w:lvl w:ilvl="0">
      <w:start w:val="3"/>
      <w:numFmt w:val="decimal"/>
      <w:lvlText w:val="%1."/>
      <w:lvlJc w:val="left"/>
      <w:pPr>
        <w:ind w:left="450" w:hanging="450"/>
      </w:pPr>
      <w:rPr>
        <w:rFonts w:cs="Times New Roman" w:hint="default"/>
      </w:rPr>
    </w:lvl>
    <w:lvl w:ilvl="1">
      <w:start w:val="1"/>
      <w:numFmt w:val="decimal"/>
      <w:lvlText w:val="%1.%2."/>
      <w:lvlJc w:val="left"/>
      <w:pPr>
        <w:ind w:left="862" w:hanging="720"/>
      </w:pPr>
      <w:rPr>
        <w:rFonts w:cs="Times New Roman" w:hint="default"/>
      </w:rPr>
    </w:lvl>
    <w:lvl w:ilvl="2">
      <w:start w:val="1"/>
      <w:numFmt w:val="decimal"/>
      <w:lvlText w:val="%1.%2.%3."/>
      <w:lvlJc w:val="left"/>
      <w:pPr>
        <w:ind w:left="3294" w:hanging="720"/>
      </w:pPr>
      <w:rPr>
        <w:rFonts w:cs="Times New Roman" w:hint="default"/>
      </w:rPr>
    </w:lvl>
    <w:lvl w:ilvl="3">
      <w:start w:val="1"/>
      <w:numFmt w:val="decimal"/>
      <w:lvlText w:val="%1.%2.%3.%4."/>
      <w:lvlJc w:val="left"/>
      <w:pPr>
        <w:ind w:left="4941" w:hanging="1080"/>
      </w:pPr>
      <w:rPr>
        <w:rFonts w:cs="Times New Roman" w:hint="default"/>
      </w:rPr>
    </w:lvl>
    <w:lvl w:ilvl="4">
      <w:start w:val="1"/>
      <w:numFmt w:val="decimal"/>
      <w:lvlText w:val="%1.%2.%3.%4.%5."/>
      <w:lvlJc w:val="left"/>
      <w:pPr>
        <w:ind w:left="6228" w:hanging="1080"/>
      </w:pPr>
      <w:rPr>
        <w:rFonts w:cs="Times New Roman" w:hint="default"/>
      </w:rPr>
    </w:lvl>
    <w:lvl w:ilvl="5">
      <w:start w:val="1"/>
      <w:numFmt w:val="decimal"/>
      <w:lvlText w:val="%1.%2.%3.%4.%5.%6."/>
      <w:lvlJc w:val="left"/>
      <w:pPr>
        <w:ind w:left="7875" w:hanging="1440"/>
      </w:pPr>
      <w:rPr>
        <w:rFonts w:cs="Times New Roman" w:hint="default"/>
      </w:rPr>
    </w:lvl>
    <w:lvl w:ilvl="6">
      <w:start w:val="1"/>
      <w:numFmt w:val="decimal"/>
      <w:lvlText w:val="%1.%2.%3.%4.%5.%6.%7."/>
      <w:lvlJc w:val="left"/>
      <w:pPr>
        <w:ind w:left="9522" w:hanging="1800"/>
      </w:pPr>
      <w:rPr>
        <w:rFonts w:cs="Times New Roman" w:hint="default"/>
      </w:rPr>
    </w:lvl>
    <w:lvl w:ilvl="7">
      <w:start w:val="1"/>
      <w:numFmt w:val="decimal"/>
      <w:lvlText w:val="%1.%2.%3.%4.%5.%6.%7.%8."/>
      <w:lvlJc w:val="left"/>
      <w:pPr>
        <w:ind w:left="10809" w:hanging="1800"/>
      </w:pPr>
      <w:rPr>
        <w:rFonts w:cs="Times New Roman" w:hint="default"/>
      </w:rPr>
    </w:lvl>
    <w:lvl w:ilvl="8">
      <w:start w:val="1"/>
      <w:numFmt w:val="decimal"/>
      <w:lvlText w:val="%1.%2.%3.%4.%5.%6.%7.%8.%9."/>
      <w:lvlJc w:val="left"/>
      <w:pPr>
        <w:ind w:left="12456" w:hanging="2160"/>
      </w:pPr>
      <w:rPr>
        <w:rFonts w:cs="Times New Roman" w:hint="default"/>
      </w:rPr>
    </w:lvl>
  </w:abstractNum>
  <w:abstractNum w:abstractNumId="26">
    <w:nsid w:val="4FFF328C"/>
    <w:multiLevelType w:val="multilevel"/>
    <w:tmpl w:val="A03A7FE6"/>
    <w:lvl w:ilvl="0">
      <w:start w:val="3"/>
      <w:numFmt w:val="decimal"/>
      <w:lvlText w:val="%1."/>
      <w:lvlJc w:val="left"/>
      <w:pPr>
        <w:ind w:left="450" w:hanging="450"/>
      </w:pPr>
      <w:rPr>
        <w:rFonts w:cs="Times New Roman" w:hint="default"/>
      </w:rPr>
    </w:lvl>
    <w:lvl w:ilvl="1">
      <w:start w:val="1"/>
      <w:numFmt w:val="decimal"/>
      <w:lvlText w:val="%1.%2."/>
      <w:lvlJc w:val="left"/>
      <w:pPr>
        <w:ind w:left="2007" w:hanging="720"/>
      </w:pPr>
      <w:rPr>
        <w:rFonts w:cs="Times New Roman" w:hint="default"/>
      </w:rPr>
    </w:lvl>
    <w:lvl w:ilvl="2">
      <w:start w:val="1"/>
      <w:numFmt w:val="decimal"/>
      <w:lvlText w:val="%1.%2.%3."/>
      <w:lvlJc w:val="left"/>
      <w:pPr>
        <w:ind w:left="3294" w:hanging="720"/>
      </w:pPr>
      <w:rPr>
        <w:rFonts w:cs="Times New Roman" w:hint="default"/>
      </w:rPr>
    </w:lvl>
    <w:lvl w:ilvl="3">
      <w:start w:val="1"/>
      <w:numFmt w:val="bullet"/>
      <w:lvlText w:val=""/>
      <w:lvlJc w:val="left"/>
      <w:pPr>
        <w:ind w:left="1790" w:hanging="1080"/>
      </w:pPr>
      <w:rPr>
        <w:rFonts w:ascii="Symbol" w:hAnsi="Symbol" w:hint="default"/>
      </w:rPr>
    </w:lvl>
    <w:lvl w:ilvl="4">
      <w:start w:val="1"/>
      <w:numFmt w:val="decimal"/>
      <w:lvlText w:val="%1.%2.%3.%4.%5."/>
      <w:lvlJc w:val="left"/>
      <w:pPr>
        <w:ind w:left="6228" w:hanging="1080"/>
      </w:pPr>
      <w:rPr>
        <w:rFonts w:cs="Times New Roman" w:hint="default"/>
      </w:rPr>
    </w:lvl>
    <w:lvl w:ilvl="5">
      <w:start w:val="1"/>
      <w:numFmt w:val="decimal"/>
      <w:lvlText w:val="%1.%2.%3.%4.%5.%6."/>
      <w:lvlJc w:val="left"/>
      <w:pPr>
        <w:ind w:left="7875" w:hanging="1440"/>
      </w:pPr>
      <w:rPr>
        <w:rFonts w:cs="Times New Roman" w:hint="default"/>
      </w:rPr>
    </w:lvl>
    <w:lvl w:ilvl="6">
      <w:start w:val="1"/>
      <w:numFmt w:val="decimal"/>
      <w:lvlText w:val="%1.%2.%3.%4.%5.%6.%7."/>
      <w:lvlJc w:val="left"/>
      <w:pPr>
        <w:ind w:left="9522" w:hanging="1800"/>
      </w:pPr>
      <w:rPr>
        <w:rFonts w:cs="Times New Roman" w:hint="default"/>
      </w:rPr>
    </w:lvl>
    <w:lvl w:ilvl="7">
      <w:start w:val="1"/>
      <w:numFmt w:val="decimal"/>
      <w:lvlText w:val="%1.%2.%3.%4.%5.%6.%7.%8."/>
      <w:lvlJc w:val="left"/>
      <w:pPr>
        <w:ind w:left="10809" w:hanging="1800"/>
      </w:pPr>
      <w:rPr>
        <w:rFonts w:cs="Times New Roman" w:hint="default"/>
      </w:rPr>
    </w:lvl>
    <w:lvl w:ilvl="8">
      <w:start w:val="1"/>
      <w:numFmt w:val="decimal"/>
      <w:lvlText w:val="%1.%2.%3.%4.%5.%6.%7.%8.%9."/>
      <w:lvlJc w:val="left"/>
      <w:pPr>
        <w:ind w:left="12456" w:hanging="2160"/>
      </w:pPr>
      <w:rPr>
        <w:rFonts w:cs="Times New Roman" w:hint="default"/>
      </w:rPr>
    </w:lvl>
  </w:abstractNum>
  <w:abstractNum w:abstractNumId="27">
    <w:nsid w:val="52D85E81"/>
    <w:multiLevelType w:val="multilevel"/>
    <w:tmpl w:val="A03A7FE6"/>
    <w:lvl w:ilvl="0">
      <w:start w:val="3"/>
      <w:numFmt w:val="decimal"/>
      <w:lvlText w:val="%1."/>
      <w:lvlJc w:val="left"/>
      <w:pPr>
        <w:ind w:left="450" w:hanging="450"/>
      </w:pPr>
      <w:rPr>
        <w:rFonts w:cs="Times New Roman" w:hint="default"/>
      </w:rPr>
    </w:lvl>
    <w:lvl w:ilvl="1">
      <w:start w:val="1"/>
      <w:numFmt w:val="decimal"/>
      <w:lvlText w:val="%1.%2."/>
      <w:lvlJc w:val="left"/>
      <w:pPr>
        <w:ind w:left="2007" w:hanging="720"/>
      </w:pPr>
      <w:rPr>
        <w:rFonts w:cs="Times New Roman" w:hint="default"/>
      </w:rPr>
    </w:lvl>
    <w:lvl w:ilvl="2">
      <w:start w:val="1"/>
      <w:numFmt w:val="decimal"/>
      <w:lvlText w:val="%1.%2.%3."/>
      <w:lvlJc w:val="left"/>
      <w:pPr>
        <w:ind w:left="3294" w:hanging="720"/>
      </w:pPr>
      <w:rPr>
        <w:rFonts w:cs="Times New Roman" w:hint="default"/>
      </w:rPr>
    </w:lvl>
    <w:lvl w:ilvl="3">
      <w:start w:val="1"/>
      <w:numFmt w:val="bullet"/>
      <w:lvlText w:val=""/>
      <w:lvlJc w:val="left"/>
      <w:pPr>
        <w:ind w:left="4941" w:hanging="1080"/>
      </w:pPr>
      <w:rPr>
        <w:rFonts w:ascii="Symbol" w:hAnsi="Symbol" w:hint="default"/>
      </w:rPr>
    </w:lvl>
    <w:lvl w:ilvl="4">
      <w:start w:val="1"/>
      <w:numFmt w:val="decimal"/>
      <w:lvlText w:val="%1.%2.%3.%4.%5."/>
      <w:lvlJc w:val="left"/>
      <w:pPr>
        <w:ind w:left="6228" w:hanging="1080"/>
      </w:pPr>
      <w:rPr>
        <w:rFonts w:cs="Times New Roman" w:hint="default"/>
      </w:rPr>
    </w:lvl>
    <w:lvl w:ilvl="5">
      <w:start w:val="1"/>
      <w:numFmt w:val="decimal"/>
      <w:lvlText w:val="%1.%2.%3.%4.%5.%6."/>
      <w:lvlJc w:val="left"/>
      <w:pPr>
        <w:ind w:left="7875" w:hanging="1440"/>
      </w:pPr>
      <w:rPr>
        <w:rFonts w:cs="Times New Roman" w:hint="default"/>
      </w:rPr>
    </w:lvl>
    <w:lvl w:ilvl="6">
      <w:start w:val="1"/>
      <w:numFmt w:val="decimal"/>
      <w:lvlText w:val="%1.%2.%3.%4.%5.%6.%7."/>
      <w:lvlJc w:val="left"/>
      <w:pPr>
        <w:ind w:left="9522" w:hanging="1800"/>
      </w:pPr>
      <w:rPr>
        <w:rFonts w:cs="Times New Roman" w:hint="default"/>
      </w:rPr>
    </w:lvl>
    <w:lvl w:ilvl="7">
      <w:start w:val="1"/>
      <w:numFmt w:val="decimal"/>
      <w:lvlText w:val="%1.%2.%3.%4.%5.%6.%7.%8."/>
      <w:lvlJc w:val="left"/>
      <w:pPr>
        <w:ind w:left="10809" w:hanging="1800"/>
      </w:pPr>
      <w:rPr>
        <w:rFonts w:cs="Times New Roman" w:hint="default"/>
      </w:rPr>
    </w:lvl>
    <w:lvl w:ilvl="8">
      <w:start w:val="1"/>
      <w:numFmt w:val="decimal"/>
      <w:lvlText w:val="%1.%2.%3.%4.%5.%6.%7.%8.%9."/>
      <w:lvlJc w:val="left"/>
      <w:pPr>
        <w:ind w:left="12456" w:hanging="2160"/>
      </w:pPr>
      <w:rPr>
        <w:rFonts w:cs="Times New Roman" w:hint="default"/>
      </w:rPr>
    </w:lvl>
  </w:abstractNum>
  <w:abstractNum w:abstractNumId="28">
    <w:nsid w:val="59FB498F"/>
    <w:multiLevelType w:val="multilevel"/>
    <w:tmpl w:val="A03A7FE6"/>
    <w:lvl w:ilvl="0">
      <w:start w:val="3"/>
      <w:numFmt w:val="decimal"/>
      <w:lvlText w:val="%1."/>
      <w:lvlJc w:val="left"/>
      <w:pPr>
        <w:ind w:left="450" w:hanging="450"/>
      </w:pPr>
      <w:rPr>
        <w:rFonts w:cs="Times New Roman" w:hint="default"/>
      </w:rPr>
    </w:lvl>
    <w:lvl w:ilvl="1">
      <w:start w:val="1"/>
      <w:numFmt w:val="decimal"/>
      <w:lvlText w:val="%1.%2."/>
      <w:lvlJc w:val="left"/>
      <w:pPr>
        <w:ind w:left="2007" w:hanging="720"/>
      </w:pPr>
      <w:rPr>
        <w:rFonts w:cs="Times New Roman" w:hint="default"/>
      </w:rPr>
    </w:lvl>
    <w:lvl w:ilvl="2">
      <w:start w:val="1"/>
      <w:numFmt w:val="decimal"/>
      <w:lvlText w:val="%1.%2.%3."/>
      <w:lvlJc w:val="left"/>
      <w:pPr>
        <w:ind w:left="3294" w:hanging="720"/>
      </w:pPr>
      <w:rPr>
        <w:rFonts w:cs="Times New Roman" w:hint="default"/>
      </w:rPr>
    </w:lvl>
    <w:lvl w:ilvl="3">
      <w:start w:val="1"/>
      <w:numFmt w:val="bullet"/>
      <w:lvlText w:val=""/>
      <w:lvlJc w:val="left"/>
      <w:pPr>
        <w:ind w:left="4941" w:hanging="1080"/>
      </w:pPr>
      <w:rPr>
        <w:rFonts w:ascii="Symbol" w:hAnsi="Symbol" w:hint="default"/>
      </w:rPr>
    </w:lvl>
    <w:lvl w:ilvl="4">
      <w:start w:val="1"/>
      <w:numFmt w:val="decimal"/>
      <w:lvlText w:val="%1.%2.%3.%4.%5."/>
      <w:lvlJc w:val="left"/>
      <w:pPr>
        <w:ind w:left="6228" w:hanging="1080"/>
      </w:pPr>
      <w:rPr>
        <w:rFonts w:cs="Times New Roman" w:hint="default"/>
      </w:rPr>
    </w:lvl>
    <w:lvl w:ilvl="5">
      <w:start w:val="1"/>
      <w:numFmt w:val="decimal"/>
      <w:lvlText w:val="%1.%2.%3.%4.%5.%6."/>
      <w:lvlJc w:val="left"/>
      <w:pPr>
        <w:ind w:left="7875" w:hanging="1440"/>
      </w:pPr>
      <w:rPr>
        <w:rFonts w:cs="Times New Roman" w:hint="default"/>
      </w:rPr>
    </w:lvl>
    <w:lvl w:ilvl="6">
      <w:start w:val="1"/>
      <w:numFmt w:val="decimal"/>
      <w:lvlText w:val="%1.%2.%3.%4.%5.%6.%7."/>
      <w:lvlJc w:val="left"/>
      <w:pPr>
        <w:ind w:left="9522" w:hanging="1800"/>
      </w:pPr>
      <w:rPr>
        <w:rFonts w:cs="Times New Roman" w:hint="default"/>
      </w:rPr>
    </w:lvl>
    <w:lvl w:ilvl="7">
      <w:start w:val="1"/>
      <w:numFmt w:val="decimal"/>
      <w:lvlText w:val="%1.%2.%3.%4.%5.%6.%7.%8."/>
      <w:lvlJc w:val="left"/>
      <w:pPr>
        <w:ind w:left="10809" w:hanging="1800"/>
      </w:pPr>
      <w:rPr>
        <w:rFonts w:cs="Times New Roman" w:hint="default"/>
      </w:rPr>
    </w:lvl>
    <w:lvl w:ilvl="8">
      <w:start w:val="1"/>
      <w:numFmt w:val="decimal"/>
      <w:lvlText w:val="%1.%2.%3.%4.%5.%6.%7.%8.%9."/>
      <w:lvlJc w:val="left"/>
      <w:pPr>
        <w:ind w:left="12456" w:hanging="2160"/>
      </w:pPr>
      <w:rPr>
        <w:rFonts w:cs="Times New Roman" w:hint="default"/>
      </w:rPr>
    </w:lvl>
  </w:abstractNum>
  <w:abstractNum w:abstractNumId="29">
    <w:nsid w:val="61F13863"/>
    <w:multiLevelType w:val="hybridMultilevel"/>
    <w:tmpl w:val="06344AB0"/>
    <w:lvl w:ilvl="0" w:tplc="04190001">
      <w:start w:val="1"/>
      <w:numFmt w:val="bullet"/>
      <w:lvlText w:val=""/>
      <w:lvlJc w:val="left"/>
      <w:pPr>
        <w:ind w:left="2727" w:hanging="360"/>
      </w:pPr>
      <w:rPr>
        <w:rFonts w:ascii="Symbol" w:hAnsi="Symbol" w:hint="default"/>
      </w:rPr>
    </w:lvl>
    <w:lvl w:ilvl="1" w:tplc="04190003" w:tentative="1">
      <w:start w:val="1"/>
      <w:numFmt w:val="bullet"/>
      <w:lvlText w:val="o"/>
      <w:lvlJc w:val="left"/>
      <w:pPr>
        <w:ind w:left="3447" w:hanging="360"/>
      </w:pPr>
      <w:rPr>
        <w:rFonts w:ascii="Courier New" w:hAnsi="Courier New" w:hint="default"/>
      </w:rPr>
    </w:lvl>
    <w:lvl w:ilvl="2" w:tplc="04190005" w:tentative="1">
      <w:start w:val="1"/>
      <w:numFmt w:val="bullet"/>
      <w:lvlText w:val=""/>
      <w:lvlJc w:val="left"/>
      <w:pPr>
        <w:ind w:left="4167" w:hanging="360"/>
      </w:pPr>
      <w:rPr>
        <w:rFonts w:ascii="Wingdings" w:hAnsi="Wingdings" w:hint="default"/>
      </w:rPr>
    </w:lvl>
    <w:lvl w:ilvl="3" w:tplc="04190001" w:tentative="1">
      <w:start w:val="1"/>
      <w:numFmt w:val="bullet"/>
      <w:lvlText w:val=""/>
      <w:lvlJc w:val="left"/>
      <w:pPr>
        <w:ind w:left="4887" w:hanging="360"/>
      </w:pPr>
      <w:rPr>
        <w:rFonts w:ascii="Symbol" w:hAnsi="Symbol" w:hint="default"/>
      </w:rPr>
    </w:lvl>
    <w:lvl w:ilvl="4" w:tplc="04190003" w:tentative="1">
      <w:start w:val="1"/>
      <w:numFmt w:val="bullet"/>
      <w:lvlText w:val="o"/>
      <w:lvlJc w:val="left"/>
      <w:pPr>
        <w:ind w:left="5607" w:hanging="360"/>
      </w:pPr>
      <w:rPr>
        <w:rFonts w:ascii="Courier New" w:hAnsi="Courier New" w:hint="default"/>
      </w:rPr>
    </w:lvl>
    <w:lvl w:ilvl="5" w:tplc="04190005" w:tentative="1">
      <w:start w:val="1"/>
      <w:numFmt w:val="bullet"/>
      <w:lvlText w:val=""/>
      <w:lvlJc w:val="left"/>
      <w:pPr>
        <w:ind w:left="6327" w:hanging="360"/>
      </w:pPr>
      <w:rPr>
        <w:rFonts w:ascii="Wingdings" w:hAnsi="Wingdings" w:hint="default"/>
      </w:rPr>
    </w:lvl>
    <w:lvl w:ilvl="6" w:tplc="04190001" w:tentative="1">
      <w:start w:val="1"/>
      <w:numFmt w:val="bullet"/>
      <w:lvlText w:val=""/>
      <w:lvlJc w:val="left"/>
      <w:pPr>
        <w:ind w:left="7047" w:hanging="360"/>
      </w:pPr>
      <w:rPr>
        <w:rFonts w:ascii="Symbol" w:hAnsi="Symbol" w:hint="default"/>
      </w:rPr>
    </w:lvl>
    <w:lvl w:ilvl="7" w:tplc="04190003" w:tentative="1">
      <w:start w:val="1"/>
      <w:numFmt w:val="bullet"/>
      <w:lvlText w:val="o"/>
      <w:lvlJc w:val="left"/>
      <w:pPr>
        <w:ind w:left="7767" w:hanging="360"/>
      </w:pPr>
      <w:rPr>
        <w:rFonts w:ascii="Courier New" w:hAnsi="Courier New" w:hint="default"/>
      </w:rPr>
    </w:lvl>
    <w:lvl w:ilvl="8" w:tplc="04190005" w:tentative="1">
      <w:start w:val="1"/>
      <w:numFmt w:val="bullet"/>
      <w:lvlText w:val=""/>
      <w:lvlJc w:val="left"/>
      <w:pPr>
        <w:ind w:left="8487" w:hanging="360"/>
      </w:pPr>
      <w:rPr>
        <w:rFonts w:ascii="Wingdings" w:hAnsi="Wingdings" w:hint="default"/>
      </w:rPr>
    </w:lvl>
  </w:abstractNum>
  <w:abstractNum w:abstractNumId="30">
    <w:nsid w:val="6AA86ECC"/>
    <w:multiLevelType w:val="multilevel"/>
    <w:tmpl w:val="4C0CFC94"/>
    <w:lvl w:ilvl="0">
      <w:start w:val="1"/>
      <w:numFmt w:val="decimal"/>
      <w:lvlText w:val="%1."/>
      <w:lvlJc w:val="center"/>
      <w:pPr>
        <w:tabs>
          <w:tab w:val="num" w:pos="284"/>
        </w:tabs>
      </w:pPr>
      <w:rPr>
        <w:rFonts w:ascii="Times New Roman" w:hAnsi="Times New Roman" w:cs="Times New Roman" w:hint="default"/>
        <w:b/>
        <w:color w:val="auto"/>
        <w:spacing w:val="0"/>
        <w:w w:val="100"/>
        <w:sz w:val="28"/>
      </w:rPr>
    </w:lvl>
    <w:lvl w:ilvl="1">
      <w:start w:val="1"/>
      <w:numFmt w:val="decimal"/>
      <w:lvlText w:val="%1.%2."/>
      <w:lvlJc w:val="left"/>
      <w:pPr>
        <w:tabs>
          <w:tab w:val="num" w:pos="1418"/>
        </w:tabs>
        <w:ind w:firstLine="709"/>
      </w:pPr>
      <w:rPr>
        <w:rFonts w:ascii="Times New Roman" w:hAnsi="Times New Roman" w:cs="Times New Roman" w:hint="default"/>
        <w:b w:val="0"/>
        <w:i w:val="0"/>
        <w:sz w:val="28"/>
      </w:rPr>
    </w:lvl>
    <w:lvl w:ilvl="2">
      <w:start w:val="1"/>
      <w:numFmt w:val="decimal"/>
      <w:lvlText w:val="%1.%2.%3."/>
      <w:lvlJc w:val="left"/>
      <w:pPr>
        <w:tabs>
          <w:tab w:val="num" w:pos="1701"/>
        </w:tabs>
        <w:ind w:firstLine="709"/>
      </w:pPr>
      <w:rPr>
        <w:rFonts w:ascii="Times New Roman" w:hAnsi="Times New Roman" w:cs="Times New Roman" w:hint="default"/>
        <w:b w:val="0"/>
        <w:sz w:val="28"/>
      </w:rPr>
    </w:lvl>
    <w:lvl w:ilvl="3">
      <w:start w:val="1"/>
      <w:numFmt w:val="bullet"/>
      <w:lvlText w:val=""/>
      <w:lvlJc w:val="left"/>
      <w:pPr>
        <w:ind w:left="425" w:hanging="425"/>
      </w:pPr>
      <w:rPr>
        <w:rFonts w:ascii="Symbol" w:hAnsi="Symbol" w:hint="default"/>
        <w:color w:val="auto"/>
      </w:rPr>
    </w:lvl>
    <w:lvl w:ilvl="4">
      <w:start w:val="1"/>
      <w:numFmt w:val="decimal"/>
      <w:lvlText w:val="%1.%2.%3.%4.%5."/>
      <w:lvlJc w:val="left"/>
      <w:pPr>
        <w:ind w:left="2941" w:hanging="792"/>
      </w:pPr>
      <w:rPr>
        <w:rFonts w:cs="Times New Roman" w:hint="default"/>
      </w:rPr>
    </w:lvl>
    <w:lvl w:ilvl="5">
      <w:start w:val="1"/>
      <w:numFmt w:val="decimal"/>
      <w:lvlText w:val="%1.%2.%3.%4.%5.%6."/>
      <w:lvlJc w:val="left"/>
      <w:pPr>
        <w:ind w:left="3445" w:hanging="936"/>
      </w:pPr>
      <w:rPr>
        <w:rFonts w:cs="Times New Roman" w:hint="default"/>
      </w:rPr>
    </w:lvl>
    <w:lvl w:ilvl="6">
      <w:start w:val="1"/>
      <w:numFmt w:val="decimal"/>
      <w:lvlText w:val="%1.%2.%3.%4.%5.%6.%7."/>
      <w:lvlJc w:val="left"/>
      <w:pPr>
        <w:ind w:left="3949" w:hanging="1080"/>
      </w:pPr>
      <w:rPr>
        <w:rFonts w:cs="Times New Roman" w:hint="default"/>
      </w:rPr>
    </w:lvl>
    <w:lvl w:ilvl="7">
      <w:start w:val="1"/>
      <w:numFmt w:val="decimal"/>
      <w:lvlText w:val="%1.%2.%3.%4.%5.%6.%7.%8."/>
      <w:lvlJc w:val="left"/>
      <w:pPr>
        <w:ind w:left="4453" w:hanging="1224"/>
      </w:pPr>
      <w:rPr>
        <w:rFonts w:cs="Times New Roman" w:hint="default"/>
      </w:rPr>
    </w:lvl>
    <w:lvl w:ilvl="8">
      <w:start w:val="1"/>
      <w:numFmt w:val="decimal"/>
      <w:lvlText w:val="%1.%2.%3.%4.%5.%6.%7.%8.%9."/>
      <w:lvlJc w:val="left"/>
      <w:pPr>
        <w:ind w:left="5029" w:hanging="1440"/>
      </w:pPr>
      <w:rPr>
        <w:rFonts w:cs="Times New Roman" w:hint="default"/>
      </w:rPr>
    </w:lvl>
  </w:abstractNum>
  <w:abstractNum w:abstractNumId="31">
    <w:nsid w:val="6BC40881"/>
    <w:multiLevelType w:val="multilevel"/>
    <w:tmpl w:val="A18CE634"/>
    <w:lvl w:ilvl="0">
      <w:start w:val="3"/>
      <w:numFmt w:val="decimal"/>
      <w:lvlText w:val="%1."/>
      <w:lvlJc w:val="left"/>
      <w:pPr>
        <w:ind w:left="450" w:hanging="450"/>
      </w:pPr>
      <w:rPr>
        <w:rFonts w:cs="Times New Roman" w:hint="default"/>
      </w:rPr>
    </w:lvl>
    <w:lvl w:ilvl="1">
      <w:start w:val="1"/>
      <w:numFmt w:val="decimal"/>
      <w:lvlText w:val="%1.%2."/>
      <w:lvlJc w:val="left"/>
      <w:pPr>
        <w:ind w:left="2007" w:hanging="720"/>
      </w:pPr>
      <w:rPr>
        <w:rFonts w:cs="Times New Roman" w:hint="default"/>
      </w:rPr>
    </w:lvl>
    <w:lvl w:ilvl="2">
      <w:start w:val="1"/>
      <w:numFmt w:val="decimal"/>
      <w:lvlText w:val="%1.%2.%3."/>
      <w:lvlJc w:val="left"/>
      <w:pPr>
        <w:ind w:left="3294" w:hanging="720"/>
      </w:pPr>
      <w:rPr>
        <w:rFonts w:cs="Times New Roman" w:hint="default"/>
      </w:rPr>
    </w:lvl>
    <w:lvl w:ilvl="3">
      <w:start w:val="1"/>
      <w:numFmt w:val="bullet"/>
      <w:lvlText w:val=""/>
      <w:lvlJc w:val="left"/>
      <w:pPr>
        <w:ind w:left="4941" w:hanging="1080"/>
      </w:pPr>
      <w:rPr>
        <w:rFonts w:ascii="Symbol" w:hAnsi="Symbol" w:hint="default"/>
      </w:rPr>
    </w:lvl>
    <w:lvl w:ilvl="4">
      <w:start w:val="1"/>
      <w:numFmt w:val="decimal"/>
      <w:lvlText w:val="%1.%2.%3.%4.%5."/>
      <w:lvlJc w:val="left"/>
      <w:pPr>
        <w:ind w:left="6228" w:hanging="1080"/>
      </w:pPr>
      <w:rPr>
        <w:rFonts w:cs="Times New Roman" w:hint="default"/>
      </w:rPr>
    </w:lvl>
    <w:lvl w:ilvl="5">
      <w:start w:val="1"/>
      <w:numFmt w:val="decimal"/>
      <w:lvlText w:val="%1.%2.%3.%4.%5.%6."/>
      <w:lvlJc w:val="left"/>
      <w:pPr>
        <w:ind w:left="7875" w:hanging="1440"/>
      </w:pPr>
      <w:rPr>
        <w:rFonts w:cs="Times New Roman" w:hint="default"/>
      </w:rPr>
    </w:lvl>
    <w:lvl w:ilvl="6">
      <w:start w:val="1"/>
      <w:numFmt w:val="decimal"/>
      <w:lvlText w:val="%1.%2.%3.%4.%5.%6.%7."/>
      <w:lvlJc w:val="left"/>
      <w:pPr>
        <w:ind w:left="9522" w:hanging="1800"/>
      </w:pPr>
      <w:rPr>
        <w:rFonts w:cs="Times New Roman" w:hint="default"/>
      </w:rPr>
    </w:lvl>
    <w:lvl w:ilvl="7">
      <w:start w:val="1"/>
      <w:numFmt w:val="decimal"/>
      <w:lvlText w:val="%1.%2.%3.%4.%5.%6.%7.%8."/>
      <w:lvlJc w:val="left"/>
      <w:pPr>
        <w:ind w:left="10809" w:hanging="1800"/>
      </w:pPr>
      <w:rPr>
        <w:rFonts w:cs="Times New Roman" w:hint="default"/>
      </w:rPr>
    </w:lvl>
    <w:lvl w:ilvl="8">
      <w:start w:val="1"/>
      <w:numFmt w:val="decimal"/>
      <w:lvlText w:val="%1.%2.%3.%4.%5.%6.%7.%8.%9."/>
      <w:lvlJc w:val="left"/>
      <w:pPr>
        <w:ind w:left="12456" w:hanging="2160"/>
      </w:pPr>
      <w:rPr>
        <w:rFonts w:cs="Times New Roman" w:hint="default"/>
      </w:rPr>
    </w:lvl>
  </w:abstractNum>
  <w:abstractNum w:abstractNumId="32">
    <w:nsid w:val="6F073C99"/>
    <w:multiLevelType w:val="multilevel"/>
    <w:tmpl w:val="4C0CFC94"/>
    <w:styleLink w:val="8"/>
    <w:lvl w:ilvl="0">
      <w:start w:val="1"/>
      <w:numFmt w:val="decimal"/>
      <w:lvlText w:val="%1."/>
      <w:lvlJc w:val="center"/>
      <w:pPr>
        <w:tabs>
          <w:tab w:val="num" w:pos="284"/>
        </w:tabs>
      </w:pPr>
      <w:rPr>
        <w:rFonts w:ascii="Times New Roman" w:hAnsi="Times New Roman" w:cs="Times New Roman" w:hint="default"/>
        <w:b/>
        <w:color w:val="auto"/>
        <w:spacing w:val="0"/>
        <w:w w:val="100"/>
        <w:sz w:val="28"/>
      </w:rPr>
    </w:lvl>
    <w:lvl w:ilvl="1">
      <w:start w:val="1"/>
      <w:numFmt w:val="decimal"/>
      <w:lvlText w:val="%1.%2."/>
      <w:lvlJc w:val="left"/>
      <w:pPr>
        <w:tabs>
          <w:tab w:val="num" w:pos="1418"/>
        </w:tabs>
        <w:ind w:firstLine="709"/>
      </w:pPr>
      <w:rPr>
        <w:rFonts w:ascii="Times New Roman" w:hAnsi="Times New Roman" w:cs="Times New Roman" w:hint="default"/>
        <w:b w:val="0"/>
        <w:i w:val="0"/>
        <w:sz w:val="28"/>
      </w:rPr>
    </w:lvl>
    <w:lvl w:ilvl="2">
      <w:start w:val="1"/>
      <w:numFmt w:val="decimal"/>
      <w:lvlText w:val="%1.%2.%3."/>
      <w:lvlJc w:val="left"/>
      <w:pPr>
        <w:tabs>
          <w:tab w:val="num" w:pos="1701"/>
        </w:tabs>
        <w:ind w:firstLine="709"/>
      </w:pPr>
      <w:rPr>
        <w:rFonts w:ascii="Times New Roman" w:hAnsi="Times New Roman" w:cs="Times New Roman" w:hint="default"/>
        <w:b w:val="0"/>
        <w:sz w:val="28"/>
      </w:rPr>
    </w:lvl>
    <w:lvl w:ilvl="3">
      <w:start w:val="1"/>
      <w:numFmt w:val="bullet"/>
      <w:lvlText w:val=""/>
      <w:lvlJc w:val="left"/>
      <w:pPr>
        <w:ind w:left="425" w:hanging="425"/>
      </w:pPr>
      <w:rPr>
        <w:rFonts w:ascii="Symbol" w:hAnsi="Symbol" w:hint="default"/>
        <w:color w:val="auto"/>
      </w:rPr>
    </w:lvl>
    <w:lvl w:ilvl="4">
      <w:start w:val="1"/>
      <w:numFmt w:val="decimal"/>
      <w:lvlText w:val="%1.%2.%3.%4.%5."/>
      <w:lvlJc w:val="left"/>
      <w:pPr>
        <w:ind w:left="2941" w:hanging="792"/>
      </w:pPr>
      <w:rPr>
        <w:rFonts w:cs="Times New Roman" w:hint="default"/>
      </w:rPr>
    </w:lvl>
    <w:lvl w:ilvl="5">
      <w:start w:val="1"/>
      <w:numFmt w:val="decimal"/>
      <w:lvlText w:val="%1.%2.%3.%4.%5.%6."/>
      <w:lvlJc w:val="left"/>
      <w:pPr>
        <w:ind w:left="3445" w:hanging="936"/>
      </w:pPr>
      <w:rPr>
        <w:rFonts w:cs="Times New Roman" w:hint="default"/>
      </w:rPr>
    </w:lvl>
    <w:lvl w:ilvl="6">
      <w:start w:val="1"/>
      <w:numFmt w:val="decimal"/>
      <w:lvlText w:val="%1.%2.%3.%4.%5.%6.%7."/>
      <w:lvlJc w:val="left"/>
      <w:pPr>
        <w:ind w:left="3949" w:hanging="1080"/>
      </w:pPr>
      <w:rPr>
        <w:rFonts w:cs="Times New Roman" w:hint="default"/>
      </w:rPr>
    </w:lvl>
    <w:lvl w:ilvl="7">
      <w:start w:val="1"/>
      <w:numFmt w:val="decimal"/>
      <w:lvlText w:val="%1.%2.%3.%4.%5.%6.%7.%8."/>
      <w:lvlJc w:val="left"/>
      <w:pPr>
        <w:ind w:left="4453" w:hanging="1224"/>
      </w:pPr>
      <w:rPr>
        <w:rFonts w:cs="Times New Roman" w:hint="default"/>
      </w:rPr>
    </w:lvl>
    <w:lvl w:ilvl="8">
      <w:start w:val="1"/>
      <w:numFmt w:val="decimal"/>
      <w:lvlText w:val="%1.%2.%3.%4.%5.%6.%7.%8.%9."/>
      <w:lvlJc w:val="left"/>
      <w:pPr>
        <w:ind w:left="5029" w:hanging="1440"/>
      </w:pPr>
      <w:rPr>
        <w:rFonts w:cs="Times New Roman" w:hint="default"/>
      </w:rPr>
    </w:lvl>
  </w:abstractNum>
  <w:abstractNum w:abstractNumId="33">
    <w:nsid w:val="6FE44CAC"/>
    <w:multiLevelType w:val="hybridMultilevel"/>
    <w:tmpl w:val="3802F92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072241A"/>
    <w:multiLevelType w:val="hybridMultilevel"/>
    <w:tmpl w:val="5BEE4E2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5">
    <w:nsid w:val="75E178E7"/>
    <w:multiLevelType w:val="multilevel"/>
    <w:tmpl w:val="42B693B4"/>
    <w:lvl w:ilvl="0">
      <w:start w:val="3"/>
      <w:numFmt w:val="decimal"/>
      <w:lvlText w:val="%1."/>
      <w:lvlJc w:val="left"/>
      <w:pPr>
        <w:ind w:left="450" w:hanging="450"/>
      </w:pPr>
      <w:rPr>
        <w:rFonts w:cs="Times New Roman" w:hint="default"/>
      </w:rPr>
    </w:lvl>
    <w:lvl w:ilvl="1">
      <w:start w:val="1"/>
      <w:numFmt w:val="decimal"/>
      <w:lvlText w:val="%1.%2."/>
      <w:lvlJc w:val="left"/>
      <w:pPr>
        <w:ind w:left="2007" w:hanging="720"/>
      </w:pPr>
      <w:rPr>
        <w:rFonts w:cs="Times New Roman" w:hint="default"/>
      </w:rPr>
    </w:lvl>
    <w:lvl w:ilvl="2">
      <w:start w:val="1"/>
      <w:numFmt w:val="decimal"/>
      <w:lvlText w:val="%1.%2.%3."/>
      <w:lvlJc w:val="left"/>
      <w:pPr>
        <w:ind w:left="3294" w:hanging="720"/>
      </w:pPr>
      <w:rPr>
        <w:rFonts w:cs="Times New Roman" w:hint="default"/>
      </w:rPr>
    </w:lvl>
    <w:lvl w:ilvl="3">
      <w:start w:val="1"/>
      <w:numFmt w:val="decimal"/>
      <w:lvlText w:val="%1.%2.%3.%4."/>
      <w:lvlJc w:val="left"/>
      <w:pPr>
        <w:ind w:left="4941" w:hanging="1080"/>
      </w:pPr>
      <w:rPr>
        <w:rFonts w:cs="Times New Roman" w:hint="default"/>
      </w:rPr>
    </w:lvl>
    <w:lvl w:ilvl="4">
      <w:start w:val="1"/>
      <w:numFmt w:val="decimal"/>
      <w:lvlText w:val="%1.%2.%3.%4.%5."/>
      <w:lvlJc w:val="left"/>
      <w:pPr>
        <w:ind w:left="6228" w:hanging="1080"/>
      </w:pPr>
      <w:rPr>
        <w:rFonts w:cs="Times New Roman" w:hint="default"/>
      </w:rPr>
    </w:lvl>
    <w:lvl w:ilvl="5">
      <w:start w:val="1"/>
      <w:numFmt w:val="decimal"/>
      <w:lvlText w:val="%1.%2.%3.%4.%5.%6."/>
      <w:lvlJc w:val="left"/>
      <w:pPr>
        <w:ind w:left="7875" w:hanging="1440"/>
      </w:pPr>
      <w:rPr>
        <w:rFonts w:cs="Times New Roman" w:hint="default"/>
      </w:rPr>
    </w:lvl>
    <w:lvl w:ilvl="6">
      <w:start w:val="1"/>
      <w:numFmt w:val="decimal"/>
      <w:lvlText w:val="%1.%2.%3.%4.%5.%6.%7."/>
      <w:lvlJc w:val="left"/>
      <w:pPr>
        <w:ind w:left="9522" w:hanging="1800"/>
      </w:pPr>
      <w:rPr>
        <w:rFonts w:cs="Times New Roman" w:hint="default"/>
      </w:rPr>
    </w:lvl>
    <w:lvl w:ilvl="7">
      <w:start w:val="1"/>
      <w:numFmt w:val="decimal"/>
      <w:lvlText w:val="%1.%2.%3.%4.%5.%6.%7.%8."/>
      <w:lvlJc w:val="left"/>
      <w:pPr>
        <w:ind w:left="10809" w:hanging="1800"/>
      </w:pPr>
      <w:rPr>
        <w:rFonts w:cs="Times New Roman" w:hint="default"/>
      </w:rPr>
    </w:lvl>
    <w:lvl w:ilvl="8">
      <w:start w:val="1"/>
      <w:numFmt w:val="decimal"/>
      <w:lvlText w:val="%1.%2.%3.%4.%5.%6.%7.%8.%9."/>
      <w:lvlJc w:val="left"/>
      <w:pPr>
        <w:ind w:left="12456" w:hanging="2160"/>
      </w:pPr>
      <w:rPr>
        <w:rFonts w:cs="Times New Roman" w:hint="default"/>
      </w:rPr>
    </w:lvl>
  </w:abstractNum>
  <w:abstractNum w:abstractNumId="36">
    <w:nsid w:val="78C9172B"/>
    <w:multiLevelType w:val="multilevel"/>
    <w:tmpl w:val="0FCC7FE8"/>
    <w:lvl w:ilvl="0">
      <w:start w:val="4"/>
      <w:numFmt w:val="decimal"/>
      <w:lvlText w:val="%1."/>
      <w:lvlJc w:val="center"/>
      <w:pPr>
        <w:tabs>
          <w:tab w:val="num" w:pos="284"/>
        </w:tabs>
      </w:pPr>
      <w:rPr>
        <w:rFonts w:ascii="Times New Roman" w:hAnsi="Times New Roman" w:cs="Times New Roman" w:hint="default"/>
        <w:b/>
        <w:color w:val="auto"/>
        <w:spacing w:val="0"/>
        <w:w w:val="100"/>
        <w:sz w:val="28"/>
      </w:rPr>
    </w:lvl>
    <w:lvl w:ilvl="1">
      <w:start w:val="1"/>
      <w:numFmt w:val="decimal"/>
      <w:lvlText w:val="%1.%2."/>
      <w:lvlJc w:val="left"/>
      <w:pPr>
        <w:tabs>
          <w:tab w:val="num" w:pos="1419"/>
        </w:tabs>
        <w:ind w:left="1" w:firstLine="709"/>
      </w:pPr>
      <w:rPr>
        <w:rFonts w:ascii="Times New Roman" w:hAnsi="Times New Roman" w:cs="Times New Roman" w:hint="default"/>
        <w:b w:val="0"/>
        <w:i w:val="0"/>
        <w:sz w:val="28"/>
      </w:rPr>
    </w:lvl>
    <w:lvl w:ilvl="2">
      <w:start w:val="1"/>
      <w:numFmt w:val="decimal"/>
      <w:lvlText w:val="%1.%2.%3."/>
      <w:lvlJc w:val="left"/>
      <w:pPr>
        <w:tabs>
          <w:tab w:val="num" w:pos="1702"/>
        </w:tabs>
        <w:ind w:left="1" w:firstLine="709"/>
      </w:pPr>
      <w:rPr>
        <w:rFonts w:ascii="Times New Roman" w:hAnsi="Times New Roman" w:cs="Times New Roman" w:hint="default"/>
        <w:b w:val="0"/>
        <w:sz w:val="28"/>
      </w:rPr>
    </w:lvl>
    <w:lvl w:ilvl="3">
      <w:start w:val="1"/>
      <w:numFmt w:val="bullet"/>
      <w:lvlText w:val=""/>
      <w:lvlJc w:val="left"/>
      <w:pPr>
        <w:ind w:left="425" w:hanging="425"/>
      </w:pPr>
      <w:rPr>
        <w:rFonts w:ascii="Symbol" w:hAnsi="Symbol" w:hint="default"/>
        <w:color w:val="auto"/>
      </w:rPr>
    </w:lvl>
    <w:lvl w:ilvl="4">
      <w:start w:val="1"/>
      <w:numFmt w:val="decimal"/>
      <w:lvlText w:val="%1.%2.%3.%4.%5."/>
      <w:lvlJc w:val="left"/>
      <w:pPr>
        <w:ind w:left="2941" w:hanging="792"/>
      </w:pPr>
      <w:rPr>
        <w:rFonts w:cs="Times New Roman" w:hint="default"/>
      </w:rPr>
    </w:lvl>
    <w:lvl w:ilvl="5">
      <w:start w:val="1"/>
      <w:numFmt w:val="decimal"/>
      <w:lvlText w:val="%1.%2.%3.%4.%5.%6."/>
      <w:lvlJc w:val="left"/>
      <w:pPr>
        <w:ind w:left="3445" w:hanging="936"/>
      </w:pPr>
      <w:rPr>
        <w:rFonts w:cs="Times New Roman" w:hint="default"/>
      </w:rPr>
    </w:lvl>
    <w:lvl w:ilvl="6">
      <w:start w:val="1"/>
      <w:numFmt w:val="decimal"/>
      <w:lvlText w:val="%1.%2.%3.%4.%5.%6.%7."/>
      <w:lvlJc w:val="left"/>
      <w:pPr>
        <w:ind w:left="3949" w:hanging="1080"/>
      </w:pPr>
      <w:rPr>
        <w:rFonts w:cs="Times New Roman" w:hint="default"/>
      </w:rPr>
    </w:lvl>
    <w:lvl w:ilvl="7">
      <w:start w:val="1"/>
      <w:numFmt w:val="decimal"/>
      <w:lvlText w:val="%1.%2.%3.%4.%5.%6.%7.%8."/>
      <w:lvlJc w:val="left"/>
      <w:pPr>
        <w:ind w:left="4453" w:hanging="1224"/>
      </w:pPr>
      <w:rPr>
        <w:rFonts w:cs="Times New Roman" w:hint="default"/>
      </w:rPr>
    </w:lvl>
    <w:lvl w:ilvl="8">
      <w:start w:val="1"/>
      <w:numFmt w:val="decimal"/>
      <w:lvlText w:val="%1.%2.%3.%4.%5.%6.%7.%8.%9."/>
      <w:lvlJc w:val="left"/>
      <w:pPr>
        <w:ind w:left="5029" w:hanging="1440"/>
      </w:pPr>
      <w:rPr>
        <w:rFonts w:cs="Times New Roman" w:hint="default"/>
      </w:rPr>
    </w:lvl>
  </w:abstractNum>
  <w:abstractNum w:abstractNumId="37">
    <w:nsid w:val="7A5C75B0"/>
    <w:multiLevelType w:val="multilevel"/>
    <w:tmpl w:val="722A2B34"/>
    <w:lvl w:ilvl="0">
      <w:start w:val="6"/>
      <w:numFmt w:val="decimal"/>
      <w:lvlText w:val="%1."/>
      <w:lvlJc w:val="left"/>
      <w:pPr>
        <w:ind w:left="450" w:hanging="450"/>
      </w:pPr>
      <w:rPr>
        <w:rFonts w:cs="Times New Roman" w:hint="default"/>
        <w:b w:val="0"/>
      </w:rPr>
    </w:lvl>
    <w:lvl w:ilvl="1">
      <w:start w:val="1"/>
      <w:numFmt w:val="decimal"/>
      <w:lvlText w:val="%1.%2."/>
      <w:lvlJc w:val="left"/>
      <w:pPr>
        <w:ind w:left="1571" w:hanging="720"/>
      </w:pPr>
      <w:rPr>
        <w:rFonts w:cs="Times New Roman" w:hint="default"/>
        <w:b w:val="0"/>
      </w:rPr>
    </w:lvl>
    <w:lvl w:ilvl="2">
      <w:start w:val="1"/>
      <w:numFmt w:val="decimal"/>
      <w:lvlText w:val="%1.%2.%3."/>
      <w:lvlJc w:val="left"/>
      <w:pPr>
        <w:ind w:left="2422" w:hanging="720"/>
      </w:pPr>
      <w:rPr>
        <w:rFonts w:cs="Times New Roman" w:hint="default"/>
        <w:b w:val="0"/>
      </w:rPr>
    </w:lvl>
    <w:lvl w:ilvl="3">
      <w:start w:val="1"/>
      <w:numFmt w:val="decimal"/>
      <w:lvlText w:val="%1.%2.%3.%4."/>
      <w:lvlJc w:val="left"/>
      <w:pPr>
        <w:ind w:left="3633" w:hanging="1080"/>
      </w:pPr>
      <w:rPr>
        <w:rFonts w:cs="Times New Roman" w:hint="default"/>
        <w:b w:val="0"/>
      </w:rPr>
    </w:lvl>
    <w:lvl w:ilvl="4">
      <w:start w:val="1"/>
      <w:numFmt w:val="decimal"/>
      <w:lvlText w:val="%1.%2.%3.%4.%5."/>
      <w:lvlJc w:val="left"/>
      <w:pPr>
        <w:ind w:left="4484" w:hanging="1080"/>
      </w:pPr>
      <w:rPr>
        <w:rFonts w:cs="Times New Roman" w:hint="default"/>
        <w:b w:val="0"/>
      </w:rPr>
    </w:lvl>
    <w:lvl w:ilvl="5">
      <w:start w:val="1"/>
      <w:numFmt w:val="decimal"/>
      <w:lvlText w:val="%1.%2.%3.%4.%5.%6."/>
      <w:lvlJc w:val="left"/>
      <w:pPr>
        <w:ind w:left="5695" w:hanging="1440"/>
      </w:pPr>
      <w:rPr>
        <w:rFonts w:cs="Times New Roman" w:hint="default"/>
        <w:b w:val="0"/>
      </w:rPr>
    </w:lvl>
    <w:lvl w:ilvl="6">
      <w:start w:val="1"/>
      <w:numFmt w:val="decimal"/>
      <w:lvlText w:val="%1.%2.%3.%4.%5.%6.%7."/>
      <w:lvlJc w:val="left"/>
      <w:pPr>
        <w:ind w:left="6906" w:hanging="1800"/>
      </w:pPr>
      <w:rPr>
        <w:rFonts w:cs="Times New Roman" w:hint="default"/>
        <w:b w:val="0"/>
      </w:rPr>
    </w:lvl>
    <w:lvl w:ilvl="7">
      <w:start w:val="1"/>
      <w:numFmt w:val="decimal"/>
      <w:lvlText w:val="%1.%2.%3.%4.%5.%6.%7.%8."/>
      <w:lvlJc w:val="left"/>
      <w:pPr>
        <w:ind w:left="7757" w:hanging="1800"/>
      </w:pPr>
      <w:rPr>
        <w:rFonts w:cs="Times New Roman" w:hint="default"/>
        <w:b w:val="0"/>
      </w:rPr>
    </w:lvl>
    <w:lvl w:ilvl="8">
      <w:start w:val="1"/>
      <w:numFmt w:val="decimal"/>
      <w:lvlText w:val="%1.%2.%3.%4.%5.%6.%7.%8.%9."/>
      <w:lvlJc w:val="left"/>
      <w:pPr>
        <w:ind w:left="8968" w:hanging="2160"/>
      </w:pPr>
      <w:rPr>
        <w:rFonts w:cs="Times New Roman" w:hint="default"/>
        <w:b w:val="0"/>
      </w:rPr>
    </w:lvl>
  </w:abstractNum>
  <w:abstractNum w:abstractNumId="38">
    <w:nsid w:val="7B007A04"/>
    <w:multiLevelType w:val="multilevel"/>
    <w:tmpl w:val="A03A7FE6"/>
    <w:lvl w:ilvl="0">
      <w:start w:val="3"/>
      <w:numFmt w:val="decimal"/>
      <w:lvlText w:val="%1."/>
      <w:lvlJc w:val="left"/>
      <w:pPr>
        <w:ind w:left="450" w:hanging="450"/>
      </w:pPr>
      <w:rPr>
        <w:rFonts w:cs="Times New Roman" w:hint="default"/>
      </w:rPr>
    </w:lvl>
    <w:lvl w:ilvl="1">
      <w:start w:val="1"/>
      <w:numFmt w:val="decimal"/>
      <w:lvlText w:val="%1.%2."/>
      <w:lvlJc w:val="left"/>
      <w:pPr>
        <w:ind w:left="2007" w:hanging="720"/>
      </w:pPr>
      <w:rPr>
        <w:rFonts w:cs="Times New Roman" w:hint="default"/>
      </w:rPr>
    </w:lvl>
    <w:lvl w:ilvl="2">
      <w:start w:val="1"/>
      <w:numFmt w:val="decimal"/>
      <w:lvlText w:val="%1.%2.%3."/>
      <w:lvlJc w:val="left"/>
      <w:pPr>
        <w:ind w:left="3294" w:hanging="720"/>
      </w:pPr>
      <w:rPr>
        <w:rFonts w:cs="Times New Roman" w:hint="default"/>
      </w:rPr>
    </w:lvl>
    <w:lvl w:ilvl="3">
      <w:start w:val="1"/>
      <w:numFmt w:val="bullet"/>
      <w:lvlText w:val=""/>
      <w:lvlJc w:val="left"/>
      <w:pPr>
        <w:ind w:left="4941" w:hanging="1080"/>
      </w:pPr>
      <w:rPr>
        <w:rFonts w:ascii="Symbol" w:hAnsi="Symbol" w:hint="default"/>
      </w:rPr>
    </w:lvl>
    <w:lvl w:ilvl="4">
      <w:start w:val="1"/>
      <w:numFmt w:val="decimal"/>
      <w:lvlText w:val="%1.%2.%3.%4.%5."/>
      <w:lvlJc w:val="left"/>
      <w:pPr>
        <w:ind w:left="6228" w:hanging="1080"/>
      </w:pPr>
      <w:rPr>
        <w:rFonts w:cs="Times New Roman" w:hint="default"/>
      </w:rPr>
    </w:lvl>
    <w:lvl w:ilvl="5">
      <w:start w:val="1"/>
      <w:numFmt w:val="decimal"/>
      <w:lvlText w:val="%1.%2.%3.%4.%5.%6."/>
      <w:lvlJc w:val="left"/>
      <w:pPr>
        <w:ind w:left="7875" w:hanging="1440"/>
      </w:pPr>
      <w:rPr>
        <w:rFonts w:cs="Times New Roman" w:hint="default"/>
      </w:rPr>
    </w:lvl>
    <w:lvl w:ilvl="6">
      <w:start w:val="1"/>
      <w:numFmt w:val="decimal"/>
      <w:lvlText w:val="%1.%2.%3.%4.%5.%6.%7."/>
      <w:lvlJc w:val="left"/>
      <w:pPr>
        <w:ind w:left="9522" w:hanging="1800"/>
      </w:pPr>
      <w:rPr>
        <w:rFonts w:cs="Times New Roman" w:hint="default"/>
      </w:rPr>
    </w:lvl>
    <w:lvl w:ilvl="7">
      <w:start w:val="1"/>
      <w:numFmt w:val="decimal"/>
      <w:lvlText w:val="%1.%2.%3.%4.%5.%6.%7.%8."/>
      <w:lvlJc w:val="left"/>
      <w:pPr>
        <w:ind w:left="10809" w:hanging="1800"/>
      </w:pPr>
      <w:rPr>
        <w:rFonts w:cs="Times New Roman" w:hint="default"/>
      </w:rPr>
    </w:lvl>
    <w:lvl w:ilvl="8">
      <w:start w:val="1"/>
      <w:numFmt w:val="decimal"/>
      <w:lvlText w:val="%1.%2.%3.%4.%5.%6.%7.%8.%9."/>
      <w:lvlJc w:val="left"/>
      <w:pPr>
        <w:ind w:left="12456" w:hanging="2160"/>
      </w:pPr>
      <w:rPr>
        <w:rFonts w:cs="Times New Roman" w:hint="default"/>
      </w:rPr>
    </w:lvl>
  </w:abstractNum>
  <w:abstractNum w:abstractNumId="39">
    <w:nsid w:val="7D9F1657"/>
    <w:multiLevelType w:val="hybridMultilevel"/>
    <w:tmpl w:val="5D7252E6"/>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F9B3592"/>
    <w:multiLevelType w:val="multilevel"/>
    <w:tmpl w:val="A03A7FE6"/>
    <w:lvl w:ilvl="0">
      <w:start w:val="3"/>
      <w:numFmt w:val="decimal"/>
      <w:lvlText w:val="%1."/>
      <w:lvlJc w:val="left"/>
      <w:pPr>
        <w:ind w:left="450" w:hanging="450"/>
      </w:pPr>
      <w:rPr>
        <w:rFonts w:cs="Times New Roman" w:hint="default"/>
      </w:rPr>
    </w:lvl>
    <w:lvl w:ilvl="1">
      <w:start w:val="1"/>
      <w:numFmt w:val="decimal"/>
      <w:lvlText w:val="%1.%2."/>
      <w:lvlJc w:val="left"/>
      <w:pPr>
        <w:ind w:left="2007" w:hanging="720"/>
      </w:pPr>
      <w:rPr>
        <w:rFonts w:cs="Times New Roman" w:hint="default"/>
      </w:rPr>
    </w:lvl>
    <w:lvl w:ilvl="2">
      <w:start w:val="1"/>
      <w:numFmt w:val="decimal"/>
      <w:lvlText w:val="%1.%2.%3."/>
      <w:lvlJc w:val="left"/>
      <w:pPr>
        <w:ind w:left="3294" w:hanging="720"/>
      </w:pPr>
      <w:rPr>
        <w:rFonts w:cs="Times New Roman" w:hint="default"/>
      </w:rPr>
    </w:lvl>
    <w:lvl w:ilvl="3">
      <w:start w:val="1"/>
      <w:numFmt w:val="bullet"/>
      <w:lvlText w:val=""/>
      <w:lvlJc w:val="left"/>
      <w:pPr>
        <w:ind w:left="4941" w:hanging="1080"/>
      </w:pPr>
      <w:rPr>
        <w:rFonts w:ascii="Symbol" w:hAnsi="Symbol" w:hint="default"/>
      </w:rPr>
    </w:lvl>
    <w:lvl w:ilvl="4">
      <w:start w:val="1"/>
      <w:numFmt w:val="decimal"/>
      <w:lvlText w:val="%1.%2.%3.%4.%5."/>
      <w:lvlJc w:val="left"/>
      <w:pPr>
        <w:ind w:left="6228" w:hanging="1080"/>
      </w:pPr>
      <w:rPr>
        <w:rFonts w:cs="Times New Roman" w:hint="default"/>
      </w:rPr>
    </w:lvl>
    <w:lvl w:ilvl="5">
      <w:start w:val="1"/>
      <w:numFmt w:val="decimal"/>
      <w:lvlText w:val="%1.%2.%3.%4.%5.%6."/>
      <w:lvlJc w:val="left"/>
      <w:pPr>
        <w:ind w:left="7875" w:hanging="1440"/>
      </w:pPr>
      <w:rPr>
        <w:rFonts w:cs="Times New Roman" w:hint="default"/>
      </w:rPr>
    </w:lvl>
    <w:lvl w:ilvl="6">
      <w:start w:val="1"/>
      <w:numFmt w:val="decimal"/>
      <w:lvlText w:val="%1.%2.%3.%4.%5.%6.%7."/>
      <w:lvlJc w:val="left"/>
      <w:pPr>
        <w:ind w:left="9522" w:hanging="1800"/>
      </w:pPr>
      <w:rPr>
        <w:rFonts w:cs="Times New Roman" w:hint="default"/>
      </w:rPr>
    </w:lvl>
    <w:lvl w:ilvl="7">
      <w:start w:val="1"/>
      <w:numFmt w:val="decimal"/>
      <w:lvlText w:val="%1.%2.%3.%4.%5.%6.%7.%8."/>
      <w:lvlJc w:val="left"/>
      <w:pPr>
        <w:ind w:left="10809" w:hanging="1800"/>
      </w:pPr>
      <w:rPr>
        <w:rFonts w:cs="Times New Roman" w:hint="default"/>
      </w:rPr>
    </w:lvl>
    <w:lvl w:ilvl="8">
      <w:start w:val="1"/>
      <w:numFmt w:val="decimal"/>
      <w:lvlText w:val="%1.%2.%3.%4.%5.%6.%7.%8.%9."/>
      <w:lvlJc w:val="left"/>
      <w:pPr>
        <w:ind w:left="12456" w:hanging="2160"/>
      </w:pPr>
      <w:rPr>
        <w:rFonts w:cs="Times New Roman" w:hint="default"/>
      </w:rPr>
    </w:lvl>
  </w:abstractNum>
  <w:num w:numId="1">
    <w:abstractNumId w:val="32"/>
  </w:num>
  <w:num w:numId="2">
    <w:abstractNumId w:val="6"/>
  </w:num>
  <w:num w:numId="3">
    <w:abstractNumId w:val="11"/>
    <w:lvlOverride w:ilvl="0">
      <w:lvl w:ilvl="0">
        <w:start w:val="1"/>
        <w:numFmt w:val="decimal"/>
        <w:lvlText w:val="%1."/>
        <w:lvlJc w:val="center"/>
        <w:pPr>
          <w:tabs>
            <w:tab w:val="num" w:pos="284"/>
          </w:tabs>
        </w:pPr>
        <w:rPr>
          <w:rFonts w:ascii="Times New Roman" w:hAnsi="Times New Roman" w:cs="Times New Roman" w:hint="default"/>
          <w:b/>
          <w:color w:val="auto"/>
          <w:spacing w:val="0"/>
          <w:w w:val="100"/>
          <w:sz w:val="28"/>
        </w:rPr>
      </w:lvl>
    </w:lvlOverride>
    <w:lvlOverride w:ilvl="1">
      <w:lvl w:ilvl="1">
        <w:start w:val="1"/>
        <w:numFmt w:val="decimal"/>
        <w:lvlText w:val="%1.%2."/>
        <w:lvlJc w:val="left"/>
        <w:pPr>
          <w:tabs>
            <w:tab w:val="num" w:pos="1418"/>
          </w:tabs>
          <w:ind w:firstLine="709"/>
        </w:pPr>
        <w:rPr>
          <w:rFonts w:ascii="Times New Roman" w:hAnsi="Times New Roman" w:cs="Times New Roman" w:hint="default"/>
          <w:b w:val="0"/>
          <w:i w:val="0"/>
          <w:sz w:val="28"/>
        </w:rPr>
      </w:lvl>
    </w:lvlOverride>
    <w:lvlOverride w:ilvl="2">
      <w:lvl w:ilvl="2">
        <w:start w:val="1"/>
        <w:numFmt w:val="decimal"/>
        <w:lvlText w:val="%1.%2.%3."/>
        <w:lvlJc w:val="left"/>
        <w:pPr>
          <w:tabs>
            <w:tab w:val="num" w:pos="2127"/>
          </w:tabs>
          <w:ind w:left="426" w:firstLine="709"/>
        </w:pPr>
        <w:rPr>
          <w:rFonts w:ascii="Times New Roman" w:hAnsi="Times New Roman" w:cs="Times New Roman" w:hint="default"/>
          <w:b w:val="0"/>
          <w:sz w:val="28"/>
        </w:rPr>
      </w:lvl>
    </w:lvlOverride>
    <w:lvlOverride w:ilvl="3">
      <w:lvl w:ilvl="3">
        <w:start w:val="1"/>
        <w:numFmt w:val="bullet"/>
        <w:lvlText w:val=""/>
        <w:lvlJc w:val="left"/>
        <w:pPr>
          <w:ind w:left="1135" w:hanging="425"/>
        </w:pPr>
        <w:rPr>
          <w:rFonts w:ascii="Symbol" w:hAnsi="Symbol" w:hint="default"/>
          <w:color w:val="auto"/>
        </w:rPr>
      </w:lvl>
    </w:lvlOverride>
    <w:lvlOverride w:ilvl="4">
      <w:lvl w:ilvl="4">
        <w:start w:val="1"/>
        <w:numFmt w:val="decimal"/>
        <w:lvlText w:val="%1.%2.%3.%4.%5."/>
        <w:lvlJc w:val="left"/>
        <w:pPr>
          <w:ind w:left="2941" w:hanging="792"/>
        </w:pPr>
        <w:rPr>
          <w:rFonts w:cs="Times New Roman" w:hint="default"/>
        </w:rPr>
      </w:lvl>
    </w:lvlOverride>
    <w:lvlOverride w:ilvl="5">
      <w:lvl w:ilvl="5">
        <w:start w:val="1"/>
        <w:numFmt w:val="decimal"/>
        <w:lvlText w:val="%1.%2.%3.%4.%5.%6."/>
        <w:lvlJc w:val="left"/>
        <w:pPr>
          <w:ind w:left="3445" w:hanging="936"/>
        </w:pPr>
        <w:rPr>
          <w:rFonts w:cs="Times New Roman" w:hint="default"/>
        </w:rPr>
      </w:lvl>
    </w:lvlOverride>
    <w:lvlOverride w:ilvl="6">
      <w:lvl w:ilvl="6">
        <w:start w:val="1"/>
        <w:numFmt w:val="decimal"/>
        <w:lvlText w:val="%1.%2.%3.%4.%5.%6.%7."/>
        <w:lvlJc w:val="left"/>
        <w:pPr>
          <w:ind w:left="3949" w:hanging="1080"/>
        </w:pPr>
        <w:rPr>
          <w:rFonts w:cs="Times New Roman" w:hint="default"/>
        </w:rPr>
      </w:lvl>
    </w:lvlOverride>
    <w:lvlOverride w:ilvl="7">
      <w:lvl w:ilvl="7">
        <w:start w:val="1"/>
        <w:numFmt w:val="decimal"/>
        <w:lvlText w:val="%1.%2.%3.%4.%5.%6.%7.%8."/>
        <w:lvlJc w:val="left"/>
        <w:pPr>
          <w:ind w:left="4453" w:hanging="1224"/>
        </w:pPr>
        <w:rPr>
          <w:rFonts w:cs="Times New Roman" w:hint="default"/>
        </w:rPr>
      </w:lvl>
    </w:lvlOverride>
    <w:lvlOverride w:ilvl="8">
      <w:lvl w:ilvl="8">
        <w:start w:val="1"/>
        <w:numFmt w:val="decimal"/>
        <w:lvlText w:val="%1.%2.%3.%4.%5.%6.%7.%8.%9."/>
        <w:lvlJc w:val="left"/>
        <w:pPr>
          <w:ind w:left="5029" w:hanging="1440"/>
        </w:pPr>
        <w:rPr>
          <w:rFonts w:cs="Times New Roman" w:hint="default"/>
        </w:rPr>
      </w:lvl>
    </w:lvlOverride>
  </w:num>
  <w:num w:numId="4">
    <w:abstractNumId w:val="11"/>
    <w:lvlOverride w:ilvl="0">
      <w:lvl w:ilvl="0">
        <w:start w:val="1"/>
        <w:numFmt w:val="decimal"/>
        <w:lvlText w:val="%1."/>
        <w:lvlJc w:val="center"/>
        <w:pPr>
          <w:tabs>
            <w:tab w:val="num" w:pos="284"/>
          </w:tabs>
        </w:pPr>
        <w:rPr>
          <w:rFonts w:ascii="Times New Roman" w:hAnsi="Times New Roman" w:cs="Times New Roman" w:hint="default"/>
          <w:b/>
          <w:color w:val="auto"/>
          <w:spacing w:val="0"/>
          <w:w w:val="100"/>
          <w:sz w:val="28"/>
        </w:rPr>
      </w:lvl>
    </w:lvlOverride>
    <w:lvlOverride w:ilvl="1">
      <w:lvl w:ilvl="1">
        <w:start w:val="1"/>
        <w:numFmt w:val="decimal"/>
        <w:lvlText w:val="%1.%2."/>
        <w:lvlJc w:val="left"/>
        <w:pPr>
          <w:tabs>
            <w:tab w:val="num" w:pos="1409"/>
          </w:tabs>
          <w:ind w:left="-9" w:firstLine="709"/>
        </w:pPr>
        <w:rPr>
          <w:rFonts w:ascii="Times New Roman" w:hAnsi="Times New Roman" w:cs="Times New Roman" w:hint="default"/>
          <w:b w:val="0"/>
          <w:i w:val="0"/>
          <w:sz w:val="28"/>
        </w:rPr>
      </w:lvl>
    </w:lvlOverride>
    <w:lvlOverride w:ilvl="2">
      <w:lvl w:ilvl="2">
        <w:start w:val="1"/>
        <w:numFmt w:val="decimal"/>
        <w:lvlText w:val="%1.%2.%3."/>
        <w:lvlJc w:val="left"/>
        <w:pPr>
          <w:tabs>
            <w:tab w:val="num" w:pos="1701"/>
          </w:tabs>
          <w:ind w:firstLine="709"/>
        </w:pPr>
        <w:rPr>
          <w:rFonts w:ascii="Times New Roman" w:hAnsi="Times New Roman" w:cs="Times New Roman" w:hint="default"/>
          <w:b w:val="0"/>
          <w:sz w:val="28"/>
        </w:rPr>
      </w:lvl>
    </w:lvlOverride>
    <w:lvlOverride w:ilvl="3">
      <w:lvl w:ilvl="3">
        <w:start w:val="1"/>
        <w:numFmt w:val="bullet"/>
        <w:lvlText w:val=""/>
        <w:lvlJc w:val="left"/>
        <w:pPr>
          <w:ind w:left="425" w:hanging="425"/>
        </w:pPr>
        <w:rPr>
          <w:rFonts w:ascii="Symbol" w:hAnsi="Symbol" w:hint="default"/>
          <w:color w:val="auto"/>
        </w:rPr>
      </w:lvl>
    </w:lvlOverride>
    <w:lvlOverride w:ilvl="4">
      <w:lvl w:ilvl="4">
        <w:start w:val="1"/>
        <w:numFmt w:val="decimal"/>
        <w:lvlText w:val="%1.%2.%3.%4.%5."/>
        <w:lvlJc w:val="left"/>
        <w:pPr>
          <w:ind w:left="2941" w:hanging="792"/>
        </w:pPr>
        <w:rPr>
          <w:rFonts w:cs="Times New Roman" w:hint="default"/>
        </w:rPr>
      </w:lvl>
    </w:lvlOverride>
    <w:lvlOverride w:ilvl="5">
      <w:lvl w:ilvl="5">
        <w:start w:val="1"/>
        <w:numFmt w:val="decimal"/>
        <w:lvlText w:val="%1.%2.%3.%4.%5.%6."/>
        <w:lvlJc w:val="left"/>
        <w:pPr>
          <w:ind w:left="3445" w:hanging="936"/>
        </w:pPr>
        <w:rPr>
          <w:rFonts w:cs="Times New Roman" w:hint="default"/>
        </w:rPr>
      </w:lvl>
    </w:lvlOverride>
    <w:lvlOverride w:ilvl="6">
      <w:lvl w:ilvl="6">
        <w:start w:val="1"/>
        <w:numFmt w:val="decimal"/>
        <w:lvlText w:val="%1.%2.%3.%4.%5.%6.%7."/>
        <w:lvlJc w:val="left"/>
        <w:pPr>
          <w:ind w:left="3949" w:hanging="1080"/>
        </w:pPr>
        <w:rPr>
          <w:rFonts w:cs="Times New Roman" w:hint="default"/>
        </w:rPr>
      </w:lvl>
    </w:lvlOverride>
    <w:lvlOverride w:ilvl="7">
      <w:lvl w:ilvl="7">
        <w:start w:val="1"/>
        <w:numFmt w:val="decimal"/>
        <w:lvlText w:val="%1.%2.%3.%4.%5.%6.%7.%8."/>
        <w:lvlJc w:val="left"/>
        <w:pPr>
          <w:ind w:left="4453" w:hanging="1224"/>
        </w:pPr>
        <w:rPr>
          <w:rFonts w:cs="Times New Roman" w:hint="default"/>
        </w:rPr>
      </w:lvl>
    </w:lvlOverride>
    <w:lvlOverride w:ilvl="8">
      <w:lvl w:ilvl="8">
        <w:start w:val="1"/>
        <w:numFmt w:val="decimal"/>
        <w:lvlText w:val="%1.%2.%3.%4.%5.%6.%7.%8.%9."/>
        <w:lvlJc w:val="left"/>
        <w:pPr>
          <w:ind w:left="5029" w:hanging="1440"/>
        </w:pPr>
        <w:rPr>
          <w:rFonts w:cs="Times New Roman" w:hint="default"/>
        </w:rPr>
      </w:lvl>
    </w:lvlOverride>
  </w:num>
  <w:num w:numId="5">
    <w:abstractNumId w:val="8"/>
  </w:num>
  <w:num w:numId="6">
    <w:abstractNumId w:val="29"/>
  </w:num>
  <w:num w:numId="7">
    <w:abstractNumId w:val="24"/>
  </w:num>
  <w:num w:numId="8">
    <w:abstractNumId w:val="17"/>
  </w:num>
  <w:num w:numId="9">
    <w:abstractNumId w:val="4"/>
  </w:num>
  <w:num w:numId="10">
    <w:abstractNumId w:val="39"/>
  </w:num>
  <w:num w:numId="11">
    <w:abstractNumId w:val="23"/>
  </w:num>
  <w:num w:numId="12">
    <w:abstractNumId w:val="11"/>
    <w:lvlOverride w:ilvl="0">
      <w:lvl w:ilvl="0">
        <w:start w:val="1"/>
        <w:numFmt w:val="decimal"/>
        <w:lvlText w:val="%1."/>
        <w:lvlJc w:val="center"/>
        <w:pPr>
          <w:tabs>
            <w:tab w:val="num" w:pos="340"/>
          </w:tabs>
          <w:ind w:firstLine="284"/>
        </w:pPr>
        <w:rPr>
          <w:rFonts w:ascii="Times New Roman" w:hAnsi="Times New Roman" w:cs="Times New Roman" w:hint="default"/>
          <w:b/>
          <w:color w:val="auto"/>
          <w:sz w:val="32"/>
          <w:szCs w:val="32"/>
        </w:rPr>
      </w:lvl>
    </w:lvlOverride>
    <w:lvlOverride w:ilvl="1">
      <w:lvl w:ilvl="1">
        <w:start w:val="1"/>
        <w:numFmt w:val="decimal"/>
        <w:lvlText w:val="%1.%2."/>
        <w:lvlJc w:val="left"/>
        <w:pPr>
          <w:tabs>
            <w:tab w:val="num" w:pos="907"/>
          </w:tabs>
          <w:ind w:firstLine="709"/>
        </w:pPr>
        <w:rPr>
          <w:rFonts w:cs="Times New Roman" w:hint="default"/>
          <w:b w:val="0"/>
          <w:i w:val="0"/>
          <w:sz w:val="28"/>
          <w:szCs w:val="28"/>
        </w:rPr>
      </w:lvl>
    </w:lvlOverride>
    <w:lvlOverride w:ilvl="2">
      <w:lvl w:ilvl="2">
        <w:start w:val="1"/>
        <w:numFmt w:val="decimal"/>
        <w:lvlText w:val="%1.%2.%3."/>
        <w:lvlJc w:val="left"/>
        <w:pPr>
          <w:tabs>
            <w:tab w:val="num" w:pos="198"/>
          </w:tabs>
          <w:ind w:left="-709" w:firstLine="709"/>
        </w:pPr>
        <w:rPr>
          <w:rFonts w:cs="Times New Roman" w:hint="default"/>
          <w:b w:val="0"/>
          <w:sz w:val="28"/>
          <w:szCs w:val="28"/>
        </w:rPr>
      </w:lvl>
    </w:lvlOverride>
    <w:lvlOverride w:ilvl="3">
      <w:lvl w:ilvl="3">
        <w:start w:val="1"/>
        <w:numFmt w:val="bullet"/>
        <w:lvlText w:val=""/>
        <w:lvlJc w:val="left"/>
        <w:pPr>
          <w:ind w:left="567" w:hanging="567"/>
        </w:pPr>
        <w:rPr>
          <w:rFonts w:ascii="Symbol" w:hAnsi="Symbol" w:hint="default"/>
          <w:color w:val="auto"/>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13">
    <w:abstractNumId w:val="18"/>
  </w:num>
  <w:num w:numId="14">
    <w:abstractNumId w:val="21"/>
  </w:num>
  <w:num w:numId="15">
    <w:abstractNumId w:val="19"/>
  </w:num>
  <w:num w:numId="16">
    <w:abstractNumId w:val="30"/>
  </w:num>
  <w:num w:numId="17">
    <w:abstractNumId w:val="5"/>
  </w:num>
  <w:num w:numId="18">
    <w:abstractNumId w:val="36"/>
  </w:num>
  <w:num w:numId="19">
    <w:abstractNumId w:val="20"/>
  </w:num>
  <w:num w:numId="20">
    <w:abstractNumId w:val="34"/>
  </w:num>
  <w:num w:numId="21">
    <w:abstractNumId w:val="11"/>
    <w:lvlOverride w:ilvl="0">
      <w:lvl w:ilvl="0">
        <w:start w:val="1"/>
        <w:numFmt w:val="decimal"/>
        <w:lvlText w:val="%1."/>
        <w:lvlJc w:val="center"/>
        <w:pPr>
          <w:tabs>
            <w:tab w:val="num" w:pos="284"/>
          </w:tabs>
        </w:pPr>
        <w:rPr>
          <w:rFonts w:ascii="Times New Roman" w:hAnsi="Times New Roman" w:cs="Times New Roman" w:hint="default"/>
          <w:b/>
          <w:color w:val="auto"/>
          <w:spacing w:val="0"/>
          <w:w w:val="100"/>
          <w:sz w:val="28"/>
        </w:rPr>
      </w:lvl>
    </w:lvlOverride>
    <w:lvlOverride w:ilvl="1">
      <w:lvl w:ilvl="1">
        <w:start w:val="1"/>
        <w:numFmt w:val="decimal"/>
        <w:lvlText w:val="%1.%2."/>
        <w:lvlJc w:val="left"/>
        <w:pPr>
          <w:tabs>
            <w:tab w:val="num" w:pos="1277"/>
          </w:tabs>
          <w:ind w:left="-141" w:firstLine="709"/>
        </w:pPr>
        <w:rPr>
          <w:rFonts w:ascii="Times New Roman" w:hAnsi="Times New Roman" w:cs="Times New Roman" w:hint="default"/>
          <w:b w:val="0"/>
          <w:i w:val="0"/>
          <w:sz w:val="28"/>
        </w:rPr>
      </w:lvl>
    </w:lvlOverride>
    <w:lvlOverride w:ilvl="2">
      <w:lvl w:ilvl="2">
        <w:start w:val="1"/>
        <w:numFmt w:val="decimal"/>
        <w:lvlText w:val="%1.%2.%3."/>
        <w:lvlJc w:val="left"/>
        <w:pPr>
          <w:tabs>
            <w:tab w:val="num" w:pos="1701"/>
          </w:tabs>
          <w:ind w:firstLine="709"/>
        </w:pPr>
        <w:rPr>
          <w:rFonts w:ascii="Times New Roman" w:hAnsi="Times New Roman" w:cs="Times New Roman" w:hint="default"/>
          <w:b w:val="0"/>
          <w:sz w:val="28"/>
        </w:rPr>
      </w:lvl>
    </w:lvlOverride>
    <w:lvlOverride w:ilvl="3">
      <w:lvl w:ilvl="3">
        <w:start w:val="1"/>
        <w:numFmt w:val="bullet"/>
        <w:lvlText w:val=""/>
        <w:lvlJc w:val="left"/>
        <w:pPr>
          <w:ind w:left="425" w:hanging="425"/>
        </w:pPr>
        <w:rPr>
          <w:rFonts w:ascii="Symbol" w:hAnsi="Symbol" w:hint="default"/>
          <w:color w:val="auto"/>
        </w:rPr>
      </w:lvl>
    </w:lvlOverride>
    <w:lvlOverride w:ilvl="4">
      <w:lvl w:ilvl="4">
        <w:start w:val="1"/>
        <w:numFmt w:val="decimal"/>
        <w:lvlText w:val="%1.%2.%3.%4.%5."/>
        <w:lvlJc w:val="left"/>
        <w:pPr>
          <w:ind w:left="2941" w:hanging="792"/>
        </w:pPr>
        <w:rPr>
          <w:rFonts w:cs="Times New Roman" w:hint="default"/>
        </w:rPr>
      </w:lvl>
    </w:lvlOverride>
    <w:lvlOverride w:ilvl="5">
      <w:lvl w:ilvl="5">
        <w:start w:val="1"/>
        <w:numFmt w:val="decimal"/>
        <w:lvlText w:val="%1.%2.%3.%4.%5.%6."/>
        <w:lvlJc w:val="left"/>
        <w:pPr>
          <w:ind w:left="3445" w:hanging="936"/>
        </w:pPr>
        <w:rPr>
          <w:rFonts w:cs="Times New Roman" w:hint="default"/>
        </w:rPr>
      </w:lvl>
    </w:lvlOverride>
    <w:lvlOverride w:ilvl="6">
      <w:lvl w:ilvl="6">
        <w:start w:val="1"/>
        <w:numFmt w:val="decimal"/>
        <w:lvlText w:val="%1.%2.%3.%4.%5.%6.%7."/>
        <w:lvlJc w:val="left"/>
        <w:pPr>
          <w:ind w:left="3949" w:hanging="1080"/>
        </w:pPr>
        <w:rPr>
          <w:rFonts w:cs="Times New Roman" w:hint="default"/>
        </w:rPr>
      </w:lvl>
    </w:lvlOverride>
    <w:lvlOverride w:ilvl="7">
      <w:lvl w:ilvl="7">
        <w:start w:val="1"/>
        <w:numFmt w:val="decimal"/>
        <w:lvlText w:val="%1.%2.%3.%4.%5.%6.%7.%8."/>
        <w:lvlJc w:val="left"/>
        <w:pPr>
          <w:ind w:left="4453" w:hanging="1224"/>
        </w:pPr>
        <w:rPr>
          <w:rFonts w:cs="Times New Roman" w:hint="default"/>
        </w:rPr>
      </w:lvl>
    </w:lvlOverride>
    <w:lvlOverride w:ilvl="8">
      <w:lvl w:ilvl="8">
        <w:start w:val="1"/>
        <w:numFmt w:val="decimal"/>
        <w:lvlText w:val="%1.%2.%3.%4.%5.%6.%7.%8.%9."/>
        <w:lvlJc w:val="left"/>
        <w:pPr>
          <w:ind w:left="5029" w:hanging="1440"/>
        </w:pPr>
        <w:rPr>
          <w:rFonts w:cs="Times New Roman" w:hint="default"/>
        </w:rPr>
      </w:lvl>
    </w:lvlOverride>
  </w:num>
  <w:num w:numId="22">
    <w:abstractNumId w:val="25"/>
  </w:num>
  <w:num w:numId="23">
    <w:abstractNumId w:val="26"/>
  </w:num>
  <w:num w:numId="24">
    <w:abstractNumId w:val="38"/>
  </w:num>
  <w:num w:numId="25">
    <w:abstractNumId w:val="27"/>
  </w:num>
  <w:num w:numId="26">
    <w:abstractNumId w:val="2"/>
  </w:num>
  <w:num w:numId="27">
    <w:abstractNumId w:val="35"/>
  </w:num>
  <w:num w:numId="28">
    <w:abstractNumId w:val="28"/>
  </w:num>
  <w:num w:numId="29">
    <w:abstractNumId w:val="40"/>
  </w:num>
  <w:num w:numId="30">
    <w:abstractNumId w:val="13"/>
  </w:num>
  <w:num w:numId="31">
    <w:abstractNumId w:val="31"/>
  </w:num>
  <w:num w:numId="32">
    <w:abstractNumId w:val="10"/>
  </w:num>
  <w:num w:numId="33">
    <w:abstractNumId w:val="7"/>
  </w:num>
  <w:num w:numId="34">
    <w:abstractNumId w:val="0"/>
  </w:num>
  <w:num w:numId="35">
    <w:abstractNumId w:val="22"/>
  </w:num>
  <w:num w:numId="36">
    <w:abstractNumId w:val="9"/>
  </w:num>
  <w:num w:numId="37">
    <w:abstractNumId w:val="16"/>
  </w:num>
  <w:num w:numId="38">
    <w:abstractNumId w:val="33"/>
  </w:num>
  <w:num w:numId="39">
    <w:abstractNumId w:val="12"/>
  </w:num>
  <w:num w:numId="40">
    <w:abstractNumId w:val="37"/>
  </w:num>
  <w:num w:numId="41">
    <w:abstractNumId w:val="14"/>
  </w:num>
  <w:num w:numId="42">
    <w:abstractNumId w:val="15"/>
  </w:num>
  <w:num w:numId="43">
    <w:abstractNumId w:val="1"/>
  </w:num>
  <w:num w:numId="4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BossProviderVariable" w:val="25_01_2006!578f12f4-3b90-4576-9a38-9c19a2e823d3"/>
  </w:docVars>
  <w:rsids>
    <w:rsidRoot w:val="00A356F7"/>
    <w:rsid w:val="000000A1"/>
    <w:rsid w:val="00000DDA"/>
    <w:rsid w:val="000018AF"/>
    <w:rsid w:val="00001C7C"/>
    <w:rsid w:val="00001D82"/>
    <w:rsid w:val="00001E04"/>
    <w:rsid w:val="00001F7F"/>
    <w:rsid w:val="00002D54"/>
    <w:rsid w:val="00003622"/>
    <w:rsid w:val="00003759"/>
    <w:rsid w:val="00005E22"/>
    <w:rsid w:val="00006185"/>
    <w:rsid w:val="00006C54"/>
    <w:rsid w:val="00006D4A"/>
    <w:rsid w:val="00006D7D"/>
    <w:rsid w:val="00007BA6"/>
    <w:rsid w:val="00007E69"/>
    <w:rsid w:val="000102C4"/>
    <w:rsid w:val="000102F9"/>
    <w:rsid w:val="00010552"/>
    <w:rsid w:val="000108D2"/>
    <w:rsid w:val="0001107A"/>
    <w:rsid w:val="0001160C"/>
    <w:rsid w:val="000117F4"/>
    <w:rsid w:val="00011F08"/>
    <w:rsid w:val="00012E9A"/>
    <w:rsid w:val="00013094"/>
    <w:rsid w:val="00013FA5"/>
    <w:rsid w:val="0001404B"/>
    <w:rsid w:val="0001439B"/>
    <w:rsid w:val="00014599"/>
    <w:rsid w:val="00015D58"/>
    <w:rsid w:val="0001634C"/>
    <w:rsid w:val="00016560"/>
    <w:rsid w:val="00016999"/>
    <w:rsid w:val="00017236"/>
    <w:rsid w:val="00020099"/>
    <w:rsid w:val="00020BA9"/>
    <w:rsid w:val="00020D8B"/>
    <w:rsid w:val="000217E7"/>
    <w:rsid w:val="00021C7A"/>
    <w:rsid w:val="00021D68"/>
    <w:rsid w:val="00022CA4"/>
    <w:rsid w:val="000230BF"/>
    <w:rsid w:val="000241AF"/>
    <w:rsid w:val="0002488D"/>
    <w:rsid w:val="00024D0C"/>
    <w:rsid w:val="00024EED"/>
    <w:rsid w:val="000251D1"/>
    <w:rsid w:val="0002563C"/>
    <w:rsid w:val="000260BC"/>
    <w:rsid w:val="0002637D"/>
    <w:rsid w:val="00027B92"/>
    <w:rsid w:val="000305BA"/>
    <w:rsid w:val="00030663"/>
    <w:rsid w:val="00030AA6"/>
    <w:rsid w:val="00030ADB"/>
    <w:rsid w:val="00031993"/>
    <w:rsid w:val="00031B3C"/>
    <w:rsid w:val="00032439"/>
    <w:rsid w:val="00033884"/>
    <w:rsid w:val="000344FE"/>
    <w:rsid w:val="00034E8D"/>
    <w:rsid w:val="00034FBD"/>
    <w:rsid w:val="00035142"/>
    <w:rsid w:val="000351E5"/>
    <w:rsid w:val="0003547F"/>
    <w:rsid w:val="00036128"/>
    <w:rsid w:val="00036650"/>
    <w:rsid w:val="000377A5"/>
    <w:rsid w:val="00040020"/>
    <w:rsid w:val="00040B11"/>
    <w:rsid w:val="00041586"/>
    <w:rsid w:val="0004161F"/>
    <w:rsid w:val="00041A2D"/>
    <w:rsid w:val="00041EBA"/>
    <w:rsid w:val="00042A17"/>
    <w:rsid w:val="00043C7B"/>
    <w:rsid w:val="00044261"/>
    <w:rsid w:val="00044340"/>
    <w:rsid w:val="0004553A"/>
    <w:rsid w:val="00045EC9"/>
    <w:rsid w:val="0004601D"/>
    <w:rsid w:val="00046A76"/>
    <w:rsid w:val="000500F1"/>
    <w:rsid w:val="00050F02"/>
    <w:rsid w:val="00051C66"/>
    <w:rsid w:val="00051F50"/>
    <w:rsid w:val="000522AD"/>
    <w:rsid w:val="000528D3"/>
    <w:rsid w:val="0005346D"/>
    <w:rsid w:val="00053B89"/>
    <w:rsid w:val="00053CDA"/>
    <w:rsid w:val="00053D44"/>
    <w:rsid w:val="0005511D"/>
    <w:rsid w:val="00056E8D"/>
    <w:rsid w:val="00057581"/>
    <w:rsid w:val="00057652"/>
    <w:rsid w:val="00057B4E"/>
    <w:rsid w:val="000608E3"/>
    <w:rsid w:val="00060B8D"/>
    <w:rsid w:val="00060BB6"/>
    <w:rsid w:val="00060D74"/>
    <w:rsid w:val="00060F74"/>
    <w:rsid w:val="00060F91"/>
    <w:rsid w:val="0006145E"/>
    <w:rsid w:val="000617CE"/>
    <w:rsid w:val="000619CA"/>
    <w:rsid w:val="0006225F"/>
    <w:rsid w:val="000626C2"/>
    <w:rsid w:val="00062B83"/>
    <w:rsid w:val="000638FB"/>
    <w:rsid w:val="000641CB"/>
    <w:rsid w:val="0006449E"/>
    <w:rsid w:val="000651B2"/>
    <w:rsid w:val="000652C5"/>
    <w:rsid w:val="000653B5"/>
    <w:rsid w:val="000655BF"/>
    <w:rsid w:val="000655C9"/>
    <w:rsid w:val="00065708"/>
    <w:rsid w:val="000659CF"/>
    <w:rsid w:val="0006610D"/>
    <w:rsid w:val="00066540"/>
    <w:rsid w:val="00066AF5"/>
    <w:rsid w:val="00067311"/>
    <w:rsid w:val="000675C5"/>
    <w:rsid w:val="000677EE"/>
    <w:rsid w:val="00067BFE"/>
    <w:rsid w:val="00070025"/>
    <w:rsid w:val="000704CF"/>
    <w:rsid w:val="000709BD"/>
    <w:rsid w:val="00070A67"/>
    <w:rsid w:val="00070FDA"/>
    <w:rsid w:val="00071496"/>
    <w:rsid w:val="00071636"/>
    <w:rsid w:val="0007191B"/>
    <w:rsid w:val="00072F7F"/>
    <w:rsid w:val="000738E6"/>
    <w:rsid w:val="000746A9"/>
    <w:rsid w:val="000758F4"/>
    <w:rsid w:val="00075C01"/>
    <w:rsid w:val="00075E44"/>
    <w:rsid w:val="00075FA1"/>
    <w:rsid w:val="00076217"/>
    <w:rsid w:val="00076228"/>
    <w:rsid w:val="00076A17"/>
    <w:rsid w:val="00076B69"/>
    <w:rsid w:val="00076D12"/>
    <w:rsid w:val="00076EA3"/>
    <w:rsid w:val="000774FC"/>
    <w:rsid w:val="000779B0"/>
    <w:rsid w:val="00080A26"/>
    <w:rsid w:val="00080A5D"/>
    <w:rsid w:val="00080CB3"/>
    <w:rsid w:val="00081897"/>
    <w:rsid w:val="0008220B"/>
    <w:rsid w:val="00082227"/>
    <w:rsid w:val="000825F8"/>
    <w:rsid w:val="00082AD7"/>
    <w:rsid w:val="00082E12"/>
    <w:rsid w:val="000833D8"/>
    <w:rsid w:val="0008343C"/>
    <w:rsid w:val="000836C9"/>
    <w:rsid w:val="00084414"/>
    <w:rsid w:val="00084838"/>
    <w:rsid w:val="00084AB8"/>
    <w:rsid w:val="00084C74"/>
    <w:rsid w:val="00084E3A"/>
    <w:rsid w:val="00084E6A"/>
    <w:rsid w:val="0008513F"/>
    <w:rsid w:val="0008540F"/>
    <w:rsid w:val="000856FD"/>
    <w:rsid w:val="00085780"/>
    <w:rsid w:val="000862E1"/>
    <w:rsid w:val="000867EB"/>
    <w:rsid w:val="00087267"/>
    <w:rsid w:val="00087445"/>
    <w:rsid w:val="00087924"/>
    <w:rsid w:val="00087AC2"/>
    <w:rsid w:val="00087B7F"/>
    <w:rsid w:val="000905A6"/>
    <w:rsid w:val="000905FF"/>
    <w:rsid w:val="00091B19"/>
    <w:rsid w:val="00091F93"/>
    <w:rsid w:val="000921E1"/>
    <w:rsid w:val="000922EC"/>
    <w:rsid w:val="00092628"/>
    <w:rsid w:val="00092FD8"/>
    <w:rsid w:val="000932E7"/>
    <w:rsid w:val="00093D01"/>
    <w:rsid w:val="0009409C"/>
    <w:rsid w:val="0009431D"/>
    <w:rsid w:val="00094DC6"/>
    <w:rsid w:val="00095CA7"/>
    <w:rsid w:val="000960E3"/>
    <w:rsid w:val="000967FB"/>
    <w:rsid w:val="00096D26"/>
    <w:rsid w:val="00096F64"/>
    <w:rsid w:val="000972C7"/>
    <w:rsid w:val="00097420"/>
    <w:rsid w:val="00097556"/>
    <w:rsid w:val="000979FF"/>
    <w:rsid w:val="00097EC1"/>
    <w:rsid w:val="000A0139"/>
    <w:rsid w:val="000A01C6"/>
    <w:rsid w:val="000A0A57"/>
    <w:rsid w:val="000A0F24"/>
    <w:rsid w:val="000A1398"/>
    <w:rsid w:val="000A18D3"/>
    <w:rsid w:val="000A2227"/>
    <w:rsid w:val="000A2DBC"/>
    <w:rsid w:val="000A3435"/>
    <w:rsid w:val="000A3B6C"/>
    <w:rsid w:val="000A3DDA"/>
    <w:rsid w:val="000A426D"/>
    <w:rsid w:val="000A4662"/>
    <w:rsid w:val="000A50DC"/>
    <w:rsid w:val="000A5386"/>
    <w:rsid w:val="000A5827"/>
    <w:rsid w:val="000A5A94"/>
    <w:rsid w:val="000A70E2"/>
    <w:rsid w:val="000A7592"/>
    <w:rsid w:val="000A7EC9"/>
    <w:rsid w:val="000B03AB"/>
    <w:rsid w:val="000B0DAD"/>
    <w:rsid w:val="000B0FD8"/>
    <w:rsid w:val="000B14C5"/>
    <w:rsid w:val="000B15C7"/>
    <w:rsid w:val="000B1A74"/>
    <w:rsid w:val="000B2480"/>
    <w:rsid w:val="000B2DB7"/>
    <w:rsid w:val="000B4106"/>
    <w:rsid w:val="000B4266"/>
    <w:rsid w:val="000B42A5"/>
    <w:rsid w:val="000B4568"/>
    <w:rsid w:val="000B58F6"/>
    <w:rsid w:val="000B5B4A"/>
    <w:rsid w:val="000B5F5C"/>
    <w:rsid w:val="000B600E"/>
    <w:rsid w:val="000B6BAB"/>
    <w:rsid w:val="000B6C3C"/>
    <w:rsid w:val="000B74FF"/>
    <w:rsid w:val="000B788E"/>
    <w:rsid w:val="000B7E23"/>
    <w:rsid w:val="000B7E39"/>
    <w:rsid w:val="000C1206"/>
    <w:rsid w:val="000C195F"/>
    <w:rsid w:val="000C1D14"/>
    <w:rsid w:val="000C2003"/>
    <w:rsid w:val="000C2040"/>
    <w:rsid w:val="000C20DB"/>
    <w:rsid w:val="000C2105"/>
    <w:rsid w:val="000C2D02"/>
    <w:rsid w:val="000C2E72"/>
    <w:rsid w:val="000C3672"/>
    <w:rsid w:val="000C39B1"/>
    <w:rsid w:val="000C4459"/>
    <w:rsid w:val="000C47A1"/>
    <w:rsid w:val="000C4A38"/>
    <w:rsid w:val="000C4DAC"/>
    <w:rsid w:val="000C4F3B"/>
    <w:rsid w:val="000C5BF9"/>
    <w:rsid w:val="000C5C1C"/>
    <w:rsid w:val="000C62B7"/>
    <w:rsid w:val="000C6550"/>
    <w:rsid w:val="000C6C1F"/>
    <w:rsid w:val="000C7429"/>
    <w:rsid w:val="000C782B"/>
    <w:rsid w:val="000C79F2"/>
    <w:rsid w:val="000C7AB3"/>
    <w:rsid w:val="000C7AB8"/>
    <w:rsid w:val="000C7D9A"/>
    <w:rsid w:val="000D0608"/>
    <w:rsid w:val="000D0E89"/>
    <w:rsid w:val="000D1AB5"/>
    <w:rsid w:val="000D2165"/>
    <w:rsid w:val="000D22FD"/>
    <w:rsid w:val="000D2752"/>
    <w:rsid w:val="000D27BB"/>
    <w:rsid w:val="000D32DA"/>
    <w:rsid w:val="000D3365"/>
    <w:rsid w:val="000D34F6"/>
    <w:rsid w:val="000D421F"/>
    <w:rsid w:val="000D4A45"/>
    <w:rsid w:val="000D4F3A"/>
    <w:rsid w:val="000D50D0"/>
    <w:rsid w:val="000D61B2"/>
    <w:rsid w:val="000D7B37"/>
    <w:rsid w:val="000D7BC0"/>
    <w:rsid w:val="000D7D53"/>
    <w:rsid w:val="000E064B"/>
    <w:rsid w:val="000E0DD5"/>
    <w:rsid w:val="000E184B"/>
    <w:rsid w:val="000E28A9"/>
    <w:rsid w:val="000E2C72"/>
    <w:rsid w:val="000E2E27"/>
    <w:rsid w:val="000E3679"/>
    <w:rsid w:val="000E3EC7"/>
    <w:rsid w:val="000E3F0C"/>
    <w:rsid w:val="000E4172"/>
    <w:rsid w:val="000E4504"/>
    <w:rsid w:val="000E450B"/>
    <w:rsid w:val="000E50A4"/>
    <w:rsid w:val="000E61C8"/>
    <w:rsid w:val="000E62B1"/>
    <w:rsid w:val="000E68E7"/>
    <w:rsid w:val="000E6A0E"/>
    <w:rsid w:val="000E71B6"/>
    <w:rsid w:val="000E7594"/>
    <w:rsid w:val="000E7B3A"/>
    <w:rsid w:val="000E7B4C"/>
    <w:rsid w:val="000E7EB2"/>
    <w:rsid w:val="000F06AB"/>
    <w:rsid w:val="000F0ABC"/>
    <w:rsid w:val="000F0D40"/>
    <w:rsid w:val="000F12A9"/>
    <w:rsid w:val="000F1BBC"/>
    <w:rsid w:val="000F1BF6"/>
    <w:rsid w:val="000F1D51"/>
    <w:rsid w:val="000F278B"/>
    <w:rsid w:val="000F3061"/>
    <w:rsid w:val="000F3B0E"/>
    <w:rsid w:val="000F3DAB"/>
    <w:rsid w:val="000F54BD"/>
    <w:rsid w:val="000F5A4D"/>
    <w:rsid w:val="000F66C6"/>
    <w:rsid w:val="000F7B18"/>
    <w:rsid w:val="000F7E70"/>
    <w:rsid w:val="000F7F3A"/>
    <w:rsid w:val="0010012C"/>
    <w:rsid w:val="0010050E"/>
    <w:rsid w:val="00100883"/>
    <w:rsid w:val="00100893"/>
    <w:rsid w:val="0010134B"/>
    <w:rsid w:val="00101D56"/>
    <w:rsid w:val="00102E4A"/>
    <w:rsid w:val="00103006"/>
    <w:rsid w:val="00103AE2"/>
    <w:rsid w:val="00103E60"/>
    <w:rsid w:val="00104E22"/>
    <w:rsid w:val="001053C9"/>
    <w:rsid w:val="00105B83"/>
    <w:rsid w:val="00105BC1"/>
    <w:rsid w:val="0010651A"/>
    <w:rsid w:val="001066D8"/>
    <w:rsid w:val="00107043"/>
    <w:rsid w:val="00107386"/>
    <w:rsid w:val="00107BBF"/>
    <w:rsid w:val="0011052C"/>
    <w:rsid w:val="001106B5"/>
    <w:rsid w:val="00110A1C"/>
    <w:rsid w:val="00110A62"/>
    <w:rsid w:val="00110B68"/>
    <w:rsid w:val="00110BD6"/>
    <w:rsid w:val="00111CE6"/>
    <w:rsid w:val="00111F6E"/>
    <w:rsid w:val="001127DA"/>
    <w:rsid w:val="00112D0E"/>
    <w:rsid w:val="00113305"/>
    <w:rsid w:val="00113711"/>
    <w:rsid w:val="00113D50"/>
    <w:rsid w:val="00113ECC"/>
    <w:rsid w:val="0011434E"/>
    <w:rsid w:val="00114403"/>
    <w:rsid w:val="00114772"/>
    <w:rsid w:val="0011478A"/>
    <w:rsid w:val="001148B5"/>
    <w:rsid w:val="00115CB7"/>
    <w:rsid w:val="00116D7E"/>
    <w:rsid w:val="0011726B"/>
    <w:rsid w:val="00117284"/>
    <w:rsid w:val="001173DE"/>
    <w:rsid w:val="001176A8"/>
    <w:rsid w:val="00117853"/>
    <w:rsid w:val="00120026"/>
    <w:rsid w:val="001207E8"/>
    <w:rsid w:val="00120C9F"/>
    <w:rsid w:val="00120E40"/>
    <w:rsid w:val="00121B55"/>
    <w:rsid w:val="00121B81"/>
    <w:rsid w:val="001243CD"/>
    <w:rsid w:val="001244E2"/>
    <w:rsid w:val="001250BE"/>
    <w:rsid w:val="00125FCB"/>
    <w:rsid w:val="0012636F"/>
    <w:rsid w:val="001263B7"/>
    <w:rsid w:val="0012654A"/>
    <w:rsid w:val="001267AF"/>
    <w:rsid w:val="00126D1F"/>
    <w:rsid w:val="00127710"/>
    <w:rsid w:val="001278D1"/>
    <w:rsid w:val="001302FF"/>
    <w:rsid w:val="001304EE"/>
    <w:rsid w:val="0013111C"/>
    <w:rsid w:val="00131149"/>
    <w:rsid w:val="00132E83"/>
    <w:rsid w:val="00134232"/>
    <w:rsid w:val="00134761"/>
    <w:rsid w:val="00134787"/>
    <w:rsid w:val="00134F66"/>
    <w:rsid w:val="00135431"/>
    <w:rsid w:val="00136C49"/>
    <w:rsid w:val="001371B2"/>
    <w:rsid w:val="00137C9C"/>
    <w:rsid w:val="00140E52"/>
    <w:rsid w:val="0014133A"/>
    <w:rsid w:val="0014166B"/>
    <w:rsid w:val="001417DA"/>
    <w:rsid w:val="00141DA0"/>
    <w:rsid w:val="00142D84"/>
    <w:rsid w:val="00142DE8"/>
    <w:rsid w:val="00142EE1"/>
    <w:rsid w:val="00143E44"/>
    <w:rsid w:val="00143F98"/>
    <w:rsid w:val="001447B3"/>
    <w:rsid w:val="001451AF"/>
    <w:rsid w:val="00145548"/>
    <w:rsid w:val="00145F30"/>
    <w:rsid w:val="00146238"/>
    <w:rsid w:val="001463BC"/>
    <w:rsid w:val="00146473"/>
    <w:rsid w:val="00146707"/>
    <w:rsid w:val="00146821"/>
    <w:rsid w:val="00147249"/>
    <w:rsid w:val="001474BC"/>
    <w:rsid w:val="00147742"/>
    <w:rsid w:val="00147C1E"/>
    <w:rsid w:val="00147DA7"/>
    <w:rsid w:val="00150C98"/>
    <w:rsid w:val="00150EF7"/>
    <w:rsid w:val="00151490"/>
    <w:rsid w:val="00151EA5"/>
    <w:rsid w:val="00151FA4"/>
    <w:rsid w:val="001521AB"/>
    <w:rsid w:val="00152728"/>
    <w:rsid w:val="00152877"/>
    <w:rsid w:val="001536EC"/>
    <w:rsid w:val="00153B74"/>
    <w:rsid w:val="00154DF4"/>
    <w:rsid w:val="00154EA3"/>
    <w:rsid w:val="00155300"/>
    <w:rsid w:val="001563A6"/>
    <w:rsid w:val="0015645A"/>
    <w:rsid w:val="001564E1"/>
    <w:rsid w:val="001566AF"/>
    <w:rsid w:val="001566B1"/>
    <w:rsid w:val="00156916"/>
    <w:rsid w:val="00157045"/>
    <w:rsid w:val="0015746C"/>
    <w:rsid w:val="001576D9"/>
    <w:rsid w:val="00157A04"/>
    <w:rsid w:val="0016007D"/>
    <w:rsid w:val="00160216"/>
    <w:rsid w:val="00160598"/>
    <w:rsid w:val="0016089F"/>
    <w:rsid w:val="00160BC8"/>
    <w:rsid w:val="00160C3E"/>
    <w:rsid w:val="00160C40"/>
    <w:rsid w:val="00160CB1"/>
    <w:rsid w:val="00160CF2"/>
    <w:rsid w:val="00160E58"/>
    <w:rsid w:val="001611F6"/>
    <w:rsid w:val="00161786"/>
    <w:rsid w:val="0016181F"/>
    <w:rsid w:val="00161916"/>
    <w:rsid w:val="00161B4A"/>
    <w:rsid w:val="001629B8"/>
    <w:rsid w:val="0016319E"/>
    <w:rsid w:val="00164943"/>
    <w:rsid w:val="00164D37"/>
    <w:rsid w:val="00165241"/>
    <w:rsid w:val="00165AD9"/>
    <w:rsid w:val="00165B26"/>
    <w:rsid w:val="0016723A"/>
    <w:rsid w:val="00167403"/>
    <w:rsid w:val="00167519"/>
    <w:rsid w:val="00167540"/>
    <w:rsid w:val="00167BEF"/>
    <w:rsid w:val="00167E44"/>
    <w:rsid w:val="00167E7C"/>
    <w:rsid w:val="00167F62"/>
    <w:rsid w:val="001703F3"/>
    <w:rsid w:val="00170AB5"/>
    <w:rsid w:val="00170E55"/>
    <w:rsid w:val="00171077"/>
    <w:rsid w:val="0017125D"/>
    <w:rsid w:val="001717DD"/>
    <w:rsid w:val="00171A5B"/>
    <w:rsid w:val="001720ED"/>
    <w:rsid w:val="0017266B"/>
    <w:rsid w:val="00172DBD"/>
    <w:rsid w:val="00172EEC"/>
    <w:rsid w:val="001730BD"/>
    <w:rsid w:val="00173441"/>
    <w:rsid w:val="001735F9"/>
    <w:rsid w:val="00173DA3"/>
    <w:rsid w:val="00173DD2"/>
    <w:rsid w:val="00173E0A"/>
    <w:rsid w:val="00174030"/>
    <w:rsid w:val="00174B79"/>
    <w:rsid w:val="00174F7B"/>
    <w:rsid w:val="001754DB"/>
    <w:rsid w:val="001755FC"/>
    <w:rsid w:val="00175847"/>
    <w:rsid w:val="00175922"/>
    <w:rsid w:val="00175A90"/>
    <w:rsid w:val="00175DBA"/>
    <w:rsid w:val="00176267"/>
    <w:rsid w:val="001764DA"/>
    <w:rsid w:val="0017656D"/>
    <w:rsid w:val="00176860"/>
    <w:rsid w:val="00176914"/>
    <w:rsid w:val="00180966"/>
    <w:rsid w:val="00180A8F"/>
    <w:rsid w:val="00180E67"/>
    <w:rsid w:val="00180F24"/>
    <w:rsid w:val="00181003"/>
    <w:rsid w:val="0018186D"/>
    <w:rsid w:val="00181BDF"/>
    <w:rsid w:val="00181EEC"/>
    <w:rsid w:val="00182074"/>
    <w:rsid w:val="0018251F"/>
    <w:rsid w:val="00182AB8"/>
    <w:rsid w:val="00182CDD"/>
    <w:rsid w:val="00182FAC"/>
    <w:rsid w:val="00183351"/>
    <w:rsid w:val="0018346D"/>
    <w:rsid w:val="00183A0F"/>
    <w:rsid w:val="00183E50"/>
    <w:rsid w:val="001841E8"/>
    <w:rsid w:val="00184362"/>
    <w:rsid w:val="001844FA"/>
    <w:rsid w:val="0018451C"/>
    <w:rsid w:val="00184553"/>
    <w:rsid w:val="0018460A"/>
    <w:rsid w:val="00185567"/>
    <w:rsid w:val="0018558B"/>
    <w:rsid w:val="0018559E"/>
    <w:rsid w:val="00185E0F"/>
    <w:rsid w:val="00185F50"/>
    <w:rsid w:val="001862F0"/>
    <w:rsid w:val="001865E0"/>
    <w:rsid w:val="00186956"/>
    <w:rsid w:val="00186A95"/>
    <w:rsid w:val="00187B7D"/>
    <w:rsid w:val="00187DEF"/>
    <w:rsid w:val="00190B1E"/>
    <w:rsid w:val="00190FB8"/>
    <w:rsid w:val="00191480"/>
    <w:rsid w:val="0019218C"/>
    <w:rsid w:val="0019251D"/>
    <w:rsid w:val="00193600"/>
    <w:rsid w:val="0019379A"/>
    <w:rsid w:val="001938E5"/>
    <w:rsid w:val="00193DEB"/>
    <w:rsid w:val="0019460F"/>
    <w:rsid w:val="00194C1F"/>
    <w:rsid w:val="001956FA"/>
    <w:rsid w:val="00195CDB"/>
    <w:rsid w:val="001963C2"/>
    <w:rsid w:val="00196A69"/>
    <w:rsid w:val="00196DB2"/>
    <w:rsid w:val="00197281"/>
    <w:rsid w:val="001974CB"/>
    <w:rsid w:val="0019750B"/>
    <w:rsid w:val="00197844"/>
    <w:rsid w:val="00197BEF"/>
    <w:rsid w:val="00197D41"/>
    <w:rsid w:val="00197F72"/>
    <w:rsid w:val="001A0018"/>
    <w:rsid w:val="001A021D"/>
    <w:rsid w:val="001A0B4E"/>
    <w:rsid w:val="001A1299"/>
    <w:rsid w:val="001A1498"/>
    <w:rsid w:val="001A1F08"/>
    <w:rsid w:val="001A23A7"/>
    <w:rsid w:val="001A4871"/>
    <w:rsid w:val="001A5095"/>
    <w:rsid w:val="001A5364"/>
    <w:rsid w:val="001A5741"/>
    <w:rsid w:val="001A5FA1"/>
    <w:rsid w:val="001A7B20"/>
    <w:rsid w:val="001A7B9F"/>
    <w:rsid w:val="001B01D5"/>
    <w:rsid w:val="001B07EA"/>
    <w:rsid w:val="001B0C83"/>
    <w:rsid w:val="001B12F0"/>
    <w:rsid w:val="001B138E"/>
    <w:rsid w:val="001B1B01"/>
    <w:rsid w:val="001B1FCB"/>
    <w:rsid w:val="001B2CE9"/>
    <w:rsid w:val="001B35A3"/>
    <w:rsid w:val="001B37EC"/>
    <w:rsid w:val="001B3942"/>
    <w:rsid w:val="001B4952"/>
    <w:rsid w:val="001B4A1A"/>
    <w:rsid w:val="001B4C99"/>
    <w:rsid w:val="001B502A"/>
    <w:rsid w:val="001B560E"/>
    <w:rsid w:val="001B61F5"/>
    <w:rsid w:val="001B6337"/>
    <w:rsid w:val="001B6365"/>
    <w:rsid w:val="001B67F0"/>
    <w:rsid w:val="001B75FE"/>
    <w:rsid w:val="001B771D"/>
    <w:rsid w:val="001B779F"/>
    <w:rsid w:val="001B7D8B"/>
    <w:rsid w:val="001C07B5"/>
    <w:rsid w:val="001C105A"/>
    <w:rsid w:val="001C135C"/>
    <w:rsid w:val="001C1437"/>
    <w:rsid w:val="001C2152"/>
    <w:rsid w:val="001C2383"/>
    <w:rsid w:val="001C2E8E"/>
    <w:rsid w:val="001C2FC2"/>
    <w:rsid w:val="001C3025"/>
    <w:rsid w:val="001C3A30"/>
    <w:rsid w:val="001C45C8"/>
    <w:rsid w:val="001C4F39"/>
    <w:rsid w:val="001C5AE1"/>
    <w:rsid w:val="001C64C7"/>
    <w:rsid w:val="001C6552"/>
    <w:rsid w:val="001C680D"/>
    <w:rsid w:val="001C6965"/>
    <w:rsid w:val="001C6BE2"/>
    <w:rsid w:val="001C6D79"/>
    <w:rsid w:val="001C72E5"/>
    <w:rsid w:val="001C7BEE"/>
    <w:rsid w:val="001C7DD8"/>
    <w:rsid w:val="001D129B"/>
    <w:rsid w:val="001D12C7"/>
    <w:rsid w:val="001D1CC9"/>
    <w:rsid w:val="001D1F3A"/>
    <w:rsid w:val="001D1F4C"/>
    <w:rsid w:val="001D20E2"/>
    <w:rsid w:val="001D2D56"/>
    <w:rsid w:val="001D2FD3"/>
    <w:rsid w:val="001D3B41"/>
    <w:rsid w:val="001D3F5F"/>
    <w:rsid w:val="001D4509"/>
    <w:rsid w:val="001D4EC5"/>
    <w:rsid w:val="001D5140"/>
    <w:rsid w:val="001D5599"/>
    <w:rsid w:val="001D5CCB"/>
    <w:rsid w:val="001D5D47"/>
    <w:rsid w:val="001D600F"/>
    <w:rsid w:val="001D60A2"/>
    <w:rsid w:val="001D6197"/>
    <w:rsid w:val="001D6296"/>
    <w:rsid w:val="001D6841"/>
    <w:rsid w:val="001D6950"/>
    <w:rsid w:val="001D72CA"/>
    <w:rsid w:val="001D7ECD"/>
    <w:rsid w:val="001E0074"/>
    <w:rsid w:val="001E0A76"/>
    <w:rsid w:val="001E0B61"/>
    <w:rsid w:val="001E0B7E"/>
    <w:rsid w:val="001E0C4D"/>
    <w:rsid w:val="001E0CCB"/>
    <w:rsid w:val="001E0D0E"/>
    <w:rsid w:val="001E17CC"/>
    <w:rsid w:val="001E1D3B"/>
    <w:rsid w:val="001E1F67"/>
    <w:rsid w:val="001E1FBC"/>
    <w:rsid w:val="001E21DE"/>
    <w:rsid w:val="001E2C7E"/>
    <w:rsid w:val="001E384E"/>
    <w:rsid w:val="001E4194"/>
    <w:rsid w:val="001E4933"/>
    <w:rsid w:val="001E4A26"/>
    <w:rsid w:val="001E4A5A"/>
    <w:rsid w:val="001E4EB9"/>
    <w:rsid w:val="001E5014"/>
    <w:rsid w:val="001E552B"/>
    <w:rsid w:val="001E654A"/>
    <w:rsid w:val="001E655D"/>
    <w:rsid w:val="001E6B53"/>
    <w:rsid w:val="001E6B5E"/>
    <w:rsid w:val="001E721B"/>
    <w:rsid w:val="001F10D6"/>
    <w:rsid w:val="001F1A1E"/>
    <w:rsid w:val="001F3933"/>
    <w:rsid w:val="001F3AF0"/>
    <w:rsid w:val="001F45D9"/>
    <w:rsid w:val="001F4B04"/>
    <w:rsid w:val="001F4C7A"/>
    <w:rsid w:val="001F4E1C"/>
    <w:rsid w:val="001F55D7"/>
    <w:rsid w:val="001F567F"/>
    <w:rsid w:val="001F57E8"/>
    <w:rsid w:val="001F5D54"/>
    <w:rsid w:val="001F61D8"/>
    <w:rsid w:val="001F6C88"/>
    <w:rsid w:val="001F6F8C"/>
    <w:rsid w:val="001F7081"/>
    <w:rsid w:val="001F72C7"/>
    <w:rsid w:val="001F734A"/>
    <w:rsid w:val="001F7723"/>
    <w:rsid w:val="001F77AB"/>
    <w:rsid w:val="001F78D1"/>
    <w:rsid w:val="001F7C57"/>
    <w:rsid w:val="001F7DA4"/>
    <w:rsid w:val="00200768"/>
    <w:rsid w:val="00200778"/>
    <w:rsid w:val="0020077B"/>
    <w:rsid w:val="00200C67"/>
    <w:rsid w:val="00201AD8"/>
    <w:rsid w:val="002024BB"/>
    <w:rsid w:val="00202DD5"/>
    <w:rsid w:val="00203249"/>
    <w:rsid w:val="002037BF"/>
    <w:rsid w:val="00204559"/>
    <w:rsid w:val="00205231"/>
    <w:rsid w:val="0020562C"/>
    <w:rsid w:val="00205EA3"/>
    <w:rsid w:val="00206625"/>
    <w:rsid w:val="0020691B"/>
    <w:rsid w:val="00206B23"/>
    <w:rsid w:val="0020704F"/>
    <w:rsid w:val="0020723C"/>
    <w:rsid w:val="002074AD"/>
    <w:rsid w:val="002076F3"/>
    <w:rsid w:val="002100A5"/>
    <w:rsid w:val="0021020E"/>
    <w:rsid w:val="002106DC"/>
    <w:rsid w:val="00210881"/>
    <w:rsid w:val="002108D9"/>
    <w:rsid w:val="002111A0"/>
    <w:rsid w:val="0021121C"/>
    <w:rsid w:val="00211866"/>
    <w:rsid w:val="00211914"/>
    <w:rsid w:val="00211DCC"/>
    <w:rsid w:val="002122DF"/>
    <w:rsid w:val="002123B8"/>
    <w:rsid w:val="00212504"/>
    <w:rsid w:val="00212E74"/>
    <w:rsid w:val="00213730"/>
    <w:rsid w:val="00213F6A"/>
    <w:rsid w:val="00214276"/>
    <w:rsid w:val="00214807"/>
    <w:rsid w:val="00214EEA"/>
    <w:rsid w:val="0021539F"/>
    <w:rsid w:val="002158A5"/>
    <w:rsid w:val="00215C6E"/>
    <w:rsid w:val="00215D5F"/>
    <w:rsid w:val="00216172"/>
    <w:rsid w:val="002161C0"/>
    <w:rsid w:val="0021634B"/>
    <w:rsid w:val="002167AB"/>
    <w:rsid w:val="00216B3E"/>
    <w:rsid w:val="002175EE"/>
    <w:rsid w:val="00220017"/>
    <w:rsid w:val="00220F8B"/>
    <w:rsid w:val="002220E1"/>
    <w:rsid w:val="00222121"/>
    <w:rsid w:val="00222D7C"/>
    <w:rsid w:val="00222DD7"/>
    <w:rsid w:val="002236B6"/>
    <w:rsid w:val="0022470E"/>
    <w:rsid w:val="002253C6"/>
    <w:rsid w:val="00225617"/>
    <w:rsid w:val="0022583E"/>
    <w:rsid w:val="00225B8F"/>
    <w:rsid w:val="00226ADB"/>
    <w:rsid w:val="00227220"/>
    <w:rsid w:val="0022753F"/>
    <w:rsid w:val="002275B7"/>
    <w:rsid w:val="00227B26"/>
    <w:rsid w:val="00227DF6"/>
    <w:rsid w:val="00230279"/>
    <w:rsid w:val="00230763"/>
    <w:rsid w:val="00230A03"/>
    <w:rsid w:val="00230B13"/>
    <w:rsid w:val="00230DC3"/>
    <w:rsid w:val="00231678"/>
    <w:rsid w:val="00232053"/>
    <w:rsid w:val="00232C9F"/>
    <w:rsid w:val="00232F68"/>
    <w:rsid w:val="002343EE"/>
    <w:rsid w:val="002344C0"/>
    <w:rsid w:val="00234C4A"/>
    <w:rsid w:val="00234FD7"/>
    <w:rsid w:val="002354B5"/>
    <w:rsid w:val="0023555A"/>
    <w:rsid w:val="00235D61"/>
    <w:rsid w:val="00235EA1"/>
    <w:rsid w:val="002362FB"/>
    <w:rsid w:val="0023664F"/>
    <w:rsid w:val="00236B89"/>
    <w:rsid w:val="00236D49"/>
    <w:rsid w:val="002376A7"/>
    <w:rsid w:val="00237CF0"/>
    <w:rsid w:val="00237D1B"/>
    <w:rsid w:val="002404F9"/>
    <w:rsid w:val="00240F22"/>
    <w:rsid w:val="00242135"/>
    <w:rsid w:val="0024251E"/>
    <w:rsid w:val="00242743"/>
    <w:rsid w:val="00242808"/>
    <w:rsid w:val="00242AF7"/>
    <w:rsid w:val="00242DE0"/>
    <w:rsid w:val="002430DB"/>
    <w:rsid w:val="0024423B"/>
    <w:rsid w:val="00245525"/>
    <w:rsid w:val="00245684"/>
    <w:rsid w:val="00245E34"/>
    <w:rsid w:val="00245E62"/>
    <w:rsid w:val="0024658C"/>
    <w:rsid w:val="00246639"/>
    <w:rsid w:val="00250970"/>
    <w:rsid w:val="00250C8C"/>
    <w:rsid w:val="00251043"/>
    <w:rsid w:val="0025178C"/>
    <w:rsid w:val="00251937"/>
    <w:rsid w:val="0025203F"/>
    <w:rsid w:val="002529E9"/>
    <w:rsid w:val="002534EC"/>
    <w:rsid w:val="002539B5"/>
    <w:rsid w:val="00253E11"/>
    <w:rsid w:val="00254171"/>
    <w:rsid w:val="0025420E"/>
    <w:rsid w:val="002549B1"/>
    <w:rsid w:val="00254B1F"/>
    <w:rsid w:val="00254B9A"/>
    <w:rsid w:val="00254CAF"/>
    <w:rsid w:val="00255EF9"/>
    <w:rsid w:val="00256C6F"/>
    <w:rsid w:val="00257245"/>
    <w:rsid w:val="002574C8"/>
    <w:rsid w:val="0026041B"/>
    <w:rsid w:val="00260527"/>
    <w:rsid w:val="002606A2"/>
    <w:rsid w:val="00260BC4"/>
    <w:rsid w:val="00260E11"/>
    <w:rsid w:val="00260E99"/>
    <w:rsid w:val="0026121F"/>
    <w:rsid w:val="00261926"/>
    <w:rsid w:val="00262030"/>
    <w:rsid w:val="002636AD"/>
    <w:rsid w:val="00263FC6"/>
    <w:rsid w:val="002641F4"/>
    <w:rsid w:val="002641F8"/>
    <w:rsid w:val="002642F1"/>
    <w:rsid w:val="0026470D"/>
    <w:rsid w:val="00264DBF"/>
    <w:rsid w:val="002658E6"/>
    <w:rsid w:val="00265F1E"/>
    <w:rsid w:val="00266751"/>
    <w:rsid w:val="0026687A"/>
    <w:rsid w:val="002670A3"/>
    <w:rsid w:val="002672E1"/>
    <w:rsid w:val="00267C8C"/>
    <w:rsid w:val="00267F5B"/>
    <w:rsid w:val="0027009E"/>
    <w:rsid w:val="0027094F"/>
    <w:rsid w:val="002709D2"/>
    <w:rsid w:val="00270A46"/>
    <w:rsid w:val="00270EDA"/>
    <w:rsid w:val="002714E3"/>
    <w:rsid w:val="002727F9"/>
    <w:rsid w:val="00272C3C"/>
    <w:rsid w:val="002731AE"/>
    <w:rsid w:val="0027358D"/>
    <w:rsid w:val="002747C0"/>
    <w:rsid w:val="00274D8C"/>
    <w:rsid w:val="0027512B"/>
    <w:rsid w:val="00275B1C"/>
    <w:rsid w:val="00275D6E"/>
    <w:rsid w:val="002763AF"/>
    <w:rsid w:val="00276808"/>
    <w:rsid w:val="00276C32"/>
    <w:rsid w:val="00277508"/>
    <w:rsid w:val="00277745"/>
    <w:rsid w:val="002777EF"/>
    <w:rsid w:val="002800FA"/>
    <w:rsid w:val="0028015A"/>
    <w:rsid w:val="002802F8"/>
    <w:rsid w:val="002803D7"/>
    <w:rsid w:val="00280B30"/>
    <w:rsid w:val="00280DD2"/>
    <w:rsid w:val="00280FAF"/>
    <w:rsid w:val="00281238"/>
    <w:rsid w:val="002817F3"/>
    <w:rsid w:val="00282617"/>
    <w:rsid w:val="0028289C"/>
    <w:rsid w:val="0028315F"/>
    <w:rsid w:val="00283A9D"/>
    <w:rsid w:val="00283CBE"/>
    <w:rsid w:val="00284191"/>
    <w:rsid w:val="0028455B"/>
    <w:rsid w:val="002846A7"/>
    <w:rsid w:val="00284D1F"/>
    <w:rsid w:val="002852C9"/>
    <w:rsid w:val="00285338"/>
    <w:rsid w:val="0028556A"/>
    <w:rsid w:val="00285A82"/>
    <w:rsid w:val="00285C84"/>
    <w:rsid w:val="0028600B"/>
    <w:rsid w:val="002862A3"/>
    <w:rsid w:val="002864FD"/>
    <w:rsid w:val="00287B81"/>
    <w:rsid w:val="00287CD8"/>
    <w:rsid w:val="00287D82"/>
    <w:rsid w:val="00287EED"/>
    <w:rsid w:val="00290123"/>
    <w:rsid w:val="00290DD3"/>
    <w:rsid w:val="00291452"/>
    <w:rsid w:val="002917E9"/>
    <w:rsid w:val="00292E05"/>
    <w:rsid w:val="00293009"/>
    <w:rsid w:val="00293204"/>
    <w:rsid w:val="0029349F"/>
    <w:rsid w:val="00293504"/>
    <w:rsid w:val="00294683"/>
    <w:rsid w:val="002946F7"/>
    <w:rsid w:val="002947E2"/>
    <w:rsid w:val="00294C03"/>
    <w:rsid w:val="00294C93"/>
    <w:rsid w:val="00295C8F"/>
    <w:rsid w:val="00295D03"/>
    <w:rsid w:val="0029710C"/>
    <w:rsid w:val="00297901"/>
    <w:rsid w:val="00297D1D"/>
    <w:rsid w:val="002A2256"/>
    <w:rsid w:val="002A23C8"/>
    <w:rsid w:val="002A273D"/>
    <w:rsid w:val="002A304D"/>
    <w:rsid w:val="002A392A"/>
    <w:rsid w:val="002A3D17"/>
    <w:rsid w:val="002A4047"/>
    <w:rsid w:val="002A48AD"/>
    <w:rsid w:val="002A4C43"/>
    <w:rsid w:val="002A57CA"/>
    <w:rsid w:val="002A6D22"/>
    <w:rsid w:val="002B0005"/>
    <w:rsid w:val="002B130D"/>
    <w:rsid w:val="002B1383"/>
    <w:rsid w:val="002B19D4"/>
    <w:rsid w:val="002B289C"/>
    <w:rsid w:val="002B2F40"/>
    <w:rsid w:val="002B45D6"/>
    <w:rsid w:val="002B46B2"/>
    <w:rsid w:val="002B4A15"/>
    <w:rsid w:val="002B4DF5"/>
    <w:rsid w:val="002B5629"/>
    <w:rsid w:val="002B5849"/>
    <w:rsid w:val="002B64B1"/>
    <w:rsid w:val="002B69FC"/>
    <w:rsid w:val="002B6ABB"/>
    <w:rsid w:val="002B701C"/>
    <w:rsid w:val="002B71A6"/>
    <w:rsid w:val="002C00C3"/>
    <w:rsid w:val="002C018E"/>
    <w:rsid w:val="002C027B"/>
    <w:rsid w:val="002C03DE"/>
    <w:rsid w:val="002C06C4"/>
    <w:rsid w:val="002C0851"/>
    <w:rsid w:val="002C0D69"/>
    <w:rsid w:val="002C1842"/>
    <w:rsid w:val="002C1B2E"/>
    <w:rsid w:val="002C1BFC"/>
    <w:rsid w:val="002C1D31"/>
    <w:rsid w:val="002C1E5D"/>
    <w:rsid w:val="002C20D7"/>
    <w:rsid w:val="002C23D5"/>
    <w:rsid w:val="002C2742"/>
    <w:rsid w:val="002C27E3"/>
    <w:rsid w:val="002C2DCD"/>
    <w:rsid w:val="002C2ED2"/>
    <w:rsid w:val="002C3D2F"/>
    <w:rsid w:val="002C3D7D"/>
    <w:rsid w:val="002C4F6D"/>
    <w:rsid w:val="002C5BBA"/>
    <w:rsid w:val="002C5CA9"/>
    <w:rsid w:val="002C5FAC"/>
    <w:rsid w:val="002C6834"/>
    <w:rsid w:val="002C702E"/>
    <w:rsid w:val="002C75AF"/>
    <w:rsid w:val="002C7C5B"/>
    <w:rsid w:val="002C7D72"/>
    <w:rsid w:val="002D0263"/>
    <w:rsid w:val="002D0F09"/>
    <w:rsid w:val="002D159F"/>
    <w:rsid w:val="002D1A8B"/>
    <w:rsid w:val="002D2417"/>
    <w:rsid w:val="002D24DB"/>
    <w:rsid w:val="002D3C53"/>
    <w:rsid w:val="002D45ED"/>
    <w:rsid w:val="002D4CE1"/>
    <w:rsid w:val="002D4FF1"/>
    <w:rsid w:val="002D579B"/>
    <w:rsid w:val="002D63FC"/>
    <w:rsid w:val="002D6EE2"/>
    <w:rsid w:val="002D700D"/>
    <w:rsid w:val="002D746D"/>
    <w:rsid w:val="002E02A4"/>
    <w:rsid w:val="002E055A"/>
    <w:rsid w:val="002E0885"/>
    <w:rsid w:val="002E1AB8"/>
    <w:rsid w:val="002E1CF3"/>
    <w:rsid w:val="002E21D9"/>
    <w:rsid w:val="002E24C1"/>
    <w:rsid w:val="002E2DF6"/>
    <w:rsid w:val="002E3A99"/>
    <w:rsid w:val="002E3BA2"/>
    <w:rsid w:val="002E3EAB"/>
    <w:rsid w:val="002E5197"/>
    <w:rsid w:val="002E61E2"/>
    <w:rsid w:val="002E66FF"/>
    <w:rsid w:val="002E6C40"/>
    <w:rsid w:val="002E6DD2"/>
    <w:rsid w:val="002E70EF"/>
    <w:rsid w:val="002E7612"/>
    <w:rsid w:val="002E7936"/>
    <w:rsid w:val="002E7B6E"/>
    <w:rsid w:val="002F0C48"/>
    <w:rsid w:val="002F1407"/>
    <w:rsid w:val="002F1B50"/>
    <w:rsid w:val="002F1C63"/>
    <w:rsid w:val="002F1D97"/>
    <w:rsid w:val="002F21A8"/>
    <w:rsid w:val="002F24A0"/>
    <w:rsid w:val="002F2C0E"/>
    <w:rsid w:val="002F3104"/>
    <w:rsid w:val="002F3268"/>
    <w:rsid w:val="002F32FE"/>
    <w:rsid w:val="002F3C0D"/>
    <w:rsid w:val="002F403C"/>
    <w:rsid w:val="002F44FD"/>
    <w:rsid w:val="002F48CD"/>
    <w:rsid w:val="002F4C39"/>
    <w:rsid w:val="002F4CE5"/>
    <w:rsid w:val="002F5660"/>
    <w:rsid w:val="002F579F"/>
    <w:rsid w:val="002F5A04"/>
    <w:rsid w:val="002F60B4"/>
    <w:rsid w:val="002F6790"/>
    <w:rsid w:val="002F6CC5"/>
    <w:rsid w:val="002F6DDE"/>
    <w:rsid w:val="002F707D"/>
    <w:rsid w:val="002F7EB8"/>
    <w:rsid w:val="00300945"/>
    <w:rsid w:val="00300B7C"/>
    <w:rsid w:val="0030113D"/>
    <w:rsid w:val="003014F3"/>
    <w:rsid w:val="003020C4"/>
    <w:rsid w:val="003040E2"/>
    <w:rsid w:val="00304656"/>
    <w:rsid w:val="00304A73"/>
    <w:rsid w:val="00305235"/>
    <w:rsid w:val="00305EEA"/>
    <w:rsid w:val="003067C5"/>
    <w:rsid w:val="003070FF"/>
    <w:rsid w:val="0030714F"/>
    <w:rsid w:val="00307AD9"/>
    <w:rsid w:val="00307DF7"/>
    <w:rsid w:val="003104EA"/>
    <w:rsid w:val="00310567"/>
    <w:rsid w:val="0031083F"/>
    <w:rsid w:val="00310F7C"/>
    <w:rsid w:val="00311304"/>
    <w:rsid w:val="0031186D"/>
    <w:rsid w:val="00311AB6"/>
    <w:rsid w:val="00312850"/>
    <w:rsid w:val="0031287D"/>
    <w:rsid w:val="003128FE"/>
    <w:rsid w:val="00312C2A"/>
    <w:rsid w:val="0031301E"/>
    <w:rsid w:val="003137AE"/>
    <w:rsid w:val="00313A3E"/>
    <w:rsid w:val="003149E0"/>
    <w:rsid w:val="00315AEE"/>
    <w:rsid w:val="00315E92"/>
    <w:rsid w:val="00315EA4"/>
    <w:rsid w:val="00316914"/>
    <w:rsid w:val="00316EC3"/>
    <w:rsid w:val="003177DD"/>
    <w:rsid w:val="0032027B"/>
    <w:rsid w:val="00320612"/>
    <w:rsid w:val="00320A5F"/>
    <w:rsid w:val="00320E13"/>
    <w:rsid w:val="00320F49"/>
    <w:rsid w:val="0032112B"/>
    <w:rsid w:val="00321364"/>
    <w:rsid w:val="003213E7"/>
    <w:rsid w:val="003216A8"/>
    <w:rsid w:val="003217AC"/>
    <w:rsid w:val="0032183E"/>
    <w:rsid w:val="003224A3"/>
    <w:rsid w:val="003230E2"/>
    <w:rsid w:val="003231A3"/>
    <w:rsid w:val="00323EEF"/>
    <w:rsid w:val="0032426C"/>
    <w:rsid w:val="00324C63"/>
    <w:rsid w:val="00325456"/>
    <w:rsid w:val="0032598D"/>
    <w:rsid w:val="00325CBA"/>
    <w:rsid w:val="00327464"/>
    <w:rsid w:val="00327854"/>
    <w:rsid w:val="00327B79"/>
    <w:rsid w:val="00327C04"/>
    <w:rsid w:val="00327C0D"/>
    <w:rsid w:val="00327F37"/>
    <w:rsid w:val="00330559"/>
    <w:rsid w:val="00330607"/>
    <w:rsid w:val="00330D28"/>
    <w:rsid w:val="003315C3"/>
    <w:rsid w:val="003318A7"/>
    <w:rsid w:val="00331BEE"/>
    <w:rsid w:val="00331D9E"/>
    <w:rsid w:val="00332210"/>
    <w:rsid w:val="00332354"/>
    <w:rsid w:val="00332D66"/>
    <w:rsid w:val="0033336A"/>
    <w:rsid w:val="003334EA"/>
    <w:rsid w:val="0033368E"/>
    <w:rsid w:val="00333B93"/>
    <w:rsid w:val="00333DA9"/>
    <w:rsid w:val="00334961"/>
    <w:rsid w:val="00334E8F"/>
    <w:rsid w:val="00335234"/>
    <w:rsid w:val="003352E6"/>
    <w:rsid w:val="00335502"/>
    <w:rsid w:val="00335BB9"/>
    <w:rsid w:val="003363BB"/>
    <w:rsid w:val="00336893"/>
    <w:rsid w:val="00336DBC"/>
    <w:rsid w:val="003373AA"/>
    <w:rsid w:val="00340450"/>
    <w:rsid w:val="00340E20"/>
    <w:rsid w:val="00340FBB"/>
    <w:rsid w:val="003419B2"/>
    <w:rsid w:val="00342310"/>
    <w:rsid w:val="00342A70"/>
    <w:rsid w:val="00343323"/>
    <w:rsid w:val="00343D8B"/>
    <w:rsid w:val="0034444B"/>
    <w:rsid w:val="0034445B"/>
    <w:rsid w:val="00344580"/>
    <w:rsid w:val="00344AC5"/>
    <w:rsid w:val="00344EB2"/>
    <w:rsid w:val="00344EB4"/>
    <w:rsid w:val="0034616C"/>
    <w:rsid w:val="0034620A"/>
    <w:rsid w:val="00346423"/>
    <w:rsid w:val="0035066F"/>
    <w:rsid w:val="00350B79"/>
    <w:rsid w:val="00351325"/>
    <w:rsid w:val="0035165F"/>
    <w:rsid w:val="0035212E"/>
    <w:rsid w:val="003522C8"/>
    <w:rsid w:val="003524CD"/>
    <w:rsid w:val="00352A88"/>
    <w:rsid w:val="00352F23"/>
    <w:rsid w:val="00353194"/>
    <w:rsid w:val="0035357D"/>
    <w:rsid w:val="00353769"/>
    <w:rsid w:val="00353BD8"/>
    <w:rsid w:val="00353F82"/>
    <w:rsid w:val="003548D9"/>
    <w:rsid w:val="00355302"/>
    <w:rsid w:val="00355503"/>
    <w:rsid w:val="00355541"/>
    <w:rsid w:val="003557FF"/>
    <w:rsid w:val="00355BFD"/>
    <w:rsid w:val="00355D8B"/>
    <w:rsid w:val="00355E2B"/>
    <w:rsid w:val="00356959"/>
    <w:rsid w:val="00356A58"/>
    <w:rsid w:val="00356F0E"/>
    <w:rsid w:val="00357C29"/>
    <w:rsid w:val="00357D37"/>
    <w:rsid w:val="00357ECF"/>
    <w:rsid w:val="00357FE0"/>
    <w:rsid w:val="00360668"/>
    <w:rsid w:val="003607EF"/>
    <w:rsid w:val="00360988"/>
    <w:rsid w:val="00360B7B"/>
    <w:rsid w:val="00360CAB"/>
    <w:rsid w:val="00362269"/>
    <w:rsid w:val="003625CD"/>
    <w:rsid w:val="0036288D"/>
    <w:rsid w:val="00362D92"/>
    <w:rsid w:val="00362E1F"/>
    <w:rsid w:val="0036327B"/>
    <w:rsid w:val="003633E0"/>
    <w:rsid w:val="00363728"/>
    <w:rsid w:val="00363DA5"/>
    <w:rsid w:val="003641DB"/>
    <w:rsid w:val="0036420F"/>
    <w:rsid w:val="0036500B"/>
    <w:rsid w:val="00365140"/>
    <w:rsid w:val="00365CED"/>
    <w:rsid w:val="00366423"/>
    <w:rsid w:val="00366533"/>
    <w:rsid w:val="003665E5"/>
    <w:rsid w:val="003666AC"/>
    <w:rsid w:val="00367540"/>
    <w:rsid w:val="0036773A"/>
    <w:rsid w:val="003679E6"/>
    <w:rsid w:val="00370B77"/>
    <w:rsid w:val="00370E5E"/>
    <w:rsid w:val="003712A5"/>
    <w:rsid w:val="00371826"/>
    <w:rsid w:val="00371C14"/>
    <w:rsid w:val="003726C4"/>
    <w:rsid w:val="00372D66"/>
    <w:rsid w:val="00372D84"/>
    <w:rsid w:val="003738FB"/>
    <w:rsid w:val="0037427C"/>
    <w:rsid w:val="00374DFC"/>
    <w:rsid w:val="00375583"/>
    <w:rsid w:val="0037566F"/>
    <w:rsid w:val="00375C3F"/>
    <w:rsid w:val="0037677F"/>
    <w:rsid w:val="003771E9"/>
    <w:rsid w:val="00377644"/>
    <w:rsid w:val="003810EC"/>
    <w:rsid w:val="003825B7"/>
    <w:rsid w:val="003832CB"/>
    <w:rsid w:val="003834E1"/>
    <w:rsid w:val="00383973"/>
    <w:rsid w:val="003844FE"/>
    <w:rsid w:val="00384512"/>
    <w:rsid w:val="003845A4"/>
    <w:rsid w:val="0038472F"/>
    <w:rsid w:val="003848DC"/>
    <w:rsid w:val="003848F5"/>
    <w:rsid w:val="00384D2D"/>
    <w:rsid w:val="00385D18"/>
    <w:rsid w:val="00385FAC"/>
    <w:rsid w:val="00386006"/>
    <w:rsid w:val="00386197"/>
    <w:rsid w:val="00386496"/>
    <w:rsid w:val="003868F5"/>
    <w:rsid w:val="0038725C"/>
    <w:rsid w:val="00387349"/>
    <w:rsid w:val="003873D6"/>
    <w:rsid w:val="0038758F"/>
    <w:rsid w:val="00387AB9"/>
    <w:rsid w:val="0039027A"/>
    <w:rsid w:val="00390348"/>
    <w:rsid w:val="00390673"/>
    <w:rsid w:val="003912EE"/>
    <w:rsid w:val="00392200"/>
    <w:rsid w:val="003929B9"/>
    <w:rsid w:val="00392B83"/>
    <w:rsid w:val="0039377F"/>
    <w:rsid w:val="00393D82"/>
    <w:rsid w:val="00394185"/>
    <w:rsid w:val="00394771"/>
    <w:rsid w:val="00394785"/>
    <w:rsid w:val="00394863"/>
    <w:rsid w:val="00395B46"/>
    <w:rsid w:val="003967A5"/>
    <w:rsid w:val="0039690C"/>
    <w:rsid w:val="003975B3"/>
    <w:rsid w:val="00397EEB"/>
    <w:rsid w:val="003A016F"/>
    <w:rsid w:val="003A079B"/>
    <w:rsid w:val="003A21B6"/>
    <w:rsid w:val="003A2381"/>
    <w:rsid w:val="003A2D99"/>
    <w:rsid w:val="003A2E82"/>
    <w:rsid w:val="003A322C"/>
    <w:rsid w:val="003A3742"/>
    <w:rsid w:val="003A3764"/>
    <w:rsid w:val="003A41C6"/>
    <w:rsid w:val="003A41C8"/>
    <w:rsid w:val="003A4C0B"/>
    <w:rsid w:val="003A594D"/>
    <w:rsid w:val="003A5CAC"/>
    <w:rsid w:val="003A5DEC"/>
    <w:rsid w:val="003A5E95"/>
    <w:rsid w:val="003A6DF6"/>
    <w:rsid w:val="003A72F8"/>
    <w:rsid w:val="003A7EB0"/>
    <w:rsid w:val="003B0299"/>
    <w:rsid w:val="003B0358"/>
    <w:rsid w:val="003B0A33"/>
    <w:rsid w:val="003B15FA"/>
    <w:rsid w:val="003B1988"/>
    <w:rsid w:val="003B1C04"/>
    <w:rsid w:val="003B23BC"/>
    <w:rsid w:val="003B2FF0"/>
    <w:rsid w:val="003B3022"/>
    <w:rsid w:val="003B3B23"/>
    <w:rsid w:val="003B41AB"/>
    <w:rsid w:val="003B41D3"/>
    <w:rsid w:val="003B464A"/>
    <w:rsid w:val="003B4EFA"/>
    <w:rsid w:val="003B5053"/>
    <w:rsid w:val="003B63BF"/>
    <w:rsid w:val="003B68B5"/>
    <w:rsid w:val="003B6953"/>
    <w:rsid w:val="003B7972"/>
    <w:rsid w:val="003B7A03"/>
    <w:rsid w:val="003C0218"/>
    <w:rsid w:val="003C048D"/>
    <w:rsid w:val="003C04E6"/>
    <w:rsid w:val="003C129B"/>
    <w:rsid w:val="003C1801"/>
    <w:rsid w:val="003C1A81"/>
    <w:rsid w:val="003C1B7E"/>
    <w:rsid w:val="003C1CD7"/>
    <w:rsid w:val="003C2036"/>
    <w:rsid w:val="003C2178"/>
    <w:rsid w:val="003C2432"/>
    <w:rsid w:val="003C2F75"/>
    <w:rsid w:val="003C34D0"/>
    <w:rsid w:val="003C3FFB"/>
    <w:rsid w:val="003C4509"/>
    <w:rsid w:val="003C4828"/>
    <w:rsid w:val="003C4E7D"/>
    <w:rsid w:val="003C5F58"/>
    <w:rsid w:val="003C61D4"/>
    <w:rsid w:val="003C624F"/>
    <w:rsid w:val="003C76CA"/>
    <w:rsid w:val="003C7705"/>
    <w:rsid w:val="003D05F2"/>
    <w:rsid w:val="003D1BA2"/>
    <w:rsid w:val="003D1EA3"/>
    <w:rsid w:val="003D29E7"/>
    <w:rsid w:val="003D2E28"/>
    <w:rsid w:val="003D3450"/>
    <w:rsid w:val="003D34F4"/>
    <w:rsid w:val="003D39C2"/>
    <w:rsid w:val="003D3EE3"/>
    <w:rsid w:val="003D416C"/>
    <w:rsid w:val="003D42E4"/>
    <w:rsid w:val="003D4590"/>
    <w:rsid w:val="003D4C64"/>
    <w:rsid w:val="003D4DCA"/>
    <w:rsid w:val="003D5D42"/>
    <w:rsid w:val="003D5ED0"/>
    <w:rsid w:val="003D6356"/>
    <w:rsid w:val="003D65F4"/>
    <w:rsid w:val="003D7031"/>
    <w:rsid w:val="003D7A56"/>
    <w:rsid w:val="003D7A6A"/>
    <w:rsid w:val="003E00E9"/>
    <w:rsid w:val="003E0242"/>
    <w:rsid w:val="003E0351"/>
    <w:rsid w:val="003E06BF"/>
    <w:rsid w:val="003E121A"/>
    <w:rsid w:val="003E1481"/>
    <w:rsid w:val="003E161C"/>
    <w:rsid w:val="003E22AC"/>
    <w:rsid w:val="003E2318"/>
    <w:rsid w:val="003E2A0A"/>
    <w:rsid w:val="003E2A4D"/>
    <w:rsid w:val="003E349C"/>
    <w:rsid w:val="003E410C"/>
    <w:rsid w:val="003E4793"/>
    <w:rsid w:val="003E4DC0"/>
    <w:rsid w:val="003E5034"/>
    <w:rsid w:val="003E503B"/>
    <w:rsid w:val="003E57A7"/>
    <w:rsid w:val="003E5836"/>
    <w:rsid w:val="003E5A6F"/>
    <w:rsid w:val="003E614A"/>
    <w:rsid w:val="003E6524"/>
    <w:rsid w:val="003E694A"/>
    <w:rsid w:val="003E6B14"/>
    <w:rsid w:val="003E6BF7"/>
    <w:rsid w:val="003E74D5"/>
    <w:rsid w:val="003E77DE"/>
    <w:rsid w:val="003E7F23"/>
    <w:rsid w:val="003F03B5"/>
    <w:rsid w:val="003F097F"/>
    <w:rsid w:val="003F1001"/>
    <w:rsid w:val="003F1705"/>
    <w:rsid w:val="003F1EBF"/>
    <w:rsid w:val="003F202D"/>
    <w:rsid w:val="003F2490"/>
    <w:rsid w:val="003F2990"/>
    <w:rsid w:val="003F3D0B"/>
    <w:rsid w:val="003F4A05"/>
    <w:rsid w:val="003F4AAA"/>
    <w:rsid w:val="003F54A9"/>
    <w:rsid w:val="003F5716"/>
    <w:rsid w:val="003F6129"/>
    <w:rsid w:val="003F6508"/>
    <w:rsid w:val="003F7FD2"/>
    <w:rsid w:val="004004E4"/>
    <w:rsid w:val="004007C6"/>
    <w:rsid w:val="004009BD"/>
    <w:rsid w:val="004009D7"/>
    <w:rsid w:val="00401BE8"/>
    <w:rsid w:val="00402370"/>
    <w:rsid w:val="004027A3"/>
    <w:rsid w:val="00402929"/>
    <w:rsid w:val="004049C4"/>
    <w:rsid w:val="0040520A"/>
    <w:rsid w:val="004053F4"/>
    <w:rsid w:val="00405870"/>
    <w:rsid w:val="004063F3"/>
    <w:rsid w:val="00406B16"/>
    <w:rsid w:val="00406E2D"/>
    <w:rsid w:val="00406F10"/>
    <w:rsid w:val="00407148"/>
    <w:rsid w:val="004074C0"/>
    <w:rsid w:val="00407895"/>
    <w:rsid w:val="004078EE"/>
    <w:rsid w:val="00410165"/>
    <w:rsid w:val="00411379"/>
    <w:rsid w:val="004116EF"/>
    <w:rsid w:val="00411F64"/>
    <w:rsid w:val="00412589"/>
    <w:rsid w:val="00414646"/>
    <w:rsid w:val="00414DDD"/>
    <w:rsid w:val="00414E3F"/>
    <w:rsid w:val="00414F20"/>
    <w:rsid w:val="00416429"/>
    <w:rsid w:val="00416AC4"/>
    <w:rsid w:val="00417330"/>
    <w:rsid w:val="00417576"/>
    <w:rsid w:val="004177A1"/>
    <w:rsid w:val="004179BB"/>
    <w:rsid w:val="00417C5C"/>
    <w:rsid w:val="00420B68"/>
    <w:rsid w:val="00421110"/>
    <w:rsid w:val="004211FE"/>
    <w:rsid w:val="0042160D"/>
    <w:rsid w:val="00421A1B"/>
    <w:rsid w:val="004224C9"/>
    <w:rsid w:val="00422731"/>
    <w:rsid w:val="004227A3"/>
    <w:rsid w:val="004227B3"/>
    <w:rsid w:val="004242CC"/>
    <w:rsid w:val="00424650"/>
    <w:rsid w:val="004246A5"/>
    <w:rsid w:val="00424ADB"/>
    <w:rsid w:val="00424BCC"/>
    <w:rsid w:val="00425601"/>
    <w:rsid w:val="00427510"/>
    <w:rsid w:val="0042776A"/>
    <w:rsid w:val="00427B0C"/>
    <w:rsid w:val="00427BED"/>
    <w:rsid w:val="0043068F"/>
    <w:rsid w:val="00430B92"/>
    <w:rsid w:val="00431A5E"/>
    <w:rsid w:val="00432693"/>
    <w:rsid w:val="00432751"/>
    <w:rsid w:val="00432E5A"/>
    <w:rsid w:val="00433261"/>
    <w:rsid w:val="0043359B"/>
    <w:rsid w:val="00433B2B"/>
    <w:rsid w:val="004344CC"/>
    <w:rsid w:val="00434AF6"/>
    <w:rsid w:val="00434E2F"/>
    <w:rsid w:val="00434EA5"/>
    <w:rsid w:val="004354E7"/>
    <w:rsid w:val="00435761"/>
    <w:rsid w:val="00435AD4"/>
    <w:rsid w:val="00435EDC"/>
    <w:rsid w:val="0043618B"/>
    <w:rsid w:val="004365D9"/>
    <w:rsid w:val="004365E6"/>
    <w:rsid w:val="00436B5A"/>
    <w:rsid w:val="00437116"/>
    <w:rsid w:val="00437E6C"/>
    <w:rsid w:val="004402F4"/>
    <w:rsid w:val="0044103F"/>
    <w:rsid w:val="0044121A"/>
    <w:rsid w:val="0044182C"/>
    <w:rsid w:val="00441D32"/>
    <w:rsid w:val="00441FC0"/>
    <w:rsid w:val="0044201F"/>
    <w:rsid w:val="004423E1"/>
    <w:rsid w:val="004425FB"/>
    <w:rsid w:val="00442943"/>
    <w:rsid w:val="004432BD"/>
    <w:rsid w:val="0044348B"/>
    <w:rsid w:val="00443720"/>
    <w:rsid w:val="00444DD7"/>
    <w:rsid w:val="00444E92"/>
    <w:rsid w:val="00445429"/>
    <w:rsid w:val="00445C40"/>
    <w:rsid w:val="00445F66"/>
    <w:rsid w:val="00446430"/>
    <w:rsid w:val="00446D35"/>
    <w:rsid w:val="00446DAE"/>
    <w:rsid w:val="00447389"/>
    <w:rsid w:val="004474B8"/>
    <w:rsid w:val="004479F0"/>
    <w:rsid w:val="004500DA"/>
    <w:rsid w:val="00450C97"/>
    <w:rsid w:val="00451970"/>
    <w:rsid w:val="00451FFE"/>
    <w:rsid w:val="0045204C"/>
    <w:rsid w:val="00452316"/>
    <w:rsid w:val="004526CB"/>
    <w:rsid w:val="004530FE"/>
    <w:rsid w:val="00453957"/>
    <w:rsid w:val="004539C4"/>
    <w:rsid w:val="00454A72"/>
    <w:rsid w:val="00455465"/>
    <w:rsid w:val="00455594"/>
    <w:rsid w:val="0045614F"/>
    <w:rsid w:val="0045677A"/>
    <w:rsid w:val="00456E24"/>
    <w:rsid w:val="00456E6E"/>
    <w:rsid w:val="00456E81"/>
    <w:rsid w:val="0045714B"/>
    <w:rsid w:val="00457170"/>
    <w:rsid w:val="00457773"/>
    <w:rsid w:val="00457C2C"/>
    <w:rsid w:val="004603D1"/>
    <w:rsid w:val="00461083"/>
    <w:rsid w:val="004611C4"/>
    <w:rsid w:val="004612A2"/>
    <w:rsid w:val="004615A5"/>
    <w:rsid w:val="00461760"/>
    <w:rsid w:val="00461CA9"/>
    <w:rsid w:val="00462815"/>
    <w:rsid w:val="00462F64"/>
    <w:rsid w:val="00463599"/>
    <w:rsid w:val="00464466"/>
    <w:rsid w:val="004645FC"/>
    <w:rsid w:val="00464C94"/>
    <w:rsid w:val="00464D09"/>
    <w:rsid w:val="004652BA"/>
    <w:rsid w:val="0046573E"/>
    <w:rsid w:val="004657A2"/>
    <w:rsid w:val="00466C8B"/>
    <w:rsid w:val="00466DE5"/>
    <w:rsid w:val="00467799"/>
    <w:rsid w:val="00467A92"/>
    <w:rsid w:val="00467D93"/>
    <w:rsid w:val="0047102E"/>
    <w:rsid w:val="00471273"/>
    <w:rsid w:val="004715D2"/>
    <w:rsid w:val="00471805"/>
    <w:rsid w:val="00471BBA"/>
    <w:rsid w:val="00471D58"/>
    <w:rsid w:val="00472342"/>
    <w:rsid w:val="004728D4"/>
    <w:rsid w:val="00472CB0"/>
    <w:rsid w:val="004731E8"/>
    <w:rsid w:val="004739D2"/>
    <w:rsid w:val="004742E0"/>
    <w:rsid w:val="00474436"/>
    <w:rsid w:val="0047462A"/>
    <w:rsid w:val="00474671"/>
    <w:rsid w:val="004747B5"/>
    <w:rsid w:val="004759F6"/>
    <w:rsid w:val="00475BBE"/>
    <w:rsid w:val="004763ED"/>
    <w:rsid w:val="00476615"/>
    <w:rsid w:val="004767FA"/>
    <w:rsid w:val="00476BD6"/>
    <w:rsid w:val="00476EE3"/>
    <w:rsid w:val="0047727A"/>
    <w:rsid w:val="004772DB"/>
    <w:rsid w:val="0048002A"/>
    <w:rsid w:val="004801F1"/>
    <w:rsid w:val="00480A03"/>
    <w:rsid w:val="004810DB"/>
    <w:rsid w:val="004818C7"/>
    <w:rsid w:val="00483278"/>
    <w:rsid w:val="00485872"/>
    <w:rsid w:val="00486476"/>
    <w:rsid w:val="00486489"/>
    <w:rsid w:val="0048717F"/>
    <w:rsid w:val="004872FB"/>
    <w:rsid w:val="00487D64"/>
    <w:rsid w:val="00487DCA"/>
    <w:rsid w:val="00487EB4"/>
    <w:rsid w:val="00487FD2"/>
    <w:rsid w:val="004908EE"/>
    <w:rsid w:val="00491A51"/>
    <w:rsid w:val="00491C48"/>
    <w:rsid w:val="004921F2"/>
    <w:rsid w:val="00492A12"/>
    <w:rsid w:val="00492D0C"/>
    <w:rsid w:val="00492DF8"/>
    <w:rsid w:val="00492F39"/>
    <w:rsid w:val="004938ED"/>
    <w:rsid w:val="0049393E"/>
    <w:rsid w:val="00493D83"/>
    <w:rsid w:val="00494133"/>
    <w:rsid w:val="00494687"/>
    <w:rsid w:val="00494B5F"/>
    <w:rsid w:val="004951DC"/>
    <w:rsid w:val="004951FE"/>
    <w:rsid w:val="00495586"/>
    <w:rsid w:val="004957D0"/>
    <w:rsid w:val="0049585F"/>
    <w:rsid w:val="004958EC"/>
    <w:rsid w:val="00495D8B"/>
    <w:rsid w:val="00496640"/>
    <w:rsid w:val="004967E7"/>
    <w:rsid w:val="004968FB"/>
    <w:rsid w:val="00496B0A"/>
    <w:rsid w:val="00496C9B"/>
    <w:rsid w:val="00497118"/>
    <w:rsid w:val="00497383"/>
    <w:rsid w:val="00497407"/>
    <w:rsid w:val="004976C2"/>
    <w:rsid w:val="004A00E2"/>
    <w:rsid w:val="004A0112"/>
    <w:rsid w:val="004A0466"/>
    <w:rsid w:val="004A0494"/>
    <w:rsid w:val="004A0B2A"/>
    <w:rsid w:val="004A0EF3"/>
    <w:rsid w:val="004A12BB"/>
    <w:rsid w:val="004A13FB"/>
    <w:rsid w:val="004A18A9"/>
    <w:rsid w:val="004A2CFA"/>
    <w:rsid w:val="004A32B0"/>
    <w:rsid w:val="004A3C6C"/>
    <w:rsid w:val="004A402E"/>
    <w:rsid w:val="004A41D8"/>
    <w:rsid w:val="004A4611"/>
    <w:rsid w:val="004A477C"/>
    <w:rsid w:val="004A4F4F"/>
    <w:rsid w:val="004A5082"/>
    <w:rsid w:val="004A599B"/>
    <w:rsid w:val="004A5CD0"/>
    <w:rsid w:val="004A5F6E"/>
    <w:rsid w:val="004A6061"/>
    <w:rsid w:val="004A7B4D"/>
    <w:rsid w:val="004B0DCA"/>
    <w:rsid w:val="004B0E18"/>
    <w:rsid w:val="004B0EED"/>
    <w:rsid w:val="004B116F"/>
    <w:rsid w:val="004B11A3"/>
    <w:rsid w:val="004B13FD"/>
    <w:rsid w:val="004B193F"/>
    <w:rsid w:val="004B1E56"/>
    <w:rsid w:val="004B20D2"/>
    <w:rsid w:val="004B224D"/>
    <w:rsid w:val="004B26EE"/>
    <w:rsid w:val="004B2D56"/>
    <w:rsid w:val="004B3285"/>
    <w:rsid w:val="004B32B0"/>
    <w:rsid w:val="004B4336"/>
    <w:rsid w:val="004B4626"/>
    <w:rsid w:val="004B4A46"/>
    <w:rsid w:val="004B4D66"/>
    <w:rsid w:val="004B501F"/>
    <w:rsid w:val="004B543B"/>
    <w:rsid w:val="004B727F"/>
    <w:rsid w:val="004B72B0"/>
    <w:rsid w:val="004B7535"/>
    <w:rsid w:val="004B757D"/>
    <w:rsid w:val="004B75B1"/>
    <w:rsid w:val="004B7AAA"/>
    <w:rsid w:val="004C1331"/>
    <w:rsid w:val="004C143D"/>
    <w:rsid w:val="004C1482"/>
    <w:rsid w:val="004C14A9"/>
    <w:rsid w:val="004C1AB9"/>
    <w:rsid w:val="004C1CA0"/>
    <w:rsid w:val="004C1F3C"/>
    <w:rsid w:val="004C202D"/>
    <w:rsid w:val="004C20FD"/>
    <w:rsid w:val="004C2D68"/>
    <w:rsid w:val="004C3D66"/>
    <w:rsid w:val="004C4088"/>
    <w:rsid w:val="004C43E0"/>
    <w:rsid w:val="004C464F"/>
    <w:rsid w:val="004C47DB"/>
    <w:rsid w:val="004C4A23"/>
    <w:rsid w:val="004C5806"/>
    <w:rsid w:val="004C5C00"/>
    <w:rsid w:val="004C5CC9"/>
    <w:rsid w:val="004C5D5D"/>
    <w:rsid w:val="004C5E7B"/>
    <w:rsid w:val="004C62ED"/>
    <w:rsid w:val="004C66D4"/>
    <w:rsid w:val="004C6996"/>
    <w:rsid w:val="004C6BE8"/>
    <w:rsid w:val="004C741A"/>
    <w:rsid w:val="004D0F2C"/>
    <w:rsid w:val="004D1545"/>
    <w:rsid w:val="004D1918"/>
    <w:rsid w:val="004D19EA"/>
    <w:rsid w:val="004D1A04"/>
    <w:rsid w:val="004D1A2C"/>
    <w:rsid w:val="004D1C88"/>
    <w:rsid w:val="004D220A"/>
    <w:rsid w:val="004D24FE"/>
    <w:rsid w:val="004D2920"/>
    <w:rsid w:val="004D3084"/>
    <w:rsid w:val="004D3588"/>
    <w:rsid w:val="004D3CC3"/>
    <w:rsid w:val="004D3CEC"/>
    <w:rsid w:val="004D439D"/>
    <w:rsid w:val="004D4BAE"/>
    <w:rsid w:val="004D51E4"/>
    <w:rsid w:val="004D52A8"/>
    <w:rsid w:val="004D559F"/>
    <w:rsid w:val="004D670C"/>
    <w:rsid w:val="004D6C67"/>
    <w:rsid w:val="004D6EEB"/>
    <w:rsid w:val="004D74A3"/>
    <w:rsid w:val="004D7754"/>
    <w:rsid w:val="004D799B"/>
    <w:rsid w:val="004E0066"/>
    <w:rsid w:val="004E0472"/>
    <w:rsid w:val="004E04D8"/>
    <w:rsid w:val="004E05D9"/>
    <w:rsid w:val="004E0D12"/>
    <w:rsid w:val="004E17D3"/>
    <w:rsid w:val="004E1815"/>
    <w:rsid w:val="004E1ABF"/>
    <w:rsid w:val="004E1F7A"/>
    <w:rsid w:val="004E21BE"/>
    <w:rsid w:val="004E2866"/>
    <w:rsid w:val="004E2B6B"/>
    <w:rsid w:val="004E2BB3"/>
    <w:rsid w:val="004E2CB5"/>
    <w:rsid w:val="004E30B9"/>
    <w:rsid w:val="004E4BE9"/>
    <w:rsid w:val="004E4F0E"/>
    <w:rsid w:val="004E5738"/>
    <w:rsid w:val="004E590C"/>
    <w:rsid w:val="004E63F2"/>
    <w:rsid w:val="004E6448"/>
    <w:rsid w:val="004E6A42"/>
    <w:rsid w:val="004E7650"/>
    <w:rsid w:val="004E7892"/>
    <w:rsid w:val="004F0FC2"/>
    <w:rsid w:val="004F1974"/>
    <w:rsid w:val="004F236B"/>
    <w:rsid w:val="004F23F4"/>
    <w:rsid w:val="004F264D"/>
    <w:rsid w:val="004F3119"/>
    <w:rsid w:val="004F36E6"/>
    <w:rsid w:val="004F420C"/>
    <w:rsid w:val="004F428B"/>
    <w:rsid w:val="004F441E"/>
    <w:rsid w:val="004F451D"/>
    <w:rsid w:val="004F4ED4"/>
    <w:rsid w:val="004F50AC"/>
    <w:rsid w:val="004F5DC6"/>
    <w:rsid w:val="004F6094"/>
    <w:rsid w:val="004F63EA"/>
    <w:rsid w:val="004F6BB9"/>
    <w:rsid w:val="004F73EE"/>
    <w:rsid w:val="004F7464"/>
    <w:rsid w:val="004F787C"/>
    <w:rsid w:val="004F7915"/>
    <w:rsid w:val="004F79B1"/>
    <w:rsid w:val="004F7CDD"/>
    <w:rsid w:val="004F7D28"/>
    <w:rsid w:val="00500051"/>
    <w:rsid w:val="00500399"/>
    <w:rsid w:val="00500609"/>
    <w:rsid w:val="00501B58"/>
    <w:rsid w:val="00501E06"/>
    <w:rsid w:val="005032BA"/>
    <w:rsid w:val="00503765"/>
    <w:rsid w:val="00503FAE"/>
    <w:rsid w:val="005045A7"/>
    <w:rsid w:val="0050467E"/>
    <w:rsid w:val="005058CE"/>
    <w:rsid w:val="00505E45"/>
    <w:rsid w:val="00506218"/>
    <w:rsid w:val="005063D9"/>
    <w:rsid w:val="005064A8"/>
    <w:rsid w:val="0050653C"/>
    <w:rsid w:val="00506CC4"/>
    <w:rsid w:val="00507B40"/>
    <w:rsid w:val="00507EF5"/>
    <w:rsid w:val="005104A4"/>
    <w:rsid w:val="00510AA1"/>
    <w:rsid w:val="00510C72"/>
    <w:rsid w:val="00510F4B"/>
    <w:rsid w:val="00511734"/>
    <w:rsid w:val="00512DC4"/>
    <w:rsid w:val="005132AD"/>
    <w:rsid w:val="00513933"/>
    <w:rsid w:val="00513C72"/>
    <w:rsid w:val="00513DA5"/>
    <w:rsid w:val="005144E2"/>
    <w:rsid w:val="00514802"/>
    <w:rsid w:val="00514B2F"/>
    <w:rsid w:val="00514BED"/>
    <w:rsid w:val="00514D58"/>
    <w:rsid w:val="00515263"/>
    <w:rsid w:val="00515646"/>
    <w:rsid w:val="00515B0A"/>
    <w:rsid w:val="00515BA2"/>
    <w:rsid w:val="00515BC6"/>
    <w:rsid w:val="0051639B"/>
    <w:rsid w:val="00516C61"/>
    <w:rsid w:val="00516F62"/>
    <w:rsid w:val="005173D9"/>
    <w:rsid w:val="0051769D"/>
    <w:rsid w:val="005204F6"/>
    <w:rsid w:val="00520DC8"/>
    <w:rsid w:val="0052231A"/>
    <w:rsid w:val="00522E6E"/>
    <w:rsid w:val="0052481F"/>
    <w:rsid w:val="00525441"/>
    <w:rsid w:val="005259FA"/>
    <w:rsid w:val="00525B63"/>
    <w:rsid w:val="00525FBD"/>
    <w:rsid w:val="00526744"/>
    <w:rsid w:val="00526912"/>
    <w:rsid w:val="00526B61"/>
    <w:rsid w:val="0052702C"/>
    <w:rsid w:val="005270F2"/>
    <w:rsid w:val="0052770D"/>
    <w:rsid w:val="005279E8"/>
    <w:rsid w:val="00527AFA"/>
    <w:rsid w:val="00530194"/>
    <w:rsid w:val="00530F2D"/>
    <w:rsid w:val="005313B5"/>
    <w:rsid w:val="005328BD"/>
    <w:rsid w:val="00532F69"/>
    <w:rsid w:val="00533087"/>
    <w:rsid w:val="005330BD"/>
    <w:rsid w:val="005330D5"/>
    <w:rsid w:val="00533801"/>
    <w:rsid w:val="00534614"/>
    <w:rsid w:val="00534815"/>
    <w:rsid w:val="0053535D"/>
    <w:rsid w:val="00535687"/>
    <w:rsid w:val="00535AAD"/>
    <w:rsid w:val="00535B4B"/>
    <w:rsid w:val="00535C3A"/>
    <w:rsid w:val="00535F15"/>
    <w:rsid w:val="00536225"/>
    <w:rsid w:val="00536E45"/>
    <w:rsid w:val="00537169"/>
    <w:rsid w:val="0053724A"/>
    <w:rsid w:val="00537287"/>
    <w:rsid w:val="005376D5"/>
    <w:rsid w:val="00537C9E"/>
    <w:rsid w:val="00537DC3"/>
    <w:rsid w:val="00540474"/>
    <w:rsid w:val="00540A6A"/>
    <w:rsid w:val="00541A09"/>
    <w:rsid w:val="00541CFF"/>
    <w:rsid w:val="005423CC"/>
    <w:rsid w:val="00542800"/>
    <w:rsid w:val="005433F7"/>
    <w:rsid w:val="00543643"/>
    <w:rsid w:val="005438EC"/>
    <w:rsid w:val="00543FAE"/>
    <w:rsid w:val="00544178"/>
    <w:rsid w:val="00544625"/>
    <w:rsid w:val="005456C6"/>
    <w:rsid w:val="0054591E"/>
    <w:rsid w:val="00545EB5"/>
    <w:rsid w:val="00546480"/>
    <w:rsid w:val="00546B54"/>
    <w:rsid w:val="00546D8D"/>
    <w:rsid w:val="00546DA6"/>
    <w:rsid w:val="0054758E"/>
    <w:rsid w:val="005476B8"/>
    <w:rsid w:val="00547C18"/>
    <w:rsid w:val="00550164"/>
    <w:rsid w:val="005517BB"/>
    <w:rsid w:val="005517C6"/>
    <w:rsid w:val="00551B61"/>
    <w:rsid w:val="00551BB0"/>
    <w:rsid w:val="00551D37"/>
    <w:rsid w:val="00552E57"/>
    <w:rsid w:val="0055325E"/>
    <w:rsid w:val="0055350D"/>
    <w:rsid w:val="00553656"/>
    <w:rsid w:val="00553DF0"/>
    <w:rsid w:val="00553E47"/>
    <w:rsid w:val="00554032"/>
    <w:rsid w:val="00554957"/>
    <w:rsid w:val="00555004"/>
    <w:rsid w:val="00555407"/>
    <w:rsid w:val="00556235"/>
    <w:rsid w:val="0055649A"/>
    <w:rsid w:val="0055697A"/>
    <w:rsid w:val="00556C13"/>
    <w:rsid w:val="0055792C"/>
    <w:rsid w:val="005602E6"/>
    <w:rsid w:val="00560602"/>
    <w:rsid w:val="005608C5"/>
    <w:rsid w:val="00560E6F"/>
    <w:rsid w:val="00561267"/>
    <w:rsid w:val="00561670"/>
    <w:rsid w:val="00561869"/>
    <w:rsid w:val="005629A9"/>
    <w:rsid w:val="00563931"/>
    <w:rsid w:val="0056479F"/>
    <w:rsid w:val="00564814"/>
    <w:rsid w:val="00564D6C"/>
    <w:rsid w:val="00564E96"/>
    <w:rsid w:val="00565E3C"/>
    <w:rsid w:val="00566346"/>
    <w:rsid w:val="00566791"/>
    <w:rsid w:val="005670E2"/>
    <w:rsid w:val="005672F3"/>
    <w:rsid w:val="00567411"/>
    <w:rsid w:val="00567882"/>
    <w:rsid w:val="0056792B"/>
    <w:rsid w:val="00567CAB"/>
    <w:rsid w:val="00570460"/>
    <w:rsid w:val="00570A12"/>
    <w:rsid w:val="005715E3"/>
    <w:rsid w:val="00571B58"/>
    <w:rsid w:val="00571C4C"/>
    <w:rsid w:val="00571E75"/>
    <w:rsid w:val="0057202A"/>
    <w:rsid w:val="005724DE"/>
    <w:rsid w:val="005737AA"/>
    <w:rsid w:val="00573F93"/>
    <w:rsid w:val="00574CE5"/>
    <w:rsid w:val="00574E31"/>
    <w:rsid w:val="00574E59"/>
    <w:rsid w:val="00575A67"/>
    <w:rsid w:val="00575ABC"/>
    <w:rsid w:val="0057605B"/>
    <w:rsid w:val="00576373"/>
    <w:rsid w:val="00576B9D"/>
    <w:rsid w:val="00576C47"/>
    <w:rsid w:val="00576EE4"/>
    <w:rsid w:val="005778B2"/>
    <w:rsid w:val="0057795C"/>
    <w:rsid w:val="00577AE2"/>
    <w:rsid w:val="00577EA2"/>
    <w:rsid w:val="00577F30"/>
    <w:rsid w:val="0058028F"/>
    <w:rsid w:val="0058065C"/>
    <w:rsid w:val="00580A18"/>
    <w:rsid w:val="00580F96"/>
    <w:rsid w:val="00581074"/>
    <w:rsid w:val="00581E06"/>
    <w:rsid w:val="00582183"/>
    <w:rsid w:val="0058228F"/>
    <w:rsid w:val="00583367"/>
    <w:rsid w:val="00583898"/>
    <w:rsid w:val="00583BE4"/>
    <w:rsid w:val="00584368"/>
    <w:rsid w:val="00585092"/>
    <w:rsid w:val="0058590E"/>
    <w:rsid w:val="00585E30"/>
    <w:rsid w:val="005860A0"/>
    <w:rsid w:val="0058688E"/>
    <w:rsid w:val="00586BB3"/>
    <w:rsid w:val="005872B5"/>
    <w:rsid w:val="00587766"/>
    <w:rsid w:val="00587998"/>
    <w:rsid w:val="005906E0"/>
    <w:rsid w:val="00590D3C"/>
    <w:rsid w:val="00590E8B"/>
    <w:rsid w:val="00590FE1"/>
    <w:rsid w:val="00592397"/>
    <w:rsid w:val="005927A5"/>
    <w:rsid w:val="00592BD7"/>
    <w:rsid w:val="0059307B"/>
    <w:rsid w:val="00593202"/>
    <w:rsid w:val="00593499"/>
    <w:rsid w:val="00593F3E"/>
    <w:rsid w:val="005941E2"/>
    <w:rsid w:val="00594E1A"/>
    <w:rsid w:val="005950E7"/>
    <w:rsid w:val="0059552C"/>
    <w:rsid w:val="00595580"/>
    <w:rsid w:val="00595B55"/>
    <w:rsid w:val="00595E9E"/>
    <w:rsid w:val="00596174"/>
    <w:rsid w:val="00596D43"/>
    <w:rsid w:val="00596E8F"/>
    <w:rsid w:val="00597467"/>
    <w:rsid w:val="005A02F6"/>
    <w:rsid w:val="005A055D"/>
    <w:rsid w:val="005A0DA5"/>
    <w:rsid w:val="005A1466"/>
    <w:rsid w:val="005A17F8"/>
    <w:rsid w:val="005A1F15"/>
    <w:rsid w:val="005A2FA0"/>
    <w:rsid w:val="005A3C28"/>
    <w:rsid w:val="005A3ECF"/>
    <w:rsid w:val="005A3EF3"/>
    <w:rsid w:val="005A487C"/>
    <w:rsid w:val="005A48C9"/>
    <w:rsid w:val="005A49A8"/>
    <w:rsid w:val="005A4A09"/>
    <w:rsid w:val="005A4AD9"/>
    <w:rsid w:val="005A4BEE"/>
    <w:rsid w:val="005A50B5"/>
    <w:rsid w:val="005A5CC7"/>
    <w:rsid w:val="005A6F51"/>
    <w:rsid w:val="005A740E"/>
    <w:rsid w:val="005A7D76"/>
    <w:rsid w:val="005B0A8E"/>
    <w:rsid w:val="005B0F3D"/>
    <w:rsid w:val="005B109B"/>
    <w:rsid w:val="005B1206"/>
    <w:rsid w:val="005B1647"/>
    <w:rsid w:val="005B1791"/>
    <w:rsid w:val="005B27F1"/>
    <w:rsid w:val="005B2BEE"/>
    <w:rsid w:val="005B38E6"/>
    <w:rsid w:val="005B4A02"/>
    <w:rsid w:val="005B4F00"/>
    <w:rsid w:val="005B5005"/>
    <w:rsid w:val="005B5DFE"/>
    <w:rsid w:val="005B6A50"/>
    <w:rsid w:val="005B6C6C"/>
    <w:rsid w:val="005B6DFC"/>
    <w:rsid w:val="005B7440"/>
    <w:rsid w:val="005B7536"/>
    <w:rsid w:val="005B7816"/>
    <w:rsid w:val="005B7DCC"/>
    <w:rsid w:val="005C0715"/>
    <w:rsid w:val="005C089C"/>
    <w:rsid w:val="005C08CC"/>
    <w:rsid w:val="005C10AF"/>
    <w:rsid w:val="005C2417"/>
    <w:rsid w:val="005C281B"/>
    <w:rsid w:val="005C2A00"/>
    <w:rsid w:val="005C3722"/>
    <w:rsid w:val="005C3B73"/>
    <w:rsid w:val="005C4855"/>
    <w:rsid w:val="005C4A9D"/>
    <w:rsid w:val="005C4E99"/>
    <w:rsid w:val="005C532A"/>
    <w:rsid w:val="005C596F"/>
    <w:rsid w:val="005C5C9F"/>
    <w:rsid w:val="005C5D30"/>
    <w:rsid w:val="005C6105"/>
    <w:rsid w:val="005C62E4"/>
    <w:rsid w:val="005C6B14"/>
    <w:rsid w:val="005C6C36"/>
    <w:rsid w:val="005C7300"/>
    <w:rsid w:val="005C76B1"/>
    <w:rsid w:val="005C76B8"/>
    <w:rsid w:val="005C7705"/>
    <w:rsid w:val="005C7889"/>
    <w:rsid w:val="005C7960"/>
    <w:rsid w:val="005C7B1D"/>
    <w:rsid w:val="005D0844"/>
    <w:rsid w:val="005D0905"/>
    <w:rsid w:val="005D0A29"/>
    <w:rsid w:val="005D1E2F"/>
    <w:rsid w:val="005D1ED5"/>
    <w:rsid w:val="005D2181"/>
    <w:rsid w:val="005D21B2"/>
    <w:rsid w:val="005D266B"/>
    <w:rsid w:val="005D271A"/>
    <w:rsid w:val="005D2A26"/>
    <w:rsid w:val="005D348F"/>
    <w:rsid w:val="005D36DF"/>
    <w:rsid w:val="005D38E3"/>
    <w:rsid w:val="005D3F55"/>
    <w:rsid w:val="005D44FD"/>
    <w:rsid w:val="005D4D70"/>
    <w:rsid w:val="005D4DCF"/>
    <w:rsid w:val="005D5239"/>
    <w:rsid w:val="005D5419"/>
    <w:rsid w:val="005D5511"/>
    <w:rsid w:val="005D5C16"/>
    <w:rsid w:val="005D629A"/>
    <w:rsid w:val="005D6717"/>
    <w:rsid w:val="005D7638"/>
    <w:rsid w:val="005D7979"/>
    <w:rsid w:val="005E01D6"/>
    <w:rsid w:val="005E0CB3"/>
    <w:rsid w:val="005E0D32"/>
    <w:rsid w:val="005E0D95"/>
    <w:rsid w:val="005E0F1E"/>
    <w:rsid w:val="005E1E35"/>
    <w:rsid w:val="005E22D3"/>
    <w:rsid w:val="005E2951"/>
    <w:rsid w:val="005E2CD8"/>
    <w:rsid w:val="005E3653"/>
    <w:rsid w:val="005E3BF4"/>
    <w:rsid w:val="005E3D5B"/>
    <w:rsid w:val="005E3DAB"/>
    <w:rsid w:val="005E479A"/>
    <w:rsid w:val="005E573F"/>
    <w:rsid w:val="005E6499"/>
    <w:rsid w:val="005E6D91"/>
    <w:rsid w:val="005E7C25"/>
    <w:rsid w:val="005F1C9A"/>
    <w:rsid w:val="005F1EFF"/>
    <w:rsid w:val="005F2C26"/>
    <w:rsid w:val="005F2E2E"/>
    <w:rsid w:val="005F323F"/>
    <w:rsid w:val="005F3502"/>
    <w:rsid w:val="005F3539"/>
    <w:rsid w:val="005F355A"/>
    <w:rsid w:val="005F400F"/>
    <w:rsid w:val="005F4AFE"/>
    <w:rsid w:val="005F65A3"/>
    <w:rsid w:val="005F6846"/>
    <w:rsid w:val="005F707A"/>
    <w:rsid w:val="005F7272"/>
    <w:rsid w:val="005F759F"/>
    <w:rsid w:val="005F7629"/>
    <w:rsid w:val="00600165"/>
    <w:rsid w:val="006001D8"/>
    <w:rsid w:val="0060087C"/>
    <w:rsid w:val="00601429"/>
    <w:rsid w:val="006014CB"/>
    <w:rsid w:val="00602364"/>
    <w:rsid w:val="0060249E"/>
    <w:rsid w:val="006024C7"/>
    <w:rsid w:val="00602B56"/>
    <w:rsid w:val="00602E2E"/>
    <w:rsid w:val="006032E8"/>
    <w:rsid w:val="00603934"/>
    <w:rsid w:val="00603EB8"/>
    <w:rsid w:val="0060429E"/>
    <w:rsid w:val="0060472E"/>
    <w:rsid w:val="00604C9D"/>
    <w:rsid w:val="00604CA7"/>
    <w:rsid w:val="00604EAA"/>
    <w:rsid w:val="00605DBC"/>
    <w:rsid w:val="006062BA"/>
    <w:rsid w:val="00606700"/>
    <w:rsid w:val="00606BC4"/>
    <w:rsid w:val="00606BD3"/>
    <w:rsid w:val="00606C37"/>
    <w:rsid w:val="00606DFD"/>
    <w:rsid w:val="006077BE"/>
    <w:rsid w:val="00607F61"/>
    <w:rsid w:val="00610210"/>
    <w:rsid w:val="00610295"/>
    <w:rsid w:val="0061092B"/>
    <w:rsid w:val="00610B2C"/>
    <w:rsid w:val="00610EB8"/>
    <w:rsid w:val="00611A49"/>
    <w:rsid w:val="0061219E"/>
    <w:rsid w:val="0061234D"/>
    <w:rsid w:val="006123E0"/>
    <w:rsid w:val="00612C10"/>
    <w:rsid w:val="00612C13"/>
    <w:rsid w:val="00612EB3"/>
    <w:rsid w:val="0061303D"/>
    <w:rsid w:val="006130B6"/>
    <w:rsid w:val="006138B8"/>
    <w:rsid w:val="0061451D"/>
    <w:rsid w:val="00614DEA"/>
    <w:rsid w:val="00614FE6"/>
    <w:rsid w:val="006150A5"/>
    <w:rsid w:val="00615767"/>
    <w:rsid w:val="00615968"/>
    <w:rsid w:val="006159AD"/>
    <w:rsid w:val="00615AE9"/>
    <w:rsid w:val="006172C9"/>
    <w:rsid w:val="0061731F"/>
    <w:rsid w:val="006205B8"/>
    <w:rsid w:val="00620C03"/>
    <w:rsid w:val="00620E5F"/>
    <w:rsid w:val="006211D2"/>
    <w:rsid w:val="0062147D"/>
    <w:rsid w:val="00622090"/>
    <w:rsid w:val="00622512"/>
    <w:rsid w:val="00622B2B"/>
    <w:rsid w:val="00622FA0"/>
    <w:rsid w:val="006233C3"/>
    <w:rsid w:val="00624236"/>
    <w:rsid w:val="0062447F"/>
    <w:rsid w:val="00624768"/>
    <w:rsid w:val="00624DD0"/>
    <w:rsid w:val="00624EF2"/>
    <w:rsid w:val="006258CD"/>
    <w:rsid w:val="00626228"/>
    <w:rsid w:val="00626C0A"/>
    <w:rsid w:val="006272F0"/>
    <w:rsid w:val="0062755C"/>
    <w:rsid w:val="00627732"/>
    <w:rsid w:val="00627956"/>
    <w:rsid w:val="00627DCD"/>
    <w:rsid w:val="0063001F"/>
    <w:rsid w:val="00630233"/>
    <w:rsid w:val="00630266"/>
    <w:rsid w:val="00630627"/>
    <w:rsid w:val="006306D1"/>
    <w:rsid w:val="0063070C"/>
    <w:rsid w:val="00630928"/>
    <w:rsid w:val="00630B60"/>
    <w:rsid w:val="00630D6B"/>
    <w:rsid w:val="00631AE9"/>
    <w:rsid w:val="00631BE4"/>
    <w:rsid w:val="00632875"/>
    <w:rsid w:val="006328EA"/>
    <w:rsid w:val="006334F9"/>
    <w:rsid w:val="006337FF"/>
    <w:rsid w:val="0063411A"/>
    <w:rsid w:val="00634D81"/>
    <w:rsid w:val="00634F59"/>
    <w:rsid w:val="00634FC3"/>
    <w:rsid w:val="0063568A"/>
    <w:rsid w:val="00636FEE"/>
    <w:rsid w:val="00637225"/>
    <w:rsid w:val="006375B9"/>
    <w:rsid w:val="006402CA"/>
    <w:rsid w:val="00640582"/>
    <w:rsid w:val="0064061E"/>
    <w:rsid w:val="00640F2F"/>
    <w:rsid w:val="00641C0F"/>
    <w:rsid w:val="00643886"/>
    <w:rsid w:val="006439BC"/>
    <w:rsid w:val="00643BCC"/>
    <w:rsid w:val="00643F27"/>
    <w:rsid w:val="00643FA9"/>
    <w:rsid w:val="006442EA"/>
    <w:rsid w:val="0064439A"/>
    <w:rsid w:val="0064492A"/>
    <w:rsid w:val="00644D90"/>
    <w:rsid w:val="0064501E"/>
    <w:rsid w:val="006450E9"/>
    <w:rsid w:val="00645165"/>
    <w:rsid w:val="00645255"/>
    <w:rsid w:val="00645BDA"/>
    <w:rsid w:val="00645E77"/>
    <w:rsid w:val="0064633F"/>
    <w:rsid w:val="00646687"/>
    <w:rsid w:val="006469A4"/>
    <w:rsid w:val="00646E21"/>
    <w:rsid w:val="0064780B"/>
    <w:rsid w:val="0064780F"/>
    <w:rsid w:val="00647A9F"/>
    <w:rsid w:val="00650158"/>
    <w:rsid w:val="00650984"/>
    <w:rsid w:val="00650E30"/>
    <w:rsid w:val="00651465"/>
    <w:rsid w:val="00651FD4"/>
    <w:rsid w:val="0065287B"/>
    <w:rsid w:val="00653AFD"/>
    <w:rsid w:val="00653D09"/>
    <w:rsid w:val="0065401B"/>
    <w:rsid w:val="00654088"/>
    <w:rsid w:val="00654265"/>
    <w:rsid w:val="006543CE"/>
    <w:rsid w:val="00654440"/>
    <w:rsid w:val="00654E82"/>
    <w:rsid w:val="006551CF"/>
    <w:rsid w:val="00655B27"/>
    <w:rsid w:val="00655D73"/>
    <w:rsid w:val="006561A9"/>
    <w:rsid w:val="006565A1"/>
    <w:rsid w:val="00656CC9"/>
    <w:rsid w:val="00657283"/>
    <w:rsid w:val="006605D0"/>
    <w:rsid w:val="00660D38"/>
    <w:rsid w:val="0066157C"/>
    <w:rsid w:val="00661FA4"/>
    <w:rsid w:val="0066340F"/>
    <w:rsid w:val="00663EDE"/>
    <w:rsid w:val="00664A92"/>
    <w:rsid w:val="0066509D"/>
    <w:rsid w:val="00665447"/>
    <w:rsid w:val="00665BBD"/>
    <w:rsid w:val="00665C85"/>
    <w:rsid w:val="00665F6A"/>
    <w:rsid w:val="006663F1"/>
    <w:rsid w:val="00666783"/>
    <w:rsid w:val="00666911"/>
    <w:rsid w:val="00666CF6"/>
    <w:rsid w:val="0066734B"/>
    <w:rsid w:val="006674C8"/>
    <w:rsid w:val="00667760"/>
    <w:rsid w:val="00667BE0"/>
    <w:rsid w:val="0067022D"/>
    <w:rsid w:val="0067084C"/>
    <w:rsid w:val="006710BC"/>
    <w:rsid w:val="00671230"/>
    <w:rsid w:val="006712EE"/>
    <w:rsid w:val="00671BB3"/>
    <w:rsid w:val="00671D20"/>
    <w:rsid w:val="00671F6C"/>
    <w:rsid w:val="006720E3"/>
    <w:rsid w:val="00672351"/>
    <w:rsid w:val="00672790"/>
    <w:rsid w:val="00672BE2"/>
    <w:rsid w:val="00673997"/>
    <w:rsid w:val="00673B1A"/>
    <w:rsid w:val="00673C93"/>
    <w:rsid w:val="00673F73"/>
    <w:rsid w:val="0067486A"/>
    <w:rsid w:val="00675C1A"/>
    <w:rsid w:val="00676AA6"/>
    <w:rsid w:val="00676D37"/>
    <w:rsid w:val="0067708C"/>
    <w:rsid w:val="00677098"/>
    <w:rsid w:val="006779D9"/>
    <w:rsid w:val="00677A50"/>
    <w:rsid w:val="00680236"/>
    <w:rsid w:val="00680AFF"/>
    <w:rsid w:val="0068136C"/>
    <w:rsid w:val="00681903"/>
    <w:rsid w:val="0068194A"/>
    <w:rsid w:val="00681B95"/>
    <w:rsid w:val="00681BF1"/>
    <w:rsid w:val="00681EC8"/>
    <w:rsid w:val="0068233D"/>
    <w:rsid w:val="006829CC"/>
    <w:rsid w:val="00682D14"/>
    <w:rsid w:val="006836E9"/>
    <w:rsid w:val="00683EA6"/>
    <w:rsid w:val="00684317"/>
    <w:rsid w:val="006845F7"/>
    <w:rsid w:val="00684648"/>
    <w:rsid w:val="00685710"/>
    <w:rsid w:val="00685E5D"/>
    <w:rsid w:val="00686CD8"/>
    <w:rsid w:val="00687047"/>
    <w:rsid w:val="00687F2E"/>
    <w:rsid w:val="006900DF"/>
    <w:rsid w:val="00690CC9"/>
    <w:rsid w:val="00690E44"/>
    <w:rsid w:val="00691915"/>
    <w:rsid w:val="00691BAB"/>
    <w:rsid w:val="006927C9"/>
    <w:rsid w:val="00692E1E"/>
    <w:rsid w:val="0069367A"/>
    <w:rsid w:val="00693A0C"/>
    <w:rsid w:val="00695ABE"/>
    <w:rsid w:val="00696A7C"/>
    <w:rsid w:val="00696DA5"/>
    <w:rsid w:val="006972BE"/>
    <w:rsid w:val="00697776"/>
    <w:rsid w:val="00697846"/>
    <w:rsid w:val="00697C81"/>
    <w:rsid w:val="00697EF3"/>
    <w:rsid w:val="00697F96"/>
    <w:rsid w:val="006A0483"/>
    <w:rsid w:val="006A0647"/>
    <w:rsid w:val="006A07F7"/>
    <w:rsid w:val="006A0968"/>
    <w:rsid w:val="006A0A97"/>
    <w:rsid w:val="006A14A9"/>
    <w:rsid w:val="006A26A0"/>
    <w:rsid w:val="006A2B9F"/>
    <w:rsid w:val="006A3631"/>
    <w:rsid w:val="006A3A8A"/>
    <w:rsid w:val="006A4043"/>
    <w:rsid w:val="006A40D1"/>
    <w:rsid w:val="006A4570"/>
    <w:rsid w:val="006A4A42"/>
    <w:rsid w:val="006A4C5B"/>
    <w:rsid w:val="006A5E49"/>
    <w:rsid w:val="006A619A"/>
    <w:rsid w:val="006A62EE"/>
    <w:rsid w:val="006A6DB0"/>
    <w:rsid w:val="006A76D4"/>
    <w:rsid w:val="006A7C86"/>
    <w:rsid w:val="006A7ED7"/>
    <w:rsid w:val="006B02CD"/>
    <w:rsid w:val="006B0AB4"/>
    <w:rsid w:val="006B0FB8"/>
    <w:rsid w:val="006B15F2"/>
    <w:rsid w:val="006B1735"/>
    <w:rsid w:val="006B17CC"/>
    <w:rsid w:val="006B1D66"/>
    <w:rsid w:val="006B2964"/>
    <w:rsid w:val="006B45CC"/>
    <w:rsid w:val="006B4614"/>
    <w:rsid w:val="006B48C5"/>
    <w:rsid w:val="006B4D9F"/>
    <w:rsid w:val="006B547D"/>
    <w:rsid w:val="006B58EB"/>
    <w:rsid w:val="006B5D97"/>
    <w:rsid w:val="006B5DF9"/>
    <w:rsid w:val="006B6036"/>
    <w:rsid w:val="006B60BF"/>
    <w:rsid w:val="006B6B10"/>
    <w:rsid w:val="006B72EE"/>
    <w:rsid w:val="006B7A5F"/>
    <w:rsid w:val="006B7B2F"/>
    <w:rsid w:val="006B7EC8"/>
    <w:rsid w:val="006C050A"/>
    <w:rsid w:val="006C0913"/>
    <w:rsid w:val="006C0DFA"/>
    <w:rsid w:val="006C115A"/>
    <w:rsid w:val="006C1938"/>
    <w:rsid w:val="006C2497"/>
    <w:rsid w:val="006C2EB1"/>
    <w:rsid w:val="006C3300"/>
    <w:rsid w:val="006C35DB"/>
    <w:rsid w:val="006C372E"/>
    <w:rsid w:val="006C3A6A"/>
    <w:rsid w:val="006C3B82"/>
    <w:rsid w:val="006C4CD5"/>
    <w:rsid w:val="006C50B7"/>
    <w:rsid w:val="006C5929"/>
    <w:rsid w:val="006C61A2"/>
    <w:rsid w:val="006C63F8"/>
    <w:rsid w:val="006C698A"/>
    <w:rsid w:val="006C69AE"/>
    <w:rsid w:val="006C6E0C"/>
    <w:rsid w:val="006C725B"/>
    <w:rsid w:val="006C77AD"/>
    <w:rsid w:val="006D0924"/>
    <w:rsid w:val="006D11A6"/>
    <w:rsid w:val="006D1F9A"/>
    <w:rsid w:val="006D4063"/>
    <w:rsid w:val="006D4746"/>
    <w:rsid w:val="006D4CC5"/>
    <w:rsid w:val="006D5212"/>
    <w:rsid w:val="006D57A8"/>
    <w:rsid w:val="006D5ADD"/>
    <w:rsid w:val="006D5C2D"/>
    <w:rsid w:val="006D644E"/>
    <w:rsid w:val="006D64D5"/>
    <w:rsid w:val="006D68A2"/>
    <w:rsid w:val="006D6D3C"/>
    <w:rsid w:val="006D6EF3"/>
    <w:rsid w:val="006D78F3"/>
    <w:rsid w:val="006D7AEB"/>
    <w:rsid w:val="006E07FA"/>
    <w:rsid w:val="006E085D"/>
    <w:rsid w:val="006E0CA7"/>
    <w:rsid w:val="006E1272"/>
    <w:rsid w:val="006E14F8"/>
    <w:rsid w:val="006E190D"/>
    <w:rsid w:val="006E1F76"/>
    <w:rsid w:val="006E2028"/>
    <w:rsid w:val="006E2452"/>
    <w:rsid w:val="006E2D04"/>
    <w:rsid w:val="006E3E29"/>
    <w:rsid w:val="006E4000"/>
    <w:rsid w:val="006E42C1"/>
    <w:rsid w:val="006E5503"/>
    <w:rsid w:val="006E6096"/>
    <w:rsid w:val="006E61CD"/>
    <w:rsid w:val="006E72E0"/>
    <w:rsid w:val="006E7EDA"/>
    <w:rsid w:val="006F01B5"/>
    <w:rsid w:val="006F026F"/>
    <w:rsid w:val="006F0447"/>
    <w:rsid w:val="006F121D"/>
    <w:rsid w:val="006F13C3"/>
    <w:rsid w:val="006F1431"/>
    <w:rsid w:val="006F15C5"/>
    <w:rsid w:val="006F1F6D"/>
    <w:rsid w:val="006F1F91"/>
    <w:rsid w:val="006F2FEF"/>
    <w:rsid w:val="006F321B"/>
    <w:rsid w:val="006F349A"/>
    <w:rsid w:val="006F3C07"/>
    <w:rsid w:val="006F42B6"/>
    <w:rsid w:val="006F4536"/>
    <w:rsid w:val="006F476E"/>
    <w:rsid w:val="006F53F8"/>
    <w:rsid w:val="006F5615"/>
    <w:rsid w:val="006F59B4"/>
    <w:rsid w:val="006F674B"/>
    <w:rsid w:val="006F75C2"/>
    <w:rsid w:val="00700387"/>
    <w:rsid w:val="00700402"/>
    <w:rsid w:val="00700476"/>
    <w:rsid w:val="0070098C"/>
    <w:rsid w:val="00700B21"/>
    <w:rsid w:val="00700F70"/>
    <w:rsid w:val="00701759"/>
    <w:rsid w:val="00701F82"/>
    <w:rsid w:val="007028BC"/>
    <w:rsid w:val="00702BA8"/>
    <w:rsid w:val="00704336"/>
    <w:rsid w:val="00704F7B"/>
    <w:rsid w:val="007052B8"/>
    <w:rsid w:val="00705451"/>
    <w:rsid w:val="00705F01"/>
    <w:rsid w:val="0070699A"/>
    <w:rsid w:val="00706A21"/>
    <w:rsid w:val="00707121"/>
    <w:rsid w:val="00707B46"/>
    <w:rsid w:val="00707BAE"/>
    <w:rsid w:val="007102CA"/>
    <w:rsid w:val="0071079A"/>
    <w:rsid w:val="007108D9"/>
    <w:rsid w:val="00710CC9"/>
    <w:rsid w:val="00711135"/>
    <w:rsid w:val="007117C2"/>
    <w:rsid w:val="0071192A"/>
    <w:rsid w:val="007123E9"/>
    <w:rsid w:val="00712ED4"/>
    <w:rsid w:val="00714023"/>
    <w:rsid w:val="007145FC"/>
    <w:rsid w:val="00714603"/>
    <w:rsid w:val="00714BDA"/>
    <w:rsid w:val="00714BE8"/>
    <w:rsid w:val="00714DAC"/>
    <w:rsid w:val="007151BE"/>
    <w:rsid w:val="00715236"/>
    <w:rsid w:val="00716050"/>
    <w:rsid w:val="007160C1"/>
    <w:rsid w:val="0071628B"/>
    <w:rsid w:val="0071675E"/>
    <w:rsid w:val="00716AC3"/>
    <w:rsid w:val="00717116"/>
    <w:rsid w:val="007173A0"/>
    <w:rsid w:val="007177F5"/>
    <w:rsid w:val="007178A2"/>
    <w:rsid w:val="00717F21"/>
    <w:rsid w:val="00720BA2"/>
    <w:rsid w:val="007212D8"/>
    <w:rsid w:val="007217A5"/>
    <w:rsid w:val="00722617"/>
    <w:rsid w:val="00722E3B"/>
    <w:rsid w:val="00723341"/>
    <w:rsid w:val="007234F1"/>
    <w:rsid w:val="00723973"/>
    <w:rsid w:val="00723A08"/>
    <w:rsid w:val="007242A1"/>
    <w:rsid w:val="007243E2"/>
    <w:rsid w:val="007254D8"/>
    <w:rsid w:val="007257CA"/>
    <w:rsid w:val="00726050"/>
    <w:rsid w:val="007260BB"/>
    <w:rsid w:val="00726873"/>
    <w:rsid w:val="00726CDB"/>
    <w:rsid w:val="0072739E"/>
    <w:rsid w:val="00727587"/>
    <w:rsid w:val="00727919"/>
    <w:rsid w:val="00727CA0"/>
    <w:rsid w:val="00730168"/>
    <w:rsid w:val="007304F1"/>
    <w:rsid w:val="0073078E"/>
    <w:rsid w:val="00730E13"/>
    <w:rsid w:val="0073165E"/>
    <w:rsid w:val="00731F6C"/>
    <w:rsid w:val="00731FFE"/>
    <w:rsid w:val="00732026"/>
    <w:rsid w:val="00732356"/>
    <w:rsid w:val="0073255A"/>
    <w:rsid w:val="00732776"/>
    <w:rsid w:val="00733205"/>
    <w:rsid w:val="007339BC"/>
    <w:rsid w:val="00733BF9"/>
    <w:rsid w:val="00734692"/>
    <w:rsid w:val="007346C8"/>
    <w:rsid w:val="0073573E"/>
    <w:rsid w:val="00735740"/>
    <w:rsid w:val="00735D5A"/>
    <w:rsid w:val="00736CE4"/>
    <w:rsid w:val="00737133"/>
    <w:rsid w:val="0074054C"/>
    <w:rsid w:val="00740A8C"/>
    <w:rsid w:val="007412F3"/>
    <w:rsid w:val="00741DDB"/>
    <w:rsid w:val="007429A1"/>
    <w:rsid w:val="00742E73"/>
    <w:rsid w:val="00742E84"/>
    <w:rsid w:val="00743947"/>
    <w:rsid w:val="00743C23"/>
    <w:rsid w:val="00743DB4"/>
    <w:rsid w:val="00743F10"/>
    <w:rsid w:val="00744529"/>
    <w:rsid w:val="00744B82"/>
    <w:rsid w:val="00744DE0"/>
    <w:rsid w:val="00744F03"/>
    <w:rsid w:val="007454AB"/>
    <w:rsid w:val="00745C1F"/>
    <w:rsid w:val="007462C2"/>
    <w:rsid w:val="00746D8E"/>
    <w:rsid w:val="00747136"/>
    <w:rsid w:val="00747B69"/>
    <w:rsid w:val="00747D08"/>
    <w:rsid w:val="00747ED9"/>
    <w:rsid w:val="007507F0"/>
    <w:rsid w:val="007509C1"/>
    <w:rsid w:val="00751635"/>
    <w:rsid w:val="00751FF6"/>
    <w:rsid w:val="00753067"/>
    <w:rsid w:val="0075335B"/>
    <w:rsid w:val="007537A7"/>
    <w:rsid w:val="00753B33"/>
    <w:rsid w:val="00753CDA"/>
    <w:rsid w:val="00754613"/>
    <w:rsid w:val="00754909"/>
    <w:rsid w:val="00754BA4"/>
    <w:rsid w:val="00754E07"/>
    <w:rsid w:val="00755FAF"/>
    <w:rsid w:val="007560A2"/>
    <w:rsid w:val="007564C7"/>
    <w:rsid w:val="007569BE"/>
    <w:rsid w:val="00756BE3"/>
    <w:rsid w:val="00757B4B"/>
    <w:rsid w:val="00757BC2"/>
    <w:rsid w:val="00760160"/>
    <w:rsid w:val="00761416"/>
    <w:rsid w:val="00761804"/>
    <w:rsid w:val="007619ED"/>
    <w:rsid w:val="007622E6"/>
    <w:rsid w:val="00762375"/>
    <w:rsid w:val="00762816"/>
    <w:rsid w:val="00763F4C"/>
    <w:rsid w:val="00764C4B"/>
    <w:rsid w:val="00764CD3"/>
    <w:rsid w:val="00765CA6"/>
    <w:rsid w:val="00765CFF"/>
    <w:rsid w:val="00766337"/>
    <w:rsid w:val="00766B75"/>
    <w:rsid w:val="007674BA"/>
    <w:rsid w:val="0076765F"/>
    <w:rsid w:val="0076791B"/>
    <w:rsid w:val="007706EF"/>
    <w:rsid w:val="00770B35"/>
    <w:rsid w:val="00771044"/>
    <w:rsid w:val="00771376"/>
    <w:rsid w:val="0077151A"/>
    <w:rsid w:val="00771AE4"/>
    <w:rsid w:val="00771CD4"/>
    <w:rsid w:val="00772079"/>
    <w:rsid w:val="007721F3"/>
    <w:rsid w:val="0077252A"/>
    <w:rsid w:val="00772D93"/>
    <w:rsid w:val="00772DB8"/>
    <w:rsid w:val="0077348A"/>
    <w:rsid w:val="00773732"/>
    <w:rsid w:val="00773A5A"/>
    <w:rsid w:val="007741AD"/>
    <w:rsid w:val="00774845"/>
    <w:rsid w:val="00775086"/>
    <w:rsid w:val="00775D9B"/>
    <w:rsid w:val="00775EAC"/>
    <w:rsid w:val="00776785"/>
    <w:rsid w:val="007769A1"/>
    <w:rsid w:val="00776CB5"/>
    <w:rsid w:val="00776FCB"/>
    <w:rsid w:val="0077704B"/>
    <w:rsid w:val="007772C2"/>
    <w:rsid w:val="00777422"/>
    <w:rsid w:val="007801B1"/>
    <w:rsid w:val="00781011"/>
    <w:rsid w:val="00781203"/>
    <w:rsid w:val="007812BA"/>
    <w:rsid w:val="00782B72"/>
    <w:rsid w:val="00782D14"/>
    <w:rsid w:val="007834F1"/>
    <w:rsid w:val="007835BB"/>
    <w:rsid w:val="00784A39"/>
    <w:rsid w:val="00784B2C"/>
    <w:rsid w:val="007851EE"/>
    <w:rsid w:val="00785303"/>
    <w:rsid w:val="00785992"/>
    <w:rsid w:val="00785D29"/>
    <w:rsid w:val="0078773D"/>
    <w:rsid w:val="00787895"/>
    <w:rsid w:val="0079083A"/>
    <w:rsid w:val="00791202"/>
    <w:rsid w:val="00791663"/>
    <w:rsid w:val="00792B18"/>
    <w:rsid w:val="00793037"/>
    <w:rsid w:val="0079317C"/>
    <w:rsid w:val="007939B2"/>
    <w:rsid w:val="007946FB"/>
    <w:rsid w:val="00794AFF"/>
    <w:rsid w:val="00795269"/>
    <w:rsid w:val="0079534F"/>
    <w:rsid w:val="00795375"/>
    <w:rsid w:val="00796857"/>
    <w:rsid w:val="00797285"/>
    <w:rsid w:val="00797310"/>
    <w:rsid w:val="0079788D"/>
    <w:rsid w:val="00797A3E"/>
    <w:rsid w:val="00797F5A"/>
    <w:rsid w:val="00797FE7"/>
    <w:rsid w:val="007A0024"/>
    <w:rsid w:val="007A15A7"/>
    <w:rsid w:val="007A1DBF"/>
    <w:rsid w:val="007A2C74"/>
    <w:rsid w:val="007A2CE7"/>
    <w:rsid w:val="007A2D63"/>
    <w:rsid w:val="007A31DA"/>
    <w:rsid w:val="007A390B"/>
    <w:rsid w:val="007A439E"/>
    <w:rsid w:val="007A44A5"/>
    <w:rsid w:val="007A470C"/>
    <w:rsid w:val="007A4CD6"/>
    <w:rsid w:val="007A52BA"/>
    <w:rsid w:val="007A54E3"/>
    <w:rsid w:val="007A5AF3"/>
    <w:rsid w:val="007A6006"/>
    <w:rsid w:val="007A67FF"/>
    <w:rsid w:val="007A6894"/>
    <w:rsid w:val="007A6E06"/>
    <w:rsid w:val="007A70A6"/>
    <w:rsid w:val="007A726B"/>
    <w:rsid w:val="007A78B2"/>
    <w:rsid w:val="007B083F"/>
    <w:rsid w:val="007B0C0C"/>
    <w:rsid w:val="007B16D1"/>
    <w:rsid w:val="007B21BE"/>
    <w:rsid w:val="007B2649"/>
    <w:rsid w:val="007B2F68"/>
    <w:rsid w:val="007B3160"/>
    <w:rsid w:val="007B326A"/>
    <w:rsid w:val="007B3556"/>
    <w:rsid w:val="007B387C"/>
    <w:rsid w:val="007B4135"/>
    <w:rsid w:val="007B426A"/>
    <w:rsid w:val="007B44B0"/>
    <w:rsid w:val="007B4A78"/>
    <w:rsid w:val="007B4E51"/>
    <w:rsid w:val="007B54C1"/>
    <w:rsid w:val="007B5EB4"/>
    <w:rsid w:val="007B650B"/>
    <w:rsid w:val="007B67E3"/>
    <w:rsid w:val="007B6858"/>
    <w:rsid w:val="007B68F2"/>
    <w:rsid w:val="007B7909"/>
    <w:rsid w:val="007B7BB0"/>
    <w:rsid w:val="007C0204"/>
    <w:rsid w:val="007C0DA5"/>
    <w:rsid w:val="007C1142"/>
    <w:rsid w:val="007C120D"/>
    <w:rsid w:val="007C1BE4"/>
    <w:rsid w:val="007C2B8C"/>
    <w:rsid w:val="007C2CD0"/>
    <w:rsid w:val="007C2E5C"/>
    <w:rsid w:val="007C32E7"/>
    <w:rsid w:val="007C4203"/>
    <w:rsid w:val="007C53FC"/>
    <w:rsid w:val="007C5A9B"/>
    <w:rsid w:val="007C5C10"/>
    <w:rsid w:val="007C6532"/>
    <w:rsid w:val="007C6624"/>
    <w:rsid w:val="007C6D65"/>
    <w:rsid w:val="007C7015"/>
    <w:rsid w:val="007C7300"/>
    <w:rsid w:val="007C7A9C"/>
    <w:rsid w:val="007C7ACA"/>
    <w:rsid w:val="007D0660"/>
    <w:rsid w:val="007D0E67"/>
    <w:rsid w:val="007D1793"/>
    <w:rsid w:val="007D1B1F"/>
    <w:rsid w:val="007D2641"/>
    <w:rsid w:val="007D2A18"/>
    <w:rsid w:val="007D2BB6"/>
    <w:rsid w:val="007D3E76"/>
    <w:rsid w:val="007D5A2E"/>
    <w:rsid w:val="007D6D5A"/>
    <w:rsid w:val="007D6F19"/>
    <w:rsid w:val="007D7512"/>
    <w:rsid w:val="007E0934"/>
    <w:rsid w:val="007E0F3C"/>
    <w:rsid w:val="007E0FAA"/>
    <w:rsid w:val="007E148E"/>
    <w:rsid w:val="007E1C03"/>
    <w:rsid w:val="007E202B"/>
    <w:rsid w:val="007E32C6"/>
    <w:rsid w:val="007E3970"/>
    <w:rsid w:val="007E3B65"/>
    <w:rsid w:val="007E3D61"/>
    <w:rsid w:val="007E41AD"/>
    <w:rsid w:val="007E4971"/>
    <w:rsid w:val="007E4C70"/>
    <w:rsid w:val="007E5293"/>
    <w:rsid w:val="007E52F5"/>
    <w:rsid w:val="007E5D9D"/>
    <w:rsid w:val="007E6023"/>
    <w:rsid w:val="007E68EE"/>
    <w:rsid w:val="007E770D"/>
    <w:rsid w:val="007E775D"/>
    <w:rsid w:val="007E7796"/>
    <w:rsid w:val="007F0398"/>
    <w:rsid w:val="007F0608"/>
    <w:rsid w:val="007F06E1"/>
    <w:rsid w:val="007F1408"/>
    <w:rsid w:val="007F19C1"/>
    <w:rsid w:val="007F1B99"/>
    <w:rsid w:val="007F206C"/>
    <w:rsid w:val="007F2411"/>
    <w:rsid w:val="007F25D8"/>
    <w:rsid w:val="007F2675"/>
    <w:rsid w:val="007F2706"/>
    <w:rsid w:val="007F39A3"/>
    <w:rsid w:val="007F3AAE"/>
    <w:rsid w:val="007F3E18"/>
    <w:rsid w:val="007F453A"/>
    <w:rsid w:val="007F4E83"/>
    <w:rsid w:val="007F572D"/>
    <w:rsid w:val="007F59BA"/>
    <w:rsid w:val="007F6452"/>
    <w:rsid w:val="007F64BD"/>
    <w:rsid w:val="007F6590"/>
    <w:rsid w:val="007F6EA7"/>
    <w:rsid w:val="007F749A"/>
    <w:rsid w:val="007F7AED"/>
    <w:rsid w:val="0080027E"/>
    <w:rsid w:val="00800408"/>
    <w:rsid w:val="008010D2"/>
    <w:rsid w:val="008010DD"/>
    <w:rsid w:val="00801156"/>
    <w:rsid w:val="00801751"/>
    <w:rsid w:val="00801BB0"/>
    <w:rsid w:val="00801E9D"/>
    <w:rsid w:val="0080228E"/>
    <w:rsid w:val="00802597"/>
    <w:rsid w:val="00802685"/>
    <w:rsid w:val="00802E19"/>
    <w:rsid w:val="0080313A"/>
    <w:rsid w:val="00803440"/>
    <w:rsid w:val="00803B51"/>
    <w:rsid w:val="008047A2"/>
    <w:rsid w:val="00804A45"/>
    <w:rsid w:val="00805361"/>
    <w:rsid w:val="00805924"/>
    <w:rsid w:val="00805B1F"/>
    <w:rsid w:val="00806485"/>
    <w:rsid w:val="00807ACD"/>
    <w:rsid w:val="00807D6C"/>
    <w:rsid w:val="00810552"/>
    <w:rsid w:val="00810AD1"/>
    <w:rsid w:val="00811788"/>
    <w:rsid w:val="00812CC2"/>
    <w:rsid w:val="00813185"/>
    <w:rsid w:val="008132D3"/>
    <w:rsid w:val="0081397C"/>
    <w:rsid w:val="008142C9"/>
    <w:rsid w:val="008144A9"/>
    <w:rsid w:val="00815E1C"/>
    <w:rsid w:val="00815EBC"/>
    <w:rsid w:val="00816280"/>
    <w:rsid w:val="008166E3"/>
    <w:rsid w:val="008169A1"/>
    <w:rsid w:val="00817785"/>
    <w:rsid w:val="00817883"/>
    <w:rsid w:val="00817948"/>
    <w:rsid w:val="00817967"/>
    <w:rsid w:val="0082066F"/>
    <w:rsid w:val="008206D2"/>
    <w:rsid w:val="00821753"/>
    <w:rsid w:val="00821C77"/>
    <w:rsid w:val="00821EBC"/>
    <w:rsid w:val="00822B2E"/>
    <w:rsid w:val="00823000"/>
    <w:rsid w:val="008232E4"/>
    <w:rsid w:val="0082371B"/>
    <w:rsid w:val="008238C0"/>
    <w:rsid w:val="008239BE"/>
    <w:rsid w:val="00823A1F"/>
    <w:rsid w:val="00823C26"/>
    <w:rsid w:val="00823C29"/>
    <w:rsid w:val="00823E7E"/>
    <w:rsid w:val="00823F66"/>
    <w:rsid w:val="00824160"/>
    <w:rsid w:val="00824EB1"/>
    <w:rsid w:val="008254CE"/>
    <w:rsid w:val="00825572"/>
    <w:rsid w:val="008259E8"/>
    <w:rsid w:val="00825B87"/>
    <w:rsid w:val="00825CF2"/>
    <w:rsid w:val="00825FA1"/>
    <w:rsid w:val="008262FE"/>
    <w:rsid w:val="0082698F"/>
    <w:rsid w:val="00827380"/>
    <w:rsid w:val="0082759E"/>
    <w:rsid w:val="00827898"/>
    <w:rsid w:val="00827B07"/>
    <w:rsid w:val="00830172"/>
    <w:rsid w:val="00830480"/>
    <w:rsid w:val="00830DCA"/>
    <w:rsid w:val="00831250"/>
    <w:rsid w:val="00831532"/>
    <w:rsid w:val="00832377"/>
    <w:rsid w:val="00832433"/>
    <w:rsid w:val="00832CB1"/>
    <w:rsid w:val="00832E7F"/>
    <w:rsid w:val="00833389"/>
    <w:rsid w:val="00833B92"/>
    <w:rsid w:val="00834D0D"/>
    <w:rsid w:val="00835472"/>
    <w:rsid w:val="0083560D"/>
    <w:rsid w:val="00835705"/>
    <w:rsid w:val="00836614"/>
    <w:rsid w:val="00836CAF"/>
    <w:rsid w:val="008378C2"/>
    <w:rsid w:val="00837CF5"/>
    <w:rsid w:val="00840482"/>
    <w:rsid w:val="0084175C"/>
    <w:rsid w:val="00841947"/>
    <w:rsid w:val="008422E5"/>
    <w:rsid w:val="008425CD"/>
    <w:rsid w:val="00843604"/>
    <w:rsid w:val="00843E5E"/>
    <w:rsid w:val="00844034"/>
    <w:rsid w:val="00845A7E"/>
    <w:rsid w:val="00845B8D"/>
    <w:rsid w:val="00845D88"/>
    <w:rsid w:val="0084617C"/>
    <w:rsid w:val="00847C97"/>
    <w:rsid w:val="00851649"/>
    <w:rsid w:val="00851881"/>
    <w:rsid w:val="00851D2D"/>
    <w:rsid w:val="0085243B"/>
    <w:rsid w:val="008538F9"/>
    <w:rsid w:val="00853C4C"/>
    <w:rsid w:val="008543CB"/>
    <w:rsid w:val="0085456D"/>
    <w:rsid w:val="0085550E"/>
    <w:rsid w:val="008559B5"/>
    <w:rsid w:val="00855A9F"/>
    <w:rsid w:val="00855ADE"/>
    <w:rsid w:val="00855B2C"/>
    <w:rsid w:val="00855C37"/>
    <w:rsid w:val="0085602E"/>
    <w:rsid w:val="008567DB"/>
    <w:rsid w:val="008568BE"/>
    <w:rsid w:val="00856AE1"/>
    <w:rsid w:val="00856C5D"/>
    <w:rsid w:val="0086013B"/>
    <w:rsid w:val="00861537"/>
    <w:rsid w:val="00862192"/>
    <w:rsid w:val="008622D3"/>
    <w:rsid w:val="008628C6"/>
    <w:rsid w:val="0086291D"/>
    <w:rsid w:val="00862C52"/>
    <w:rsid w:val="00862E19"/>
    <w:rsid w:val="00862F12"/>
    <w:rsid w:val="0086384F"/>
    <w:rsid w:val="008644A1"/>
    <w:rsid w:val="0086470A"/>
    <w:rsid w:val="008650DE"/>
    <w:rsid w:val="00865228"/>
    <w:rsid w:val="00865870"/>
    <w:rsid w:val="008658ED"/>
    <w:rsid w:val="008666F9"/>
    <w:rsid w:val="008668DF"/>
    <w:rsid w:val="00867188"/>
    <w:rsid w:val="008676E1"/>
    <w:rsid w:val="00867990"/>
    <w:rsid w:val="00867B27"/>
    <w:rsid w:val="00867EE9"/>
    <w:rsid w:val="008710D6"/>
    <w:rsid w:val="00871483"/>
    <w:rsid w:val="00871749"/>
    <w:rsid w:val="008726B1"/>
    <w:rsid w:val="00873154"/>
    <w:rsid w:val="00874574"/>
    <w:rsid w:val="0087525B"/>
    <w:rsid w:val="008759F8"/>
    <w:rsid w:val="00876197"/>
    <w:rsid w:val="0087629D"/>
    <w:rsid w:val="0087668E"/>
    <w:rsid w:val="00877722"/>
    <w:rsid w:val="008779B0"/>
    <w:rsid w:val="00877B14"/>
    <w:rsid w:val="00877B95"/>
    <w:rsid w:val="00877EF4"/>
    <w:rsid w:val="00880354"/>
    <w:rsid w:val="00880637"/>
    <w:rsid w:val="00880887"/>
    <w:rsid w:val="00881773"/>
    <w:rsid w:val="008817ED"/>
    <w:rsid w:val="008817F8"/>
    <w:rsid w:val="00881A77"/>
    <w:rsid w:val="00881C45"/>
    <w:rsid w:val="00882205"/>
    <w:rsid w:val="00882485"/>
    <w:rsid w:val="00882957"/>
    <w:rsid w:val="00882D02"/>
    <w:rsid w:val="0088305A"/>
    <w:rsid w:val="008830A1"/>
    <w:rsid w:val="00883378"/>
    <w:rsid w:val="0088381A"/>
    <w:rsid w:val="00884201"/>
    <w:rsid w:val="00884CA9"/>
    <w:rsid w:val="00885907"/>
    <w:rsid w:val="00885CAF"/>
    <w:rsid w:val="00886723"/>
    <w:rsid w:val="00886744"/>
    <w:rsid w:val="008869A1"/>
    <w:rsid w:val="00886AEE"/>
    <w:rsid w:val="00886B34"/>
    <w:rsid w:val="00887284"/>
    <w:rsid w:val="00887495"/>
    <w:rsid w:val="008878A7"/>
    <w:rsid w:val="00887CE3"/>
    <w:rsid w:val="00890665"/>
    <w:rsid w:val="008907B4"/>
    <w:rsid w:val="00890B76"/>
    <w:rsid w:val="00890EE3"/>
    <w:rsid w:val="00890F66"/>
    <w:rsid w:val="0089154F"/>
    <w:rsid w:val="00891FBC"/>
    <w:rsid w:val="00891FCE"/>
    <w:rsid w:val="00892270"/>
    <w:rsid w:val="0089265A"/>
    <w:rsid w:val="008944DE"/>
    <w:rsid w:val="008946F0"/>
    <w:rsid w:val="00894756"/>
    <w:rsid w:val="008947A5"/>
    <w:rsid w:val="00894EFA"/>
    <w:rsid w:val="0089516B"/>
    <w:rsid w:val="00896A39"/>
    <w:rsid w:val="00896AFD"/>
    <w:rsid w:val="00897215"/>
    <w:rsid w:val="00897436"/>
    <w:rsid w:val="00897C46"/>
    <w:rsid w:val="00897E1B"/>
    <w:rsid w:val="008A0072"/>
    <w:rsid w:val="008A0CD5"/>
    <w:rsid w:val="008A12EC"/>
    <w:rsid w:val="008A16FF"/>
    <w:rsid w:val="008A18FD"/>
    <w:rsid w:val="008A198A"/>
    <w:rsid w:val="008A1C18"/>
    <w:rsid w:val="008A1D0B"/>
    <w:rsid w:val="008A2465"/>
    <w:rsid w:val="008A2494"/>
    <w:rsid w:val="008A2630"/>
    <w:rsid w:val="008A2B77"/>
    <w:rsid w:val="008A3803"/>
    <w:rsid w:val="008A3A99"/>
    <w:rsid w:val="008A4031"/>
    <w:rsid w:val="008A47E3"/>
    <w:rsid w:val="008A4D56"/>
    <w:rsid w:val="008A5A3A"/>
    <w:rsid w:val="008A6510"/>
    <w:rsid w:val="008A6A0A"/>
    <w:rsid w:val="008A7034"/>
    <w:rsid w:val="008A7E51"/>
    <w:rsid w:val="008B07FE"/>
    <w:rsid w:val="008B0CE8"/>
    <w:rsid w:val="008B0DBE"/>
    <w:rsid w:val="008B0F20"/>
    <w:rsid w:val="008B109F"/>
    <w:rsid w:val="008B12B8"/>
    <w:rsid w:val="008B1A98"/>
    <w:rsid w:val="008B20A0"/>
    <w:rsid w:val="008B254C"/>
    <w:rsid w:val="008B271C"/>
    <w:rsid w:val="008B3397"/>
    <w:rsid w:val="008B3B9D"/>
    <w:rsid w:val="008B3D2B"/>
    <w:rsid w:val="008B403B"/>
    <w:rsid w:val="008B4502"/>
    <w:rsid w:val="008B4D33"/>
    <w:rsid w:val="008B4D36"/>
    <w:rsid w:val="008B5AE2"/>
    <w:rsid w:val="008B6CD1"/>
    <w:rsid w:val="008B739B"/>
    <w:rsid w:val="008B7D00"/>
    <w:rsid w:val="008B7E62"/>
    <w:rsid w:val="008C1818"/>
    <w:rsid w:val="008C1C3F"/>
    <w:rsid w:val="008C2FC2"/>
    <w:rsid w:val="008C321E"/>
    <w:rsid w:val="008C3619"/>
    <w:rsid w:val="008C38FC"/>
    <w:rsid w:val="008C393F"/>
    <w:rsid w:val="008C3E46"/>
    <w:rsid w:val="008C3F68"/>
    <w:rsid w:val="008C483C"/>
    <w:rsid w:val="008C4A89"/>
    <w:rsid w:val="008C4B74"/>
    <w:rsid w:val="008C5782"/>
    <w:rsid w:val="008C6153"/>
    <w:rsid w:val="008C6320"/>
    <w:rsid w:val="008C64D5"/>
    <w:rsid w:val="008C6862"/>
    <w:rsid w:val="008C6976"/>
    <w:rsid w:val="008C7230"/>
    <w:rsid w:val="008C7442"/>
    <w:rsid w:val="008D19D9"/>
    <w:rsid w:val="008D1D8A"/>
    <w:rsid w:val="008D2317"/>
    <w:rsid w:val="008D28BC"/>
    <w:rsid w:val="008D28D6"/>
    <w:rsid w:val="008D2C62"/>
    <w:rsid w:val="008D2D4A"/>
    <w:rsid w:val="008D2DBF"/>
    <w:rsid w:val="008D2F89"/>
    <w:rsid w:val="008D37E3"/>
    <w:rsid w:val="008D3AF9"/>
    <w:rsid w:val="008D3B84"/>
    <w:rsid w:val="008D3E4E"/>
    <w:rsid w:val="008D3F50"/>
    <w:rsid w:val="008D408C"/>
    <w:rsid w:val="008D4148"/>
    <w:rsid w:val="008D4612"/>
    <w:rsid w:val="008D512B"/>
    <w:rsid w:val="008D5B58"/>
    <w:rsid w:val="008D65BE"/>
    <w:rsid w:val="008D65D2"/>
    <w:rsid w:val="008D7502"/>
    <w:rsid w:val="008D7C7A"/>
    <w:rsid w:val="008E0C34"/>
    <w:rsid w:val="008E0C9D"/>
    <w:rsid w:val="008E110F"/>
    <w:rsid w:val="008E130F"/>
    <w:rsid w:val="008E1864"/>
    <w:rsid w:val="008E1C7D"/>
    <w:rsid w:val="008E1C8B"/>
    <w:rsid w:val="008E2430"/>
    <w:rsid w:val="008E2891"/>
    <w:rsid w:val="008E2DF5"/>
    <w:rsid w:val="008E310B"/>
    <w:rsid w:val="008E4410"/>
    <w:rsid w:val="008E455A"/>
    <w:rsid w:val="008E4F4F"/>
    <w:rsid w:val="008E5718"/>
    <w:rsid w:val="008E5831"/>
    <w:rsid w:val="008E63DD"/>
    <w:rsid w:val="008E660B"/>
    <w:rsid w:val="008E6BD7"/>
    <w:rsid w:val="008E6F4E"/>
    <w:rsid w:val="008E6F8C"/>
    <w:rsid w:val="008E79AD"/>
    <w:rsid w:val="008E7CDB"/>
    <w:rsid w:val="008E7EF1"/>
    <w:rsid w:val="008F02BF"/>
    <w:rsid w:val="008F0A26"/>
    <w:rsid w:val="008F0C99"/>
    <w:rsid w:val="008F22B4"/>
    <w:rsid w:val="008F27DA"/>
    <w:rsid w:val="008F2D66"/>
    <w:rsid w:val="008F2DBB"/>
    <w:rsid w:val="008F3324"/>
    <w:rsid w:val="008F34E6"/>
    <w:rsid w:val="008F368D"/>
    <w:rsid w:val="008F3B08"/>
    <w:rsid w:val="008F3E1A"/>
    <w:rsid w:val="008F418E"/>
    <w:rsid w:val="008F4BEF"/>
    <w:rsid w:val="008F50B3"/>
    <w:rsid w:val="008F5879"/>
    <w:rsid w:val="008F5B8D"/>
    <w:rsid w:val="008F5E38"/>
    <w:rsid w:val="008F5E73"/>
    <w:rsid w:val="008F5EFA"/>
    <w:rsid w:val="008F6220"/>
    <w:rsid w:val="008F6378"/>
    <w:rsid w:val="008F689B"/>
    <w:rsid w:val="008F68C7"/>
    <w:rsid w:val="008F70B8"/>
    <w:rsid w:val="008F7D4C"/>
    <w:rsid w:val="00900A42"/>
    <w:rsid w:val="00900DEA"/>
    <w:rsid w:val="00901485"/>
    <w:rsid w:val="00901716"/>
    <w:rsid w:val="00901A26"/>
    <w:rsid w:val="00901ED6"/>
    <w:rsid w:val="0090248A"/>
    <w:rsid w:val="0090394B"/>
    <w:rsid w:val="0090396F"/>
    <w:rsid w:val="0090428C"/>
    <w:rsid w:val="00904C7F"/>
    <w:rsid w:val="0090546E"/>
    <w:rsid w:val="00905FA1"/>
    <w:rsid w:val="009065C5"/>
    <w:rsid w:val="00906F02"/>
    <w:rsid w:val="00906F22"/>
    <w:rsid w:val="00907166"/>
    <w:rsid w:val="009074A3"/>
    <w:rsid w:val="00907517"/>
    <w:rsid w:val="00907B2C"/>
    <w:rsid w:val="00907C13"/>
    <w:rsid w:val="00910792"/>
    <w:rsid w:val="00910B93"/>
    <w:rsid w:val="0091198B"/>
    <w:rsid w:val="009125A6"/>
    <w:rsid w:val="00912707"/>
    <w:rsid w:val="00912A2B"/>
    <w:rsid w:val="00912B54"/>
    <w:rsid w:val="00912E7E"/>
    <w:rsid w:val="00913CCB"/>
    <w:rsid w:val="00913D87"/>
    <w:rsid w:val="00913DC2"/>
    <w:rsid w:val="009140FF"/>
    <w:rsid w:val="00914118"/>
    <w:rsid w:val="00914432"/>
    <w:rsid w:val="00914DE6"/>
    <w:rsid w:val="00915331"/>
    <w:rsid w:val="00915791"/>
    <w:rsid w:val="00915A0C"/>
    <w:rsid w:val="00916A7E"/>
    <w:rsid w:val="00916CD6"/>
    <w:rsid w:val="00916D83"/>
    <w:rsid w:val="00917A6F"/>
    <w:rsid w:val="009202EF"/>
    <w:rsid w:val="009205B9"/>
    <w:rsid w:val="00920B57"/>
    <w:rsid w:val="009210AF"/>
    <w:rsid w:val="009210DA"/>
    <w:rsid w:val="009211CC"/>
    <w:rsid w:val="0092127F"/>
    <w:rsid w:val="00921C81"/>
    <w:rsid w:val="00922372"/>
    <w:rsid w:val="00922D70"/>
    <w:rsid w:val="009237E5"/>
    <w:rsid w:val="009238F8"/>
    <w:rsid w:val="00923BF2"/>
    <w:rsid w:val="009242E9"/>
    <w:rsid w:val="009243D9"/>
    <w:rsid w:val="00924993"/>
    <w:rsid w:val="00924D09"/>
    <w:rsid w:val="00924E02"/>
    <w:rsid w:val="009250B5"/>
    <w:rsid w:val="00925965"/>
    <w:rsid w:val="009259B5"/>
    <w:rsid w:val="00925E80"/>
    <w:rsid w:val="0092679A"/>
    <w:rsid w:val="00926D4C"/>
    <w:rsid w:val="00926DFE"/>
    <w:rsid w:val="0092744A"/>
    <w:rsid w:val="00927AA0"/>
    <w:rsid w:val="00927D71"/>
    <w:rsid w:val="00927DF9"/>
    <w:rsid w:val="00927EF7"/>
    <w:rsid w:val="00930403"/>
    <w:rsid w:val="009305DF"/>
    <w:rsid w:val="00930A86"/>
    <w:rsid w:val="00930D15"/>
    <w:rsid w:val="00930F6A"/>
    <w:rsid w:val="009310C5"/>
    <w:rsid w:val="00931424"/>
    <w:rsid w:val="009314B8"/>
    <w:rsid w:val="00931D37"/>
    <w:rsid w:val="00931EF3"/>
    <w:rsid w:val="00932920"/>
    <w:rsid w:val="00932CE7"/>
    <w:rsid w:val="00932EAC"/>
    <w:rsid w:val="0093332E"/>
    <w:rsid w:val="0093361E"/>
    <w:rsid w:val="00933881"/>
    <w:rsid w:val="00934651"/>
    <w:rsid w:val="009351DC"/>
    <w:rsid w:val="0093534A"/>
    <w:rsid w:val="009360ED"/>
    <w:rsid w:val="00937505"/>
    <w:rsid w:val="009378B3"/>
    <w:rsid w:val="009378B8"/>
    <w:rsid w:val="009378DF"/>
    <w:rsid w:val="00937BB0"/>
    <w:rsid w:val="00937C12"/>
    <w:rsid w:val="00937DA1"/>
    <w:rsid w:val="0094012F"/>
    <w:rsid w:val="0094058D"/>
    <w:rsid w:val="00941FC3"/>
    <w:rsid w:val="00942424"/>
    <w:rsid w:val="009431E5"/>
    <w:rsid w:val="00943473"/>
    <w:rsid w:val="009436DD"/>
    <w:rsid w:val="00944011"/>
    <w:rsid w:val="009449E8"/>
    <w:rsid w:val="009452A3"/>
    <w:rsid w:val="00945436"/>
    <w:rsid w:val="00945446"/>
    <w:rsid w:val="0094549A"/>
    <w:rsid w:val="00945923"/>
    <w:rsid w:val="00945D0E"/>
    <w:rsid w:val="0094648F"/>
    <w:rsid w:val="00946CFB"/>
    <w:rsid w:val="0094702F"/>
    <w:rsid w:val="009477C6"/>
    <w:rsid w:val="00947888"/>
    <w:rsid w:val="00947D83"/>
    <w:rsid w:val="00950875"/>
    <w:rsid w:val="009510FE"/>
    <w:rsid w:val="00951185"/>
    <w:rsid w:val="00951445"/>
    <w:rsid w:val="00951EF4"/>
    <w:rsid w:val="009521ED"/>
    <w:rsid w:val="00952703"/>
    <w:rsid w:val="00952CC5"/>
    <w:rsid w:val="0095312D"/>
    <w:rsid w:val="00953667"/>
    <w:rsid w:val="00953672"/>
    <w:rsid w:val="00953885"/>
    <w:rsid w:val="00953A1B"/>
    <w:rsid w:val="00953CBA"/>
    <w:rsid w:val="00953D6D"/>
    <w:rsid w:val="00954969"/>
    <w:rsid w:val="00954A41"/>
    <w:rsid w:val="00955008"/>
    <w:rsid w:val="009550E1"/>
    <w:rsid w:val="009553CE"/>
    <w:rsid w:val="009553FA"/>
    <w:rsid w:val="0095567C"/>
    <w:rsid w:val="00956551"/>
    <w:rsid w:val="009566E8"/>
    <w:rsid w:val="00956FC8"/>
    <w:rsid w:val="009579D3"/>
    <w:rsid w:val="00957EE1"/>
    <w:rsid w:val="0096009B"/>
    <w:rsid w:val="009602D0"/>
    <w:rsid w:val="009607DA"/>
    <w:rsid w:val="009616FB"/>
    <w:rsid w:val="0096170E"/>
    <w:rsid w:val="0096217E"/>
    <w:rsid w:val="00962AC9"/>
    <w:rsid w:val="009630AB"/>
    <w:rsid w:val="0096334A"/>
    <w:rsid w:val="009636D8"/>
    <w:rsid w:val="00963A23"/>
    <w:rsid w:val="00964498"/>
    <w:rsid w:val="00964576"/>
    <w:rsid w:val="0096474B"/>
    <w:rsid w:val="00965B2E"/>
    <w:rsid w:val="00965BA6"/>
    <w:rsid w:val="00965C54"/>
    <w:rsid w:val="00965E08"/>
    <w:rsid w:val="00966DB6"/>
    <w:rsid w:val="00967474"/>
    <w:rsid w:val="00967630"/>
    <w:rsid w:val="00967965"/>
    <w:rsid w:val="009702E5"/>
    <w:rsid w:val="009704DF"/>
    <w:rsid w:val="00970A81"/>
    <w:rsid w:val="00971D30"/>
    <w:rsid w:val="00971EC5"/>
    <w:rsid w:val="0097248A"/>
    <w:rsid w:val="0097249C"/>
    <w:rsid w:val="0097252C"/>
    <w:rsid w:val="0097289B"/>
    <w:rsid w:val="00972DB0"/>
    <w:rsid w:val="00972EDE"/>
    <w:rsid w:val="00973153"/>
    <w:rsid w:val="00973366"/>
    <w:rsid w:val="00973989"/>
    <w:rsid w:val="00973C23"/>
    <w:rsid w:val="00973C3B"/>
    <w:rsid w:val="00973CA1"/>
    <w:rsid w:val="00973F50"/>
    <w:rsid w:val="009741A6"/>
    <w:rsid w:val="009741B2"/>
    <w:rsid w:val="009747C2"/>
    <w:rsid w:val="00974A50"/>
    <w:rsid w:val="00974D97"/>
    <w:rsid w:val="00974E68"/>
    <w:rsid w:val="0097686C"/>
    <w:rsid w:val="009768BC"/>
    <w:rsid w:val="00976AC3"/>
    <w:rsid w:val="00976BC1"/>
    <w:rsid w:val="00977029"/>
    <w:rsid w:val="0097745E"/>
    <w:rsid w:val="009774EB"/>
    <w:rsid w:val="00977BF3"/>
    <w:rsid w:val="00977CC6"/>
    <w:rsid w:val="00980064"/>
    <w:rsid w:val="009801C5"/>
    <w:rsid w:val="009803D9"/>
    <w:rsid w:val="00980CC5"/>
    <w:rsid w:val="009821B3"/>
    <w:rsid w:val="00982749"/>
    <w:rsid w:val="009829AD"/>
    <w:rsid w:val="00982C7F"/>
    <w:rsid w:val="00982E0A"/>
    <w:rsid w:val="00984DBD"/>
    <w:rsid w:val="00984F87"/>
    <w:rsid w:val="00985561"/>
    <w:rsid w:val="009865C4"/>
    <w:rsid w:val="00986780"/>
    <w:rsid w:val="00986C5A"/>
    <w:rsid w:val="0098706A"/>
    <w:rsid w:val="00987496"/>
    <w:rsid w:val="009875A1"/>
    <w:rsid w:val="0099100F"/>
    <w:rsid w:val="009912B5"/>
    <w:rsid w:val="00991783"/>
    <w:rsid w:val="009917D0"/>
    <w:rsid w:val="009928FF"/>
    <w:rsid w:val="00992BB3"/>
    <w:rsid w:val="00992E09"/>
    <w:rsid w:val="009934CF"/>
    <w:rsid w:val="00994133"/>
    <w:rsid w:val="00994D60"/>
    <w:rsid w:val="00995013"/>
    <w:rsid w:val="00995710"/>
    <w:rsid w:val="00996105"/>
    <w:rsid w:val="009961B7"/>
    <w:rsid w:val="0099636D"/>
    <w:rsid w:val="00996D17"/>
    <w:rsid w:val="00997166"/>
    <w:rsid w:val="009973EF"/>
    <w:rsid w:val="0099755D"/>
    <w:rsid w:val="009A00A6"/>
    <w:rsid w:val="009A06F2"/>
    <w:rsid w:val="009A0C3A"/>
    <w:rsid w:val="009A0CCF"/>
    <w:rsid w:val="009A0D73"/>
    <w:rsid w:val="009A10E5"/>
    <w:rsid w:val="009A1646"/>
    <w:rsid w:val="009A1829"/>
    <w:rsid w:val="009A1886"/>
    <w:rsid w:val="009A1954"/>
    <w:rsid w:val="009A224F"/>
    <w:rsid w:val="009A230E"/>
    <w:rsid w:val="009A238D"/>
    <w:rsid w:val="009A272B"/>
    <w:rsid w:val="009A3209"/>
    <w:rsid w:val="009A348C"/>
    <w:rsid w:val="009A35AB"/>
    <w:rsid w:val="009A360E"/>
    <w:rsid w:val="009A3667"/>
    <w:rsid w:val="009A556B"/>
    <w:rsid w:val="009A55D7"/>
    <w:rsid w:val="009A5CB8"/>
    <w:rsid w:val="009A6424"/>
    <w:rsid w:val="009A655A"/>
    <w:rsid w:val="009A6621"/>
    <w:rsid w:val="009A6E9D"/>
    <w:rsid w:val="009A7884"/>
    <w:rsid w:val="009A79F9"/>
    <w:rsid w:val="009A7E2D"/>
    <w:rsid w:val="009B05A8"/>
    <w:rsid w:val="009B1124"/>
    <w:rsid w:val="009B11ED"/>
    <w:rsid w:val="009B1480"/>
    <w:rsid w:val="009B2016"/>
    <w:rsid w:val="009B2981"/>
    <w:rsid w:val="009B3BA9"/>
    <w:rsid w:val="009B3BC6"/>
    <w:rsid w:val="009B3CBA"/>
    <w:rsid w:val="009B44DF"/>
    <w:rsid w:val="009B479E"/>
    <w:rsid w:val="009B4D18"/>
    <w:rsid w:val="009B4E3B"/>
    <w:rsid w:val="009B4EB4"/>
    <w:rsid w:val="009B523F"/>
    <w:rsid w:val="009B5524"/>
    <w:rsid w:val="009B556E"/>
    <w:rsid w:val="009B5772"/>
    <w:rsid w:val="009B5931"/>
    <w:rsid w:val="009B5D19"/>
    <w:rsid w:val="009B5DC1"/>
    <w:rsid w:val="009B64FA"/>
    <w:rsid w:val="009B65D3"/>
    <w:rsid w:val="009B6B53"/>
    <w:rsid w:val="009B76CD"/>
    <w:rsid w:val="009B7832"/>
    <w:rsid w:val="009B7BAB"/>
    <w:rsid w:val="009B7CAC"/>
    <w:rsid w:val="009C107F"/>
    <w:rsid w:val="009C11F3"/>
    <w:rsid w:val="009C1390"/>
    <w:rsid w:val="009C1A13"/>
    <w:rsid w:val="009C2F21"/>
    <w:rsid w:val="009C3664"/>
    <w:rsid w:val="009C4A16"/>
    <w:rsid w:val="009C4EC1"/>
    <w:rsid w:val="009C4F1A"/>
    <w:rsid w:val="009C500F"/>
    <w:rsid w:val="009C5CF8"/>
    <w:rsid w:val="009C66E0"/>
    <w:rsid w:val="009C6DA0"/>
    <w:rsid w:val="009D1190"/>
    <w:rsid w:val="009D1219"/>
    <w:rsid w:val="009D1475"/>
    <w:rsid w:val="009D1B0B"/>
    <w:rsid w:val="009D1E9D"/>
    <w:rsid w:val="009D2099"/>
    <w:rsid w:val="009D217A"/>
    <w:rsid w:val="009D2210"/>
    <w:rsid w:val="009D32C5"/>
    <w:rsid w:val="009D335F"/>
    <w:rsid w:val="009D3628"/>
    <w:rsid w:val="009D4843"/>
    <w:rsid w:val="009D488A"/>
    <w:rsid w:val="009D4AB0"/>
    <w:rsid w:val="009D510D"/>
    <w:rsid w:val="009D51C3"/>
    <w:rsid w:val="009D54A0"/>
    <w:rsid w:val="009D5FD7"/>
    <w:rsid w:val="009D62AD"/>
    <w:rsid w:val="009D66F8"/>
    <w:rsid w:val="009D6BC2"/>
    <w:rsid w:val="009D7516"/>
    <w:rsid w:val="009D7637"/>
    <w:rsid w:val="009D7B5E"/>
    <w:rsid w:val="009D7BC1"/>
    <w:rsid w:val="009D7C8E"/>
    <w:rsid w:val="009E0D95"/>
    <w:rsid w:val="009E0DA9"/>
    <w:rsid w:val="009E12AD"/>
    <w:rsid w:val="009E1314"/>
    <w:rsid w:val="009E180B"/>
    <w:rsid w:val="009E217C"/>
    <w:rsid w:val="009E2A7A"/>
    <w:rsid w:val="009E2FFE"/>
    <w:rsid w:val="009E3D31"/>
    <w:rsid w:val="009E3D9F"/>
    <w:rsid w:val="009E4040"/>
    <w:rsid w:val="009E41AF"/>
    <w:rsid w:val="009E432E"/>
    <w:rsid w:val="009E484F"/>
    <w:rsid w:val="009E50EE"/>
    <w:rsid w:val="009E5121"/>
    <w:rsid w:val="009E5677"/>
    <w:rsid w:val="009E62F4"/>
    <w:rsid w:val="009E64E7"/>
    <w:rsid w:val="009E6807"/>
    <w:rsid w:val="009E74A8"/>
    <w:rsid w:val="009E756D"/>
    <w:rsid w:val="009F0D79"/>
    <w:rsid w:val="009F147B"/>
    <w:rsid w:val="009F1E74"/>
    <w:rsid w:val="009F23C5"/>
    <w:rsid w:val="009F2477"/>
    <w:rsid w:val="009F24A0"/>
    <w:rsid w:val="009F2897"/>
    <w:rsid w:val="009F2ABB"/>
    <w:rsid w:val="009F2CA9"/>
    <w:rsid w:val="009F342B"/>
    <w:rsid w:val="009F379A"/>
    <w:rsid w:val="009F3C71"/>
    <w:rsid w:val="009F3CF5"/>
    <w:rsid w:val="009F4518"/>
    <w:rsid w:val="009F45BD"/>
    <w:rsid w:val="009F4E42"/>
    <w:rsid w:val="009F5D9D"/>
    <w:rsid w:val="009F5FE3"/>
    <w:rsid w:val="009F6686"/>
    <w:rsid w:val="009F70D7"/>
    <w:rsid w:val="009F785B"/>
    <w:rsid w:val="009F7BBB"/>
    <w:rsid w:val="009F7D32"/>
    <w:rsid w:val="009F7D83"/>
    <w:rsid w:val="00A003DC"/>
    <w:rsid w:val="00A0099F"/>
    <w:rsid w:val="00A00C6F"/>
    <w:rsid w:val="00A00D30"/>
    <w:rsid w:val="00A01242"/>
    <w:rsid w:val="00A01777"/>
    <w:rsid w:val="00A018C7"/>
    <w:rsid w:val="00A01B1F"/>
    <w:rsid w:val="00A01B50"/>
    <w:rsid w:val="00A0205C"/>
    <w:rsid w:val="00A02DC0"/>
    <w:rsid w:val="00A0330F"/>
    <w:rsid w:val="00A04C48"/>
    <w:rsid w:val="00A04FB0"/>
    <w:rsid w:val="00A05208"/>
    <w:rsid w:val="00A05334"/>
    <w:rsid w:val="00A054F6"/>
    <w:rsid w:val="00A055F7"/>
    <w:rsid w:val="00A07283"/>
    <w:rsid w:val="00A07362"/>
    <w:rsid w:val="00A07B0B"/>
    <w:rsid w:val="00A07CE1"/>
    <w:rsid w:val="00A07E49"/>
    <w:rsid w:val="00A101BD"/>
    <w:rsid w:val="00A10A09"/>
    <w:rsid w:val="00A11629"/>
    <w:rsid w:val="00A119C1"/>
    <w:rsid w:val="00A12D72"/>
    <w:rsid w:val="00A131AD"/>
    <w:rsid w:val="00A1344B"/>
    <w:rsid w:val="00A141B2"/>
    <w:rsid w:val="00A1477D"/>
    <w:rsid w:val="00A14954"/>
    <w:rsid w:val="00A15AD7"/>
    <w:rsid w:val="00A15C34"/>
    <w:rsid w:val="00A15D89"/>
    <w:rsid w:val="00A1663F"/>
    <w:rsid w:val="00A168D1"/>
    <w:rsid w:val="00A169EC"/>
    <w:rsid w:val="00A17215"/>
    <w:rsid w:val="00A17316"/>
    <w:rsid w:val="00A20AD6"/>
    <w:rsid w:val="00A21413"/>
    <w:rsid w:val="00A22A7B"/>
    <w:rsid w:val="00A22C6A"/>
    <w:rsid w:val="00A22D97"/>
    <w:rsid w:val="00A23205"/>
    <w:rsid w:val="00A2355D"/>
    <w:rsid w:val="00A23CD4"/>
    <w:rsid w:val="00A245CD"/>
    <w:rsid w:val="00A24A2A"/>
    <w:rsid w:val="00A24EAE"/>
    <w:rsid w:val="00A25064"/>
    <w:rsid w:val="00A259E9"/>
    <w:rsid w:val="00A25A9E"/>
    <w:rsid w:val="00A26B23"/>
    <w:rsid w:val="00A2713D"/>
    <w:rsid w:val="00A27B0C"/>
    <w:rsid w:val="00A27DC1"/>
    <w:rsid w:val="00A27EE2"/>
    <w:rsid w:val="00A302AC"/>
    <w:rsid w:val="00A30480"/>
    <w:rsid w:val="00A30696"/>
    <w:rsid w:val="00A30831"/>
    <w:rsid w:val="00A30E5A"/>
    <w:rsid w:val="00A30FB3"/>
    <w:rsid w:val="00A3163F"/>
    <w:rsid w:val="00A31AC4"/>
    <w:rsid w:val="00A32865"/>
    <w:rsid w:val="00A32912"/>
    <w:rsid w:val="00A32D1A"/>
    <w:rsid w:val="00A3333F"/>
    <w:rsid w:val="00A333F2"/>
    <w:rsid w:val="00A338C3"/>
    <w:rsid w:val="00A33C1B"/>
    <w:rsid w:val="00A33E93"/>
    <w:rsid w:val="00A345BB"/>
    <w:rsid w:val="00A34800"/>
    <w:rsid w:val="00A356F7"/>
    <w:rsid w:val="00A35762"/>
    <w:rsid w:val="00A357DA"/>
    <w:rsid w:val="00A3679D"/>
    <w:rsid w:val="00A36B37"/>
    <w:rsid w:val="00A36B80"/>
    <w:rsid w:val="00A36DF6"/>
    <w:rsid w:val="00A36FD0"/>
    <w:rsid w:val="00A3743A"/>
    <w:rsid w:val="00A37FAB"/>
    <w:rsid w:val="00A40808"/>
    <w:rsid w:val="00A40CAE"/>
    <w:rsid w:val="00A41329"/>
    <w:rsid w:val="00A4134C"/>
    <w:rsid w:val="00A413D5"/>
    <w:rsid w:val="00A41476"/>
    <w:rsid w:val="00A41B11"/>
    <w:rsid w:val="00A41B51"/>
    <w:rsid w:val="00A41E49"/>
    <w:rsid w:val="00A4275D"/>
    <w:rsid w:val="00A42D7C"/>
    <w:rsid w:val="00A4326E"/>
    <w:rsid w:val="00A433BD"/>
    <w:rsid w:val="00A4399A"/>
    <w:rsid w:val="00A439BA"/>
    <w:rsid w:val="00A43D7F"/>
    <w:rsid w:val="00A4403E"/>
    <w:rsid w:val="00A4477C"/>
    <w:rsid w:val="00A45387"/>
    <w:rsid w:val="00A454D5"/>
    <w:rsid w:val="00A45FAD"/>
    <w:rsid w:val="00A46AE7"/>
    <w:rsid w:val="00A4717B"/>
    <w:rsid w:val="00A47555"/>
    <w:rsid w:val="00A47A7C"/>
    <w:rsid w:val="00A500C5"/>
    <w:rsid w:val="00A508B0"/>
    <w:rsid w:val="00A50C9B"/>
    <w:rsid w:val="00A51216"/>
    <w:rsid w:val="00A512E6"/>
    <w:rsid w:val="00A51C93"/>
    <w:rsid w:val="00A5235C"/>
    <w:rsid w:val="00A5333D"/>
    <w:rsid w:val="00A5344F"/>
    <w:rsid w:val="00A539C8"/>
    <w:rsid w:val="00A53E92"/>
    <w:rsid w:val="00A54284"/>
    <w:rsid w:val="00A54674"/>
    <w:rsid w:val="00A5492F"/>
    <w:rsid w:val="00A549E6"/>
    <w:rsid w:val="00A553E1"/>
    <w:rsid w:val="00A55426"/>
    <w:rsid w:val="00A56009"/>
    <w:rsid w:val="00A56092"/>
    <w:rsid w:val="00A56603"/>
    <w:rsid w:val="00A5673D"/>
    <w:rsid w:val="00A5738F"/>
    <w:rsid w:val="00A574C2"/>
    <w:rsid w:val="00A60305"/>
    <w:rsid w:val="00A61249"/>
    <w:rsid w:val="00A6207E"/>
    <w:rsid w:val="00A62788"/>
    <w:rsid w:val="00A62A82"/>
    <w:rsid w:val="00A63227"/>
    <w:rsid w:val="00A6380D"/>
    <w:rsid w:val="00A63966"/>
    <w:rsid w:val="00A64477"/>
    <w:rsid w:val="00A646B0"/>
    <w:rsid w:val="00A64FE7"/>
    <w:rsid w:val="00A66002"/>
    <w:rsid w:val="00A66064"/>
    <w:rsid w:val="00A663C9"/>
    <w:rsid w:val="00A67C1F"/>
    <w:rsid w:val="00A70298"/>
    <w:rsid w:val="00A705D7"/>
    <w:rsid w:val="00A709D6"/>
    <w:rsid w:val="00A7115F"/>
    <w:rsid w:val="00A7130D"/>
    <w:rsid w:val="00A716B7"/>
    <w:rsid w:val="00A724AE"/>
    <w:rsid w:val="00A724C7"/>
    <w:rsid w:val="00A72A9E"/>
    <w:rsid w:val="00A72E0F"/>
    <w:rsid w:val="00A72E5C"/>
    <w:rsid w:val="00A73C59"/>
    <w:rsid w:val="00A74F8F"/>
    <w:rsid w:val="00A75271"/>
    <w:rsid w:val="00A75B26"/>
    <w:rsid w:val="00A75BDF"/>
    <w:rsid w:val="00A75E8C"/>
    <w:rsid w:val="00A7647D"/>
    <w:rsid w:val="00A76E00"/>
    <w:rsid w:val="00A77CD4"/>
    <w:rsid w:val="00A802AD"/>
    <w:rsid w:val="00A807CB"/>
    <w:rsid w:val="00A80CF8"/>
    <w:rsid w:val="00A80D03"/>
    <w:rsid w:val="00A8111D"/>
    <w:rsid w:val="00A81958"/>
    <w:rsid w:val="00A82BB5"/>
    <w:rsid w:val="00A82C4B"/>
    <w:rsid w:val="00A82D26"/>
    <w:rsid w:val="00A82E1A"/>
    <w:rsid w:val="00A83957"/>
    <w:rsid w:val="00A83B0E"/>
    <w:rsid w:val="00A83B82"/>
    <w:rsid w:val="00A84188"/>
    <w:rsid w:val="00A841B0"/>
    <w:rsid w:val="00A84802"/>
    <w:rsid w:val="00A84854"/>
    <w:rsid w:val="00A8533D"/>
    <w:rsid w:val="00A85380"/>
    <w:rsid w:val="00A85AE3"/>
    <w:rsid w:val="00A86DE5"/>
    <w:rsid w:val="00A87549"/>
    <w:rsid w:val="00A87ACF"/>
    <w:rsid w:val="00A90083"/>
    <w:rsid w:val="00A90194"/>
    <w:rsid w:val="00A90AB3"/>
    <w:rsid w:val="00A90BF8"/>
    <w:rsid w:val="00A9159B"/>
    <w:rsid w:val="00A91944"/>
    <w:rsid w:val="00A92CC4"/>
    <w:rsid w:val="00A9312A"/>
    <w:rsid w:val="00A94092"/>
    <w:rsid w:val="00A944F5"/>
    <w:rsid w:val="00A948F0"/>
    <w:rsid w:val="00A94D08"/>
    <w:rsid w:val="00A9510F"/>
    <w:rsid w:val="00A953DC"/>
    <w:rsid w:val="00A958C3"/>
    <w:rsid w:val="00A964FB"/>
    <w:rsid w:val="00A97107"/>
    <w:rsid w:val="00A971CD"/>
    <w:rsid w:val="00A97451"/>
    <w:rsid w:val="00A974B8"/>
    <w:rsid w:val="00A97B19"/>
    <w:rsid w:val="00AA013B"/>
    <w:rsid w:val="00AA01C0"/>
    <w:rsid w:val="00AA05FA"/>
    <w:rsid w:val="00AA087A"/>
    <w:rsid w:val="00AA0A3C"/>
    <w:rsid w:val="00AA1C22"/>
    <w:rsid w:val="00AA2462"/>
    <w:rsid w:val="00AA2A3D"/>
    <w:rsid w:val="00AA2A8D"/>
    <w:rsid w:val="00AA338F"/>
    <w:rsid w:val="00AA3484"/>
    <w:rsid w:val="00AA3CDD"/>
    <w:rsid w:val="00AA3E62"/>
    <w:rsid w:val="00AA3F4F"/>
    <w:rsid w:val="00AA4689"/>
    <w:rsid w:val="00AA4734"/>
    <w:rsid w:val="00AA47DF"/>
    <w:rsid w:val="00AA4A52"/>
    <w:rsid w:val="00AA51C3"/>
    <w:rsid w:val="00AA563A"/>
    <w:rsid w:val="00AA6667"/>
    <w:rsid w:val="00AA67A0"/>
    <w:rsid w:val="00AA7827"/>
    <w:rsid w:val="00AA7C0B"/>
    <w:rsid w:val="00AA7C62"/>
    <w:rsid w:val="00AA7FBF"/>
    <w:rsid w:val="00AB0848"/>
    <w:rsid w:val="00AB0BE6"/>
    <w:rsid w:val="00AB0C5B"/>
    <w:rsid w:val="00AB0F98"/>
    <w:rsid w:val="00AB1C72"/>
    <w:rsid w:val="00AB2310"/>
    <w:rsid w:val="00AB26C2"/>
    <w:rsid w:val="00AB2CBC"/>
    <w:rsid w:val="00AB2EF8"/>
    <w:rsid w:val="00AB2FDD"/>
    <w:rsid w:val="00AB31A5"/>
    <w:rsid w:val="00AB3268"/>
    <w:rsid w:val="00AB4593"/>
    <w:rsid w:val="00AB5619"/>
    <w:rsid w:val="00AB603C"/>
    <w:rsid w:val="00AB6174"/>
    <w:rsid w:val="00AB6437"/>
    <w:rsid w:val="00AB64C6"/>
    <w:rsid w:val="00AB65F5"/>
    <w:rsid w:val="00AB667F"/>
    <w:rsid w:val="00AB676E"/>
    <w:rsid w:val="00AB7034"/>
    <w:rsid w:val="00AB79BB"/>
    <w:rsid w:val="00AB7ED1"/>
    <w:rsid w:val="00AB7F8D"/>
    <w:rsid w:val="00AC0EB5"/>
    <w:rsid w:val="00AC11A3"/>
    <w:rsid w:val="00AC1422"/>
    <w:rsid w:val="00AC1497"/>
    <w:rsid w:val="00AC18A4"/>
    <w:rsid w:val="00AC1A1A"/>
    <w:rsid w:val="00AC1F0C"/>
    <w:rsid w:val="00AC2414"/>
    <w:rsid w:val="00AC281E"/>
    <w:rsid w:val="00AC2C2D"/>
    <w:rsid w:val="00AC3354"/>
    <w:rsid w:val="00AC337D"/>
    <w:rsid w:val="00AC36B9"/>
    <w:rsid w:val="00AC38F5"/>
    <w:rsid w:val="00AC4111"/>
    <w:rsid w:val="00AC453D"/>
    <w:rsid w:val="00AC4F57"/>
    <w:rsid w:val="00AC5668"/>
    <w:rsid w:val="00AC5716"/>
    <w:rsid w:val="00AC6290"/>
    <w:rsid w:val="00AC670B"/>
    <w:rsid w:val="00AC6BC9"/>
    <w:rsid w:val="00AC713F"/>
    <w:rsid w:val="00AC7390"/>
    <w:rsid w:val="00AC7834"/>
    <w:rsid w:val="00AD0D6F"/>
    <w:rsid w:val="00AD12C4"/>
    <w:rsid w:val="00AD15DB"/>
    <w:rsid w:val="00AD1820"/>
    <w:rsid w:val="00AD192B"/>
    <w:rsid w:val="00AD2022"/>
    <w:rsid w:val="00AD221C"/>
    <w:rsid w:val="00AD2940"/>
    <w:rsid w:val="00AD296F"/>
    <w:rsid w:val="00AD2C2A"/>
    <w:rsid w:val="00AD2D18"/>
    <w:rsid w:val="00AD3478"/>
    <w:rsid w:val="00AD34D8"/>
    <w:rsid w:val="00AD352E"/>
    <w:rsid w:val="00AD3E78"/>
    <w:rsid w:val="00AD4264"/>
    <w:rsid w:val="00AD4FA5"/>
    <w:rsid w:val="00AD517E"/>
    <w:rsid w:val="00AD55C7"/>
    <w:rsid w:val="00AD6633"/>
    <w:rsid w:val="00AD67E8"/>
    <w:rsid w:val="00AD6ADE"/>
    <w:rsid w:val="00AD71CA"/>
    <w:rsid w:val="00AD72B9"/>
    <w:rsid w:val="00AD7ADA"/>
    <w:rsid w:val="00AD7EDC"/>
    <w:rsid w:val="00AE022E"/>
    <w:rsid w:val="00AE030A"/>
    <w:rsid w:val="00AE0D41"/>
    <w:rsid w:val="00AE0D93"/>
    <w:rsid w:val="00AE10FD"/>
    <w:rsid w:val="00AE142A"/>
    <w:rsid w:val="00AE1B61"/>
    <w:rsid w:val="00AE20AA"/>
    <w:rsid w:val="00AE2259"/>
    <w:rsid w:val="00AE3608"/>
    <w:rsid w:val="00AE3766"/>
    <w:rsid w:val="00AE403B"/>
    <w:rsid w:val="00AE5F47"/>
    <w:rsid w:val="00AE68E0"/>
    <w:rsid w:val="00AE6EF1"/>
    <w:rsid w:val="00AE70AD"/>
    <w:rsid w:val="00AE7A62"/>
    <w:rsid w:val="00AF0D90"/>
    <w:rsid w:val="00AF0ECA"/>
    <w:rsid w:val="00AF1529"/>
    <w:rsid w:val="00AF15B6"/>
    <w:rsid w:val="00AF1A09"/>
    <w:rsid w:val="00AF215A"/>
    <w:rsid w:val="00AF250F"/>
    <w:rsid w:val="00AF292D"/>
    <w:rsid w:val="00AF2D5D"/>
    <w:rsid w:val="00AF2D86"/>
    <w:rsid w:val="00AF34AB"/>
    <w:rsid w:val="00AF34CC"/>
    <w:rsid w:val="00AF4254"/>
    <w:rsid w:val="00AF42B2"/>
    <w:rsid w:val="00AF45C5"/>
    <w:rsid w:val="00AF4C52"/>
    <w:rsid w:val="00AF4CC7"/>
    <w:rsid w:val="00AF4D7A"/>
    <w:rsid w:val="00AF50D0"/>
    <w:rsid w:val="00AF522E"/>
    <w:rsid w:val="00AF5452"/>
    <w:rsid w:val="00AF5E7C"/>
    <w:rsid w:val="00AF61C9"/>
    <w:rsid w:val="00AF66E3"/>
    <w:rsid w:val="00AF6B58"/>
    <w:rsid w:val="00AF6DBD"/>
    <w:rsid w:val="00AF6DD2"/>
    <w:rsid w:val="00AF70A7"/>
    <w:rsid w:val="00AF7CD2"/>
    <w:rsid w:val="00B00021"/>
    <w:rsid w:val="00B004DF"/>
    <w:rsid w:val="00B00537"/>
    <w:rsid w:val="00B0098E"/>
    <w:rsid w:val="00B00A2E"/>
    <w:rsid w:val="00B00C5C"/>
    <w:rsid w:val="00B01860"/>
    <w:rsid w:val="00B019BA"/>
    <w:rsid w:val="00B01A4D"/>
    <w:rsid w:val="00B01BEF"/>
    <w:rsid w:val="00B01E6E"/>
    <w:rsid w:val="00B02862"/>
    <w:rsid w:val="00B02BDD"/>
    <w:rsid w:val="00B02C19"/>
    <w:rsid w:val="00B02CA5"/>
    <w:rsid w:val="00B03C36"/>
    <w:rsid w:val="00B04BFF"/>
    <w:rsid w:val="00B0507B"/>
    <w:rsid w:val="00B0555D"/>
    <w:rsid w:val="00B05BC1"/>
    <w:rsid w:val="00B061C5"/>
    <w:rsid w:val="00B06FA8"/>
    <w:rsid w:val="00B076A5"/>
    <w:rsid w:val="00B0793D"/>
    <w:rsid w:val="00B101C7"/>
    <w:rsid w:val="00B104EE"/>
    <w:rsid w:val="00B1079A"/>
    <w:rsid w:val="00B11C07"/>
    <w:rsid w:val="00B1296F"/>
    <w:rsid w:val="00B132AF"/>
    <w:rsid w:val="00B137D4"/>
    <w:rsid w:val="00B14762"/>
    <w:rsid w:val="00B14814"/>
    <w:rsid w:val="00B1517A"/>
    <w:rsid w:val="00B15340"/>
    <w:rsid w:val="00B15B5A"/>
    <w:rsid w:val="00B15C41"/>
    <w:rsid w:val="00B16E2E"/>
    <w:rsid w:val="00B17BD8"/>
    <w:rsid w:val="00B17E57"/>
    <w:rsid w:val="00B20B8E"/>
    <w:rsid w:val="00B21014"/>
    <w:rsid w:val="00B214B0"/>
    <w:rsid w:val="00B219A3"/>
    <w:rsid w:val="00B21A72"/>
    <w:rsid w:val="00B21C27"/>
    <w:rsid w:val="00B2231B"/>
    <w:rsid w:val="00B22749"/>
    <w:rsid w:val="00B22839"/>
    <w:rsid w:val="00B22F7A"/>
    <w:rsid w:val="00B23A81"/>
    <w:rsid w:val="00B23D34"/>
    <w:rsid w:val="00B2423C"/>
    <w:rsid w:val="00B244CD"/>
    <w:rsid w:val="00B2690A"/>
    <w:rsid w:val="00B27066"/>
    <w:rsid w:val="00B272F1"/>
    <w:rsid w:val="00B27903"/>
    <w:rsid w:val="00B27E30"/>
    <w:rsid w:val="00B27F5C"/>
    <w:rsid w:val="00B3092F"/>
    <w:rsid w:val="00B30B71"/>
    <w:rsid w:val="00B30BCF"/>
    <w:rsid w:val="00B30CBD"/>
    <w:rsid w:val="00B313C2"/>
    <w:rsid w:val="00B32513"/>
    <w:rsid w:val="00B32DDE"/>
    <w:rsid w:val="00B33622"/>
    <w:rsid w:val="00B33CD3"/>
    <w:rsid w:val="00B33D08"/>
    <w:rsid w:val="00B34E98"/>
    <w:rsid w:val="00B36311"/>
    <w:rsid w:val="00B36B7C"/>
    <w:rsid w:val="00B40232"/>
    <w:rsid w:val="00B4079B"/>
    <w:rsid w:val="00B40C00"/>
    <w:rsid w:val="00B41E91"/>
    <w:rsid w:val="00B42A4B"/>
    <w:rsid w:val="00B42C80"/>
    <w:rsid w:val="00B431FE"/>
    <w:rsid w:val="00B43AEB"/>
    <w:rsid w:val="00B43CB7"/>
    <w:rsid w:val="00B442D5"/>
    <w:rsid w:val="00B44362"/>
    <w:rsid w:val="00B4438C"/>
    <w:rsid w:val="00B44398"/>
    <w:rsid w:val="00B44B85"/>
    <w:rsid w:val="00B44F19"/>
    <w:rsid w:val="00B44FF9"/>
    <w:rsid w:val="00B4513C"/>
    <w:rsid w:val="00B45BCD"/>
    <w:rsid w:val="00B45CDD"/>
    <w:rsid w:val="00B45D68"/>
    <w:rsid w:val="00B46014"/>
    <w:rsid w:val="00B46D3C"/>
    <w:rsid w:val="00B478D5"/>
    <w:rsid w:val="00B479C2"/>
    <w:rsid w:val="00B507CA"/>
    <w:rsid w:val="00B5258D"/>
    <w:rsid w:val="00B527C9"/>
    <w:rsid w:val="00B5288F"/>
    <w:rsid w:val="00B531C0"/>
    <w:rsid w:val="00B53705"/>
    <w:rsid w:val="00B5397C"/>
    <w:rsid w:val="00B54348"/>
    <w:rsid w:val="00B54ECE"/>
    <w:rsid w:val="00B55273"/>
    <w:rsid w:val="00B55891"/>
    <w:rsid w:val="00B5643C"/>
    <w:rsid w:val="00B56803"/>
    <w:rsid w:val="00B5684C"/>
    <w:rsid w:val="00B57059"/>
    <w:rsid w:val="00B5789C"/>
    <w:rsid w:val="00B57BFC"/>
    <w:rsid w:val="00B60038"/>
    <w:rsid w:val="00B602A0"/>
    <w:rsid w:val="00B60334"/>
    <w:rsid w:val="00B60507"/>
    <w:rsid w:val="00B60ABA"/>
    <w:rsid w:val="00B61695"/>
    <w:rsid w:val="00B61F1C"/>
    <w:rsid w:val="00B622C4"/>
    <w:rsid w:val="00B62646"/>
    <w:rsid w:val="00B626FD"/>
    <w:rsid w:val="00B62C39"/>
    <w:rsid w:val="00B631EA"/>
    <w:rsid w:val="00B63426"/>
    <w:rsid w:val="00B635C5"/>
    <w:rsid w:val="00B637AF"/>
    <w:rsid w:val="00B638DA"/>
    <w:rsid w:val="00B63F00"/>
    <w:rsid w:val="00B64D36"/>
    <w:rsid w:val="00B65450"/>
    <w:rsid w:val="00B654C7"/>
    <w:rsid w:val="00B655D9"/>
    <w:rsid w:val="00B6571C"/>
    <w:rsid w:val="00B65859"/>
    <w:rsid w:val="00B65EC4"/>
    <w:rsid w:val="00B67792"/>
    <w:rsid w:val="00B679F6"/>
    <w:rsid w:val="00B704A7"/>
    <w:rsid w:val="00B7056E"/>
    <w:rsid w:val="00B70C9F"/>
    <w:rsid w:val="00B71CF2"/>
    <w:rsid w:val="00B72DFB"/>
    <w:rsid w:val="00B7327B"/>
    <w:rsid w:val="00B73E6C"/>
    <w:rsid w:val="00B7496C"/>
    <w:rsid w:val="00B749DD"/>
    <w:rsid w:val="00B74B31"/>
    <w:rsid w:val="00B75366"/>
    <w:rsid w:val="00B75596"/>
    <w:rsid w:val="00B759D0"/>
    <w:rsid w:val="00B75D46"/>
    <w:rsid w:val="00B7644A"/>
    <w:rsid w:val="00B76651"/>
    <w:rsid w:val="00B76DB7"/>
    <w:rsid w:val="00B76F50"/>
    <w:rsid w:val="00B76F67"/>
    <w:rsid w:val="00B7729C"/>
    <w:rsid w:val="00B7743A"/>
    <w:rsid w:val="00B77ACB"/>
    <w:rsid w:val="00B77B29"/>
    <w:rsid w:val="00B77D5D"/>
    <w:rsid w:val="00B80D36"/>
    <w:rsid w:val="00B81F3C"/>
    <w:rsid w:val="00B83080"/>
    <w:rsid w:val="00B83554"/>
    <w:rsid w:val="00B83A82"/>
    <w:rsid w:val="00B8433E"/>
    <w:rsid w:val="00B84DC5"/>
    <w:rsid w:val="00B85345"/>
    <w:rsid w:val="00B866B9"/>
    <w:rsid w:val="00B86825"/>
    <w:rsid w:val="00B86E2A"/>
    <w:rsid w:val="00B875A0"/>
    <w:rsid w:val="00B877EF"/>
    <w:rsid w:val="00B87B32"/>
    <w:rsid w:val="00B901D6"/>
    <w:rsid w:val="00B90866"/>
    <w:rsid w:val="00B91206"/>
    <w:rsid w:val="00B9268F"/>
    <w:rsid w:val="00B93031"/>
    <w:rsid w:val="00B9315D"/>
    <w:rsid w:val="00B93279"/>
    <w:rsid w:val="00B9444D"/>
    <w:rsid w:val="00B94E47"/>
    <w:rsid w:val="00B94ED9"/>
    <w:rsid w:val="00B9560C"/>
    <w:rsid w:val="00B9613E"/>
    <w:rsid w:val="00B967A1"/>
    <w:rsid w:val="00B96A4A"/>
    <w:rsid w:val="00B96C5B"/>
    <w:rsid w:val="00B971D5"/>
    <w:rsid w:val="00B9736F"/>
    <w:rsid w:val="00B97A21"/>
    <w:rsid w:val="00BA080E"/>
    <w:rsid w:val="00BA0BE9"/>
    <w:rsid w:val="00BA1220"/>
    <w:rsid w:val="00BA1591"/>
    <w:rsid w:val="00BA1918"/>
    <w:rsid w:val="00BA1BE8"/>
    <w:rsid w:val="00BA27A6"/>
    <w:rsid w:val="00BA2C47"/>
    <w:rsid w:val="00BA2DC0"/>
    <w:rsid w:val="00BA35A1"/>
    <w:rsid w:val="00BA5420"/>
    <w:rsid w:val="00BA59D6"/>
    <w:rsid w:val="00BA6106"/>
    <w:rsid w:val="00BA640E"/>
    <w:rsid w:val="00BA68AB"/>
    <w:rsid w:val="00BA68D8"/>
    <w:rsid w:val="00BA6A90"/>
    <w:rsid w:val="00BA7A58"/>
    <w:rsid w:val="00BA7B03"/>
    <w:rsid w:val="00BB018A"/>
    <w:rsid w:val="00BB0218"/>
    <w:rsid w:val="00BB0A0A"/>
    <w:rsid w:val="00BB0E97"/>
    <w:rsid w:val="00BB1151"/>
    <w:rsid w:val="00BB1931"/>
    <w:rsid w:val="00BB28C1"/>
    <w:rsid w:val="00BB2FC8"/>
    <w:rsid w:val="00BB3344"/>
    <w:rsid w:val="00BB3943"/>
    <w:rsid w:val="00BB3AF1"/>
    <w:rsid w:val="00BB3B93"/>
    <w:rsid w:val="00BB3B9F"/>
    <w:rsid w:val="00BB4314"/>
    <w:rsid w:val="00BB44C4"/>
    <w:rsid w:val="00BB457E"/>
    <w:rsid w:val="00BB4D34"/>
    <w:rsid w:val="00BB4DF3"/>
    <w:rsid w:val="00BB4FE5"/>
    <w:rsid w:val="00BB51B7"/>
    <w:rsid w:val="00BB53BD"/>
    <w:rsid w:val="00BB5C76"/>
    <w:rsid w:val="00BB5D5D"/>
    <w:rsid w:val="00BB5E7A"/>
    <w:rsid w:val="00BB62D7"/>
    <w:rsid w:val="00BB6A7E"/>
    <w:rsid w:val="00BB6AD5"/>
    <w:rsid w:val="00BB6D54"/>
    <w:rsid w:val="00BB70DB"/>
    <w:rsid w:val="00BB726B"/>
    <w:rsid w:val="00BB7CD0"/>
    <w:rsid w:val="00BC0094"/>
    <w:rsid w:val="00BC0182"/>
    <w:rsid w:val="00BC01FE"/>
    <w:rsid w:val="00BC0457"/>
    <w:rsid w:val="00BC0655"/>
    <w:rsid w:val="00BC1FBD"/>
    <w:rsid w:val="00BC21F5"/>
    <w:rsid w:val="00BC26D4"/>
    <w:rsid w:val="00BC2C11"/>
    <w:rsid w:val="00BC2CDD"/>
    <w:rsid w:val="00BC2CE2"/>
    <w:rsid w:val="00BC34F0"/>
    <w:rsid w:val="00BC3693"/>
    <w:rsid w:val="00BC3920"/>
    <w:rsid w:val="00BC45F3"/>
    <w:rsid w:val="00BC48A0"/>
    <w:rsid w:val="00BC4AE7"/>
    <w:rsid w:val="00BC4C6E"/>
    <w:rsid w:val="00BC581E"/>
    <w:rsid w:val="00BC69FB"/>
    <w:rsid w:val="00BC7007"/>
    <w:rsid w:val="00BC7055"/>
    <w:rsid w:val="00BD008B"/>
    <w:rsid w:val="00BD0172"/>
    <w:rsid w:val="00BD36F9"/>
    <w:rsid w:val="00BD3FD8"/>
    <w:rsid w:val="00BD4283"/>
    <w:rsid w:val="00BD444A"/>
    <w:rsid w:val="00BD48EC"/>
    <w:rsid w:val="00BD5545"/>
    <w:rsid w:val="00BD596A"/>
    <w:rsid w:val="00BD6861"/>
    <w:rsid w:val="00BD7035"/>
    <w:rsid w:val="00BD7473"/>
    <w:rsid w:val="00BD7ACD"/>
    <w:rsid w:val="00BD7CEE"/>
    <w:rsid w:val="00BD7E61"/>
    <w:rsid w:val="00BE0BEC"/>
    <w:rsid w:val="00BE0CDD"/>
    <w:rsid w:val="00BE13E5"/>
    <w:rsid w:val="00BE1510"/>
    <w:rsid w:val="00BE162B"/>
    <w:rsid w:val="00BE282B"/>
    <w:rsid w:val="00BE386C"/>
    <w:rsid w:val="00BE4287"/>
    <w:rsid w:val="00BE4292"/>
    <w:rsid w:val="00BE49A5"/>
    <w:rsid w:val="00BE4A8C"/>
    <w:rsid w:val="00BE548A"/>
    <w:rsid w:val="00BE59D8"/>
    <w:rsid w:val="00BE5CA7"/>
    <w:rsid w:val="00BE5F01"/>
    <w:rsid w:val="00BE7500"/>
    <w:rsid w:val="00BE7ACD"/>
    <w:rsid w:val="00BE7C38"/>
    <w:rsid w:val="00BE7EF3"/>
    <w:rsid w:val="00BE7F07"/>
    <w:rsid w:val="00BF0524"/>
    <w:rsid w:val="00BF08B1"/>
    <w:rsid w:val="00BF0D0B"/>
    <w:rsid w:val="00BF162D"/>
    <w:rsid w:val="00BF166A"/>
    <w:rsid w:val="00BF2314"/>
    <w:rsid w:val="00BF2B40"/>
    <w:rsid w:val="00BF43C9"/>
    <w:rsid w:val="00BF4AA9"/>
    <w:rsid w:val="00BF4E3B"/>
    <w:rsid w:val="00BF5DA4"/>
    <w:rsid w:val="00BF63DA"/>
    <w:rsid w:val="00BF68FF"/>
    <w:rsid w:val="00BF74C7"/>
    <w:rsid w:val="00BF794E"/>
    <w:rsid w:val="00BF7CDF"/>
    <w:rsid w:val="00C009D7"/>
    <w:rsid w:val="00C00AE3"/>
    <w:rsid w:val="00C00C84"/>
    <w:rsid w:val="00C00F91"/>
    <w:rsid w:val="00C01CAF"/>
    <w:rsid w:val="00C02584"/>
    <w:rsid w:val="00C02EC4"/>
    <w:rsid w:val="00C04065"/>
    <w:rsid w:val="00C041B8"/>
    <w:rsid w:val="00C04676"/>
    <w:rsid w:val="00C047FA"/>
    <w:rsid w:val="00C04E31"/>
    <w:rsid w:val="00C05958"/>
    <w:rsid w:val="00C059AB"/>
    <w:rsid w:val="00C05CB3"/>
    <w:rsid w:val="00C065BF"/>
    <w:rsid w:val="00C06980"/>
    <w:rsid w:val="00C06F4D"/>
    <w:rsid w:val="00C07611"/>
    <w:rsid w:val="00C07ADB"/>
    <w:rsid w:val="00C07FA2"/>
    <w:rsid w:val="00C102B5"/>
    <w:rsid w:val="00C10654"/>
    <w:rsid w:val="00C10769"/>
    <w:rsid w:val="00C1077A"/>
    <w:rsid w:val="00C1088D"/>
    <w:rsid w:val="00C10984"/>
    <w:rsid w:val="00C10E8D"/>
    <w:rsid w:val="00C1110F"/>
    <w:rsid w:val="00C111CA"/>
    <w:rsid w:val="00C114CD"/>
    <w:rsid w:val="00C12705"/>
    <w:rsid w:val="00C12AA4"/>
    <w:rsid w:val="00C13E63"/>
    <w:rsid w:val="00C143EF"/>
    <w:rsid w:val="00C1471F"/>
    <w:rsid w:val="00C148AB"/>
    <w:rsid w:val="00C14E35"/>
    <w:rsid w:val="00C1517F"/>
    <w:rsid w:val="00C15B34"/>
    <w:rsid w:val="00C15E36"/>
    <w:rsid w:val="00C171DD"/>
    <w:rsid w:val="00C17203"/>
    <w:rsid w:val="00C176B4"/>
    <w:rsid w:val="00C179B7"/>
    <w:rsid w:val="00C17AF5"/>
    <w:rsid w:val="00C17CD2"/>
    <w:rsid w:val="00C17D8D"/>
    <w:rsid w:val="00C17FAA"/>
    <w:rsid w:val="00C20296"/>
    <w:rsid w:val="00C21E71"/>
    <w:rsid w:val="00C22161"/>
    <w:rsid w:val="00C2249C"/>
    <w:rsid w:val="00C2269D"/>
    <w:rsid w:val="00C227FF"/>
    <w:rsid w:val="00C228A3"/>
    <w:rsid w:val="00C22ED1"/>
    <w:rsid w:val="00C2482D"/>
    <w:rsid w:val="00C24BEE"/>
    <w:rsid w:val="00C2548E"/>
    <w:rsid w:val="00C2596E"/>
    <w:rsid w:val="00C25986"/>
    <w:rsid w:val="00C26349"/>
    <w:rsid w:val="00C2647B"/>
    <w:rsid w:val="00C267DF"/>
    <w:rsid w:val="00C26852"/>
    <w:rsid w:val="00C27130"/>
    <w:rsid w:val="00C27185"/>
    <w:rsid w:val="00C27936"/>
    <w:rsid w:val="00C27B49"/>
    <w:rsid w:val="00C27C64"/>
    <w:rsid w:val="00C3045D"/>
    <w:rsid w:val="00C3057F"/>
    <w:rsid w:val="00C306B1"/>
    <w:rsid w:val="00C30E22"/>
    <w:rsid w:val="00C30FAD"/>
    <w:rsid w:val="00C30FB8"/>
    <w:rsid w:val="00C30FF1"/>
    <w:rsid w:val="00C31873"/>
    <w:rsid w:val="00C325EF"/>
    <w:rsid w:val="00C329E2"/>
    <w:rsid w:val="00C32DD3"/>
    <w:rsid w:val="00C33141"/>
    <w:rsid w:val="00C33698"/>
    <w:rsid w:val="00C33EF7"/>
    <w:rsid w:val="00C34976"/>
    <w:rsid w:val="00C34D5B"/>
    <w:rsid w:val="00C354A8"/>
    <w:rsid w:val="00C36163"/>
    <w:rsid w:val="00C361CA"/>
    <w:rsid w:val="00C368B0"/>
    <w:rsid w:val="00C36C58"/>
    <w:rsid w:val="00C40412"/>
    <w:rsid w:val="00C408F0"/>
    <w:rsid w:val="00C40EAF"/>
    <w:rsid w:val="00C41F17"/>
    <w:rsid w:val="00C423E2"/>
    <w:rsid w:val="00C4276C"/>
    <w:rsid w:val="00C430FE"/>
    <w:rsid w:val="00C43D18"/>
    <w:rsid w:val="00C446EE"/>
    <w:rsid w:val="00C44EED"/>
    <w:rsid w:val="00C452B8"/>
    <w:rsid w:val="00C45361"/>
    <w:rsid w:val="00C453AF"/>
    <w:rsid w:val="00C455B1"/>
    <w:rsid w:val="00C45605"/>
    <w:rsid w:val="00C4581C"/>
    <w:rsid w:val="00C45914"/>
    <w:rsid w:val="00C45B45"/>
    <w:rsid w:val="00C45BA5"/>
    <w:rsid w:val="00C463D8"/>
    <w:rsid w:val="00C464D1"/>
    <w:rsid w:val="00C470C0"/>
    <w:rsid w:val="00C47CD8"/>
    <w:rsid w:val="00C50049"/>
    <w:rsid w:val="00C508A9"/>
    <w:rsid w:val="00C5104E"/>
    <w:rsid w:val="00C5152E"/>
    <w:rsid w:val="00C51D0D"/>
    <w:rsid w:val="00C51D43"/>
    <w:rsid w:val="00C51F4F"/>
    <w:rsid w:val="00C51FA8"/>
    <w:rsid w:val="00C52D0E"/>
    <w:rsid w:val="00C53964"/>
    <w:rsid w:val="00C53C5A"/>
    <w:rsid w:val="00C550FD"/>
    <w:rsid w:val="00C551C0"/>
    <w:rsid w:val="00C55DA2"/>
    <w:rsid w:val="00C56170"/>
    <w:rsid w:val="00C56F6F"/>
    <w:rsid w:val="00C56F98"/>
    <w:rsid w:val="00C574D1"/>
    <w:rsid w:val="00C574DB"/>
    <w:rsid w:val="00C577EE"/>
    <w:rsid w:val="00C57831"/>
    <w:rsid w:val="00C6026C"/>
    <w:rsid w:val="00C608D8"/>
    <w:rsid w:val="00C60A56"/>
    <w:rsid w:val="00C60F7D"/>
    <w:rsid w:val="00C61220"/>
    <w:rsid w:val="00C6150C"/>
    <w:rsid w:val="00C615A5"/>
    <w:rsid w:val="00C6170F"/>
    <w:rsid w:val="00C620CA"/>
    <w:rsid w:val="00C6224A"/>
    <w:rsid w:val="00C62DD2"/>
    <w:rsid w:val="00C6336F"/>
    <w:rsid w:val="00C63544"/>
    <w:rsid w:val="00C63B1F"/>
    <w:rsid w:val="00C63FC5"/>
    <w:rsid w:val="00C646FA"/>
    <w:rsid w:val="00C64B26"/>
    <w:rsid w:val="00C655B6"/>
    <w:rsid w:val="00C675E5"/>
    <w:rsid w:val="00C6782D"/>
    <w:rsid w:val="00C67F01"/>
    <w:rsid w:val="00C70BF1"/>
    <w:rsid w:val="00C70C02"/>
    <w:rsid w:val="00C72D15"/>
    <w:rsid w:val="00C73624"/>
    <w:rsid w:val="00C743A0"/>
    <w:rsid w:val="00C7470B"/>
    <w:rsid w:val="00C75853"/>
    <w:rsid w:val="00C76310"/>
    <w:rsid w:val="00C7705F"/>
    <w:rsid w:val="00C77229"/>
    <w:rsid w:val="00C77AB0"/>
    <w:rsid w:val="00C77AF9"/>
    <w:rsid w:val="00C77B2F"/>
    <w:rsid w:val="00C77E7F"/>
    <w:rsid w:val="00C77ECA"/>
    <w:rsid w:val="00C805EC"/>
    <w:rsid w:val="00C80A23"/>
    <w:rsid w:val="00C80DA4"/>
    <w:rsid w:val="00C80FFE"/>
    <w:rsid w:val="00C819C6"/>
    <w:rsid w:val="00C81B2D"/>
    <w:rsid w:val="00C82270"/>
    <w:rsid w:val="00C82852"/>
    <w:rsid w:val="00C833AB"/>
    <w:rsid w:val="00C835D4"/>
    <w:rsid w:val="00C869D4"/>
    <w:rsid w:val="00C86C27"/>
    <w:rsid w:val="00C86F9E"/>
    <w:rsid w:val="00C8762B"/>
    <w:rsid w:val="00C87C31"/>
    <w:rsid w:val="00C900E7"/>
    <w:rsid w:val="00C90434"/>
    <w:rsid w:val="00C9063E"/>
    <w:rsid w:val="00C90844"/>
    <w:rsid w:val="00C91E9B"/>
    <w:rsid w:val="00C92681"/>
    <w:rsid w:val="00C92E6E"/>
    <w:rsid w:val="00C943A9"/>
    <w:rsid w:val="00C9449A"/>
    <w:rsid w:val="00C94C37"/>
    <w:rsid w:val="00C94DDA"/>
    <w:rsid w:val="00C951F7"/>
    <w:rsid w:val="00C95211"/>
    <w:rsid w:val="00C9554E"/>
    <w:rsid w:val="00C9567E"/>
    <w:rsid w:val="00C95B4C"/>
    <w:rsid w:val="00C95F81"/>
    <w:rsid w:val="00C96E37"/>
    <w:rsid w:val="00C970A1"/>
    <w:rsid w:val="00C97A1E"/>
    <w:rsid w:val="00CA017B"/>
    <w:rsid w:val="00CA0181"/>
    <w:rsid w:val="00CA0800"/>
    <w:rsid w:val="00CA0A3C"/>
    <w:rsid w:val="00CA1633"/>
    <w:rsid w:val="00CA1722"/>
    <w:rsid w:val="00CA2570"/>
    <w:rsid w:val="00CA26ED"/>
    <w:rsid w:val="00CA2806"/>
    <w:rsid w:val="00CA2A69"/>
    <w:rsid w:val="00CA2B2B"/>
    <w:rsid w:val="00CA35D6"/>
    <w:rsid w:val="00CA3923"/>
    <w:rsid w:val="00CA47A2"/>
    <w:rsid w:val="00CA4F74"/>
    <w:rsid w:val="00CA54F9"/>
    <w:rsid w:val="00CA5665"/>
    <w:rsid w:val="00CA57B8"/>
    <w:rsid w:val="00CA6AAA"/>
    <w:rsid w:val="00CA745B"/>
    <w:rsid w:val="00CA7D08"/>
    <w:rsid w:val="00CA7EEC"/>
    <w:rsid w:val="00CB1514"/>
    <w:rsid w:val="00CB33E7"/>
    <w:rsid w:val="00CB3538"/>
    <w:rsid w:val="00CB35FB"/>
    <w:rsid w:val="00CB4D42"/>
    <w:rsid w:val="00CB54FF"/>
    <w:rsid w:val="00CB6E65"/>
    <w:rsid w:val="00CB7402"/>
    <w:rsid w:val="00CB7B8F"/>
    <w:rsid w:val="00CC0478"/>
    <w:rsid w:val="00CC04AB"/>
    <w:rsid w:val="00CC10E7"/>
    <w:rsid w:val="00CC1381"/>
    <w:rsid w:val="00CC1BE6"/>
    <w:rsid w:val="00CC2DA7"/>
    <w:rsid w:val="00CC38D2"/>
    <w:rsid w:val="00CC3E91"/>
    <w:rsid w:val="00CC479B"/>
    <w:rsid w:val="00CC481B"/>
    <w:rsid w:val="00CC4BBC"/>
    <w:rsid w:val="00CC4FA2"/>
    <w:rsid w:val="00CC572B"/>
    <w:rsid w:val="00CC5801"/>
    <w:rsid w:val="00CC6353"/>
    <w:rsid w:val="00CC6587"/>
    <w:rsid w:val="00CC66F1"/>
    <w:rsid w:val="00CC68C0"/>
    <w:rsid w:val="00CC6A33"/>
    <w:rsid w:val="00CC6E54"/>
    <w:rsid w:val="00CC6E91"/>
    <w:rsid w:val="00CD0281"/>
    <w:rsid w:val="00CD05E3"/>
    <w:rsid w:val="00CD1528"/>
    <w:rsid w:val="00CD1745"/>
    <w:rsid w:val="00CD1AC0"/>
    <w:rsid w:val="00CD1B1C"/>
    <w:rsid w:val="00CD1DDF"/>
    <w:rsid w:val="00CD2C5E"/>
    <w:rsid w:val="00CD3EA9"/>
    <w:rsid w:val="00CD42E0"/>
    <w:rsid w:val="00CD436C"/>
    <w:rsid w:val="00CD4455"/>
    <w:rsid w:val="00CD4FA2"/>
    <w:rsid w:val="00CD5603"/>
    <w:rsid w:val="00CD5994"/>
    <w:rsid w:val="00CD5C94"/>
    <w:rsid w:val="00CD61A8"/>
    <w:rsid w:val="00CD661E"/>
    <w:rsid w:val="00CD6E0E"/>
    <w:rsid w:val="00CD6F07"/>
    <w:rsid w:val="00CD727B"/>
    <w:rsid w:val="00CD72CD"/>
    <w:rsid w:val="00CD7F61"/>
    <w:rsid w:val="00CE01DF"/>
    <w:rsid w:val="00CE10A5"/>
    <w:rsid w:val="00CE13D4"/>
    <w:rsid w:val="00CE1418"/>
    <w:rsid w:val="00CE1B2E"/>
    <w:rsid w:val="00CE2238"/>
    <w:rsid w:val="00CE229F"/>
    <w:rsid w:val="00CE264C"/>
    <w:rsid w:val="00CE2B03"/>
    <w:rsid w:val="00CE2EDB"/>
    <w:rsid w:val="00CE3326"/>
    <w:rsid w:val="00CE3416"/>
    <w:rsid w:val="00CE37D9"/>
    <w:rsid w:val="00CE3AD2"/>
    <w:rsid w:val="00CE3FDF"/>
    <w:rsid w:val="00CE41FE"/>
    <w:rsid w:val="00CE4E0E"/>
    <w:rsid w:val="00CE58DF"/>
    <w:rsid w:val="00CE5B31"/>
    <w:rsid w:val="00CE63EF"/>
    <w:rsid w:val="00CE6628"/>
    <w:rsid w:val="00CE69A4"/>
    <w:rsid w:val="00CE6FBF"/>
    <w:rsid w:val="00CE74D6"/>
    <w:rsid w:val="00CF0289"/>
    <w:rsid w:val="00CF03B1"/>
    <w:rsid w:val="00CF04E4"/>
    <w:rsid w:val="00CF0F7E"/>
    <w:rsid w:val="00CF112F"/>
    <w:rsid w:val="00CF1904"/>
    <w:rsid w:val="00CF19C9"/>
    <w:rsid w:val="00CF1B6A"/>
    <w:rsid w:val="00CF1C7D"/>
    <w:rsid w:val="00CF225C"/>
    <w:rsid w:val="00CF340B"/>
    <w:rsid w:val="00CF39E5"/>
    <w:rsid w:val="00CF45C1"/>
    <w:rsid w:val="00CF5D4C"/>
    <w:rsid w:val="00CF612C"/>
    <w:rsid w:val="00CF62A5"/>
    <w:rsid w:val="00CF6A6F"/>
    <w:rsid w:val="00CF7115"/>
    <w:rsid w:val="00CF76C2"/>
    <w:rsid w:val="00CF78BC"/>
    <w:rsid w:val="00CF7FA0"/>
    <w:rsid w:val="00D00BA4"/>
    <w:rsid w:val="00D0186F"/>
    <w:rsid w:val="00D01A85"/>
    <w:rsid w:val="00D0242F"/>
    <w:rsid w:val="00D0244D"/>
    <w:rsid w:val="00D034A3"/>
    <w:rsid w:val="00D035C5"/>
    <w:rsid w:val="00D04C37"/>
    <w:rsid w:val="00D050A1"/>
    <w:rsid w:val="00D05A67"/>
    <w:rsid w:val="00D06135"/>
    <w:rsid w:val="00D06A7B"/>
    <w:rsid w:val="00D0739F"/>
    <w:rsid w:val="00D074F5"/>
    <w:rsid w:val="00D10259"/>
    <w:rsid w:val="00D10918"/>
    <w:rsid w:val="00D109EE"/>
    <w:rsid w:val="00D120A6"/>
    <w:rsid w:val="00D1246C"/>
    <w:rsid w:val="00D13153"/>
    <w:rsid w:val="00D1326C"/>
    <w:rsid w:val="00D13C58"/>
    <w:rsid w:val="00D13C87"/>
    <w:rsid w:val="00D13CD3"/>
    <w:rsid w:val="00D14EED"/>
    <w:rsid w:val="00D14FCD"/>
    <w:rsid w:val="00D15434"/>
    <w:rsid w:val="00D154E7"/>
    <w:rsid w:val="00D16252"/>
    <w:rsid w:val="00D16457"/>
    <w:rsid w:val="00D164B5"/>
    <w:rsid w:val="00D16524"/>
    <w:rsid w:val="00D167D9"/>
    <w:rsid w:val="00D17660"/>
    <w:rsid w:val="00D17E0E"/>
    <w:rsid w:val="00D206D2"/>
    <w:rsid w:val="00D20805"/>
    <w:rsid w:val="00D20D45"/>
    <w:rsid w:val="00D2186B"/>
    <w:rsid w:val="00D21BF6"/>
    <w:rsid w:val="00D21DA8"/>
    <w:rsid w:val="00D22987"/>
    <w:rsid w:val="00D22CC3"/>
    <w:rsid w:val="00D2339C"/>
    <w:rsid w:val="00D23605"/>
    <w:rsid w:val="00D2382A"/>
    <w:rsid w:val="00D23878"/>
    <w:rsid w:val="00D24025"/>
    <w:rsid w:val="00D2432F"/>
    <w:rsid w:val="00D247C4"/>
    <w:rsid w:val="00D24FC0"/>
    <w:rsid w:val="00D254E0"/>
    <w:rsid w:val="00D261A2"/>
    <w:rsid w:val="00D267DD"/>
    <w:rsid w:val="00D26FDA"/>
    <w:rsid w:val="00D27372"/>
    <w:rsid w:val="00D27506"/>
    <w:rsid w:val="00D27A85"/>
    <w:rsid w:val="00D27DD8"/>
    <w:rsid w:val="00D30164"/>
    <w:rsid w:val="00D30FE6"/>
    <w:rsid w:val="00D314C8"/>
    <w:rsid w:val="00D317E8"/>
    <w:rsid w:val="00D31AF1"/>
    <w:rsid w:val="00D31E77"/>
    <w:rsid w:val="00D3204C"/>
    <w:rsid w:val="00D3212E"/>
    <w:rsid w:val="00D32AB0"/>
    <w:rsid w:val="00D32D75"/>
    <w:rsid w:val="00D3342B"/>
    <w:rsid w:val="00D334C0"/>
    <w:rsid w:val="00D3357E"/>
    <w:rsid w:val="00D3368D"/>
    <w:rsid w:val="00D33B27"/>
    <w:rsid w:val="00D34FD1"/>
    <w:rsid w:val="00D353E6"/>
    <w:rsid w:val="00D3623F"/>
    <w:rsid w:val="00D36279"/>
    <w:rsid w:val="00D362F1"/>
    <w:rsid w:val="00D36796"/>
    <w:rsid w:val="00D3722C"/>
    <w:rsid w:val="00D3779A"/>
    <w:rsid w:val="00D379D3"/>
    <w:rsid w:val="00D40029"/>
    <w:rsid w:val="00D4054A"/>
    <w:rsid w:val="00D41617"/>
    <w:rsid w:val="00D41914"/>
    <w:rsid w:val="00D420A4"/>
    <w:rsid w:val="00D42108"/>
    <w:rsid w:val="00D421A1"/>
    <w:rsid w:val="00D42456"/>
    <w:rsid w:val="00D4280D"/>
    <w:rsid w:val="00D4284C"/>
    <w:rsid w:val="00D42B85"/>
    <w:rsid w:val="00D432FE"/>
    <w:rsid w:val="00D43473"/>
    <w:rsid w:val="00D43712"/>
    <w:rsid w:val="00D43804"/>
    <w:rsid w:val="00D43F62"/>
    <w:rsid w:val="00D4401B"/>
    <w:rsid w:val="00D4444E"/>
    <w:rsid w:val="00D44E74"/>
    <w:rsid w:val="00D458FF"/>
    <w:rsid w:val="00D45992"/>
    <w:rsid w:val="00D45CB4"/>
    <w:rsid w:val="00D4621F"/>
    <w:rsid w:val="00D463E3"/>
    <w:rsid w:val="00D46A96"/>
    <w:rsid w:val="00D46AF7"/>
    <w:rsid w:val="00D47A23"/>
    <w:rsid w:val="00D47D38"/>
    <w:rsid w:val="00D50326"/>
    <w:rsid w:val="00D51605"/>
    <w:rsid w:val="00D527C5"/>
    <w:rsid w:val="00D53843"/>
    <w:rsid w:val="00D53884"/>
    <w:rsid w:val="00D53E47"/>
    <w:rsid w:val="00D545CF"/>
    <w:rsid w:val="00D54DDA"/>
    <w:rsid w:val="00D54EBC"/>
    <w:rsid w:val="00D55F82"/>
    <w:rsid w:val="00D56756"/>
    <w:rsid w:val="00D5687F"/>
    <w:rsid w:val="00D569B3"/>
    <w:rsid w:val="00D572A4"/>
    <w:rsid w:val="00D577A3"/>
    <w:rsid w:val="00D606EB"/>
    <w:rsid w:val="00D60872"/>
    <w:rsid w:val="00D60AB4"/>
    <w:rsid w:val="00D60E8F"/>
    <w:rsid w:val="00D612D6"/>
    <w:rsid w:val="00D6293C"/>
    <w:rsid w:val="00D62BA2"/>
    <w:rsid w:val="00D62C0F"/>
    <w:rsid w:val="00D62E16"/>
    <w:rsid w:val="00D630A4"/>
    <w:rsid w:val="00D63459"/>
    <w:rsid w:val="00D638CA"/>
    <w:rsid w:val="00D6452A"/>
    <w:rsid w:val="00D64730"/>
    <w:rsid w:val="00D64F14"/>
    <w:rsid w:val="00D6619F"/>
    <w:rsid w:val="00D666CC"/>
    <w:rsid w:val="00D666FE"/>
    <w:rsid w:val="00D667C0"/>
    <w:rsid w:val="00D66941"/>
    <w:rsid w:val="00D66E64"/>
    <w:rsid w:val="00D67590"/>
    <w:rsid w:val="00D70C03"/>
    <w:rsid w:val="00D71018"/>
    <w:rsid w:val="00D711C3"/>
    <w:rsid w:val="00D71461"/>
    <w:rsid w:val="00D72174"/>
    <w:rsid w:val="00D721BA"/>
    <w:rsid w:val="00D725E9"/>
    <w:rsid w:val="00D726FB"/>
    <w:rsid w:val="00D72CB0"/>
    <w:rsid w:val="00D72F00"/>
    <w:rsid w:val="00D7431F"/>
    <w:rsid w:val="00D745EB"/>
    <w:rsid w:val="00D74E7A"/>
    <w:rsid w:val="00D75609"/>
    <w:rsid w:val="00D7617E"/>
    <w:rsid w:val="00D761C6"/>
    <w:rsid w:val="00D76552"/>
    <w:rsid w:val="00D7690D"/>
    <w:rsid w:val="00D76B67"/>
    <w:rsid w:val="00D76C2D"/>
    <w:rsid w:val="00D76D74"/>
    <w:rsid w:val="00D770E3"/>
    <w:rsid w:val="00D7730D"/>
    <w:rsid w:val="00D809AE"/>
    <w:rsid w:val="00D809D2"/>
    <w:rsid w:val="00D80BA1"/>
    <w:rsid w:val="00D80F77"/>
    <w:rsid w:val="00D81715"/>
    <w:rsid w:val="00D818A2"/>
    <w:rsid w:val="00D82399"/>
    <w:rsid w:val="00D82CFE"/>
    <w:rsid w:val="00D82E2D"/>
    <w:rsid w:val="00D83CEE"/>
    <w:rsid w:val="00D83D7B"/>
    <w:rsid w:val="00D83D8F"/>
    <w:rsid w:val="00D83D91"/>
    <w:rsid w:val="00D83EAF"/>
    <w:rsid w:val="00D844A7"/>
    <w:rsid w:val="00D84698"/>
    <w:rsid w:val="00D846DF"/>
    <w:rsid w:val="00D85D2C"/>
    <w:rsid w:val="00D8622E"/>
    <w:rsid w:val="00D8639C"/>
    <w:rsid w:val="00D8687B"/>
    <w:rsid w:val="00D86C25"/>
    <w:rsid w:val="00D878D0"/>
    <w:rsid w:val="00D87D4C"/>
    <w:rsid w:val="00D90217"/>
    <w:rsid w:val="00D91D4A"/>
    <w:rsid w:val="00D9221B"/>
    <w:rsid w:val="00D924D5"/>
    <w:rsid w:val="00D9286D"/>
    <w:rsid w:val="00D92E3C"/>
    <w:rsid w:val="00D933A8"/>
    <w:rsid w:val="00D93653"/>
    <w:rsid w:val="00D93703"/>
    <w:rsid w:val="00D93904"/>
    <w:rsid w:val="00D93BE0"/>
    <w:rsid w:val="00D93E89"/>
    <w:rsid w:val="00D93FE5"/>
    <w:rsid w:val="00D94067"/>
    <w:rsid w:val="00D94D8F"/>
    <w:rsid w:val="00D957BC"/>
    <w:rsid w:val="00D966F5"/>
    <w:rsid w:val="00D9683A"/>
    <w:rsid w:val="00D96B1E"/>
    <w:rsid w:val="00D96DE7"/>
    <w:rsid w:val="00D96F7D"/>
    <w:rsid w:val="00DA0035"/>
    <w:rsid w:val="00DA0BC8"/>
    <w:rsid w:val="00DA0BE7"/>
    <w:rsid w:val="00DA0FB1"/>
    <w:rsid w:val="00DA1335"/>
    <w:rsid w:val="00DA1DA3"/>
    <w:rsid w:val="00DA1FF7"/>
    <w:rsid w:val="00DA22EF"/>
    <w:rsid w:val="00DA234F"/>
    <w:rsid w:val="00DA29A6"/>
    <w:rsid w:val="00DA2E14"/>
    <w:rsid w:val="00DA2E1F"/>
    <w:rsid w:val="00DA2FDA"/>
    <w:rsid w:val="00DA3668"/>
    <w:rsid w:val="00DA368B"/>
    <w:rsid w:val="00DA4921"/>
    <w:rsid w:val="00DA4ADF"/>
    <w:rsid w:val="00DA535B"/>
    <w:rsid w:val="00DA53D3"/>
    <w:rsid w:val="00DA5442"/>
    <w:rsid w:val="00DA56D8"/>
    <w:rsid w:val="00DA623E"/>
    <w:rsid w:val="00DA6457"/>
    <w:rsid w:val="00DA6464"/>
    <w:rsid w:val="00DA699F"/>
    <w:rsid w:val="00DA6E85"/>
    <w:rsid w:val="00DA7896"/>
    <w:rsid w:val="00DA7BB6"/>
    <w:rsid w:val="00DA7E63"/>
    <w:rsid w:val="00DB0215"/>
    <w:rsid w:val="00DB04A6"/>
    <w:rsid w:val="00DB1037"/>
    <w:rsid w:val="00DB111D"/>
    <w:rsid w:val="00DB13C9"/>
    <w:rsid w:val="00DB1633"/>
    <w:rsid w:val="00DB16D7"/>
    <w:rsid w:val="00DB1D05"/>
    <w:rsid w:val="00DB1E7D"/>
    <w:rsid w:val="00DB1EDF"/>
    <w:rsid w:val="00DB209F"/>
    <w:rsid w:val="00DB23B3"/>
    <w:rsid w:val="00DB2AB8"/>
    <w:rsid w:val="00DB3293"/>
    <w:rsid w:val="00DB3F5A"/>
    <w:rsid w:val="00DB43DA"/>
    <w:rsid w:val="00DB569D"/>
    <w:rsid w:val="00DB594F"/>
    <w:rsid w:val="00DB5FFF"/>
    <w:rsid w:val="00DB62B1"/>
    <w:rsid w:val="00DB62DA"/>
    <w:rsid w:val="00DB644C"/>
    <w:rsid w:val="00DB65E0"/>
    <w:rsid w:val="00DB6612"/>
    <w:rsid w:val="00DB676F"/>
    <w:rsid w:val="00DB6C0A"/>
    <w:rsid w:val="00DB71CF"/>
    <w:rsid w:val="00DB773D"/>
    <w:rsid w:val="00DB7A90"/>
    <w:rsid w:val="00DB7D90"/>
    <w:rsid w:val="00DB7DDE"/>
    <w:rsid w:val="00DC06F0"/>
    <w:rsid w:val="00DC1218"/>
    <w:rsid w:val="00DC1773"/>
    <w:rsid w:val="00DC28F0"/>
    <w:rsid w:val="00DC3CBF"/>
    <w:rsid w:val="00DC4031"/>
    <w:rsid w:val="00DC4310"/>
    <w:rsid w:val="00DC4B3A"/>
    <w:rsid w:val="00DC5270"/>
    <w:rsid w:val="00DC59A1"/>
    <w:rsid w:val="00DC64E7"/>
    <w:rsid w:val="00DC6C2F"/>
    <w:rsid w:val="00DC6ED5"/>
    <w:rsid w:val="00DC7F22"/>
    <w:rsid w:val="00DC7FF8"/>
    <w:rsid w:val="00DD0404"/>
    <w:rsid w:val="00DD0732"/>
    <w:rsid w:val="00DD0DA5"/>
    <w:rsid w:val="00DD1393"/>
    <w:rsid w:val="00DD1438"/>
    <w:rsid w:val="00DD1B57"/>
    <w:rsid w:val="00DD32E2"/>
    <w:rsid w:val="00DD3C55"/>
    <w:rsid w:val="00DD3F0B"/>
    <w:rsid w:val="00DD51CA"/>
    <w:rsid w:val="00DD5734"/>
    <w:rsid w:val="00DD5779"/>
    <w:rsid w:val="00DD608D"/>
    <w:rsid w:val="00DD6514"/>
    <w:rsid w:val="00DD65BE"/>
    <w:rsid w:val="00DD6651"/>
    <w:rsid w:val="00DD6829"/>
    <w:rsid w:val="00DD6912"/>
    <w:rsid w:val="00DD7005"/>
    <w:rsid w:val="00DD73F5"/>
    <w:rsid w:val="00DE0546"/>
    <w:rsid w:val="00DE08DF"/>
    <w:rsid w:val="00DE0C9E"/>
    <w:rsid w:val="00DE1006"/>
    <w:rsid w:val="00DE12CD"/>
    <w:rsid w:val="00DE17AE"/>
    <w:rsid w:val="00DE1938"/>
    <w:rsid w:val="00DE1CF4"/>
    <w:rsid w:val="00DE1F60"/>
    <w:rsid w:val="00DE1FA9"/>
    <w:rsid w:val="00DE29BC"/>
    <w:rsid w:val="00DE2E0E"/>
    <w:rsid w:val="00DE5E3C"/>
    <w:rsid w:val="00DE63F6"/>
    <w:rsid w:val="00DE69BE"/>
    <w:rsid w:val="00DE752D"/>
    <w:rsid w:val="00DE7626"/>
    <w:rsid w:val="00DE77AF"/>
    <w:rsid w:val="00DE7906"/>
    <w:rsid w:val="00DE7CAB"/>
    <w:rsid w:val="00DE7D34"/>
    <w:rsid w:val="00DE7E8A"/>
    <w:rsid w:val="00DE7FBF"/>
    <w:rsid w:val="00DF00A3"/>
    <w:rsid w:val="00DF0808"/>
    <w:rsid w:val="00DF08B3"/>
    <w:rsid w:val="00DF0E7E"/>
    <w:rsid w:val="00DF0FC7"/>
    <w:rsid w:val="00DF110E"/>
    <w:rsid w:val="00DF12D7"/>
    <w:rsid w:val="00DF132B"/>
    <w:rsid w:val="00DF15BF"/>
    <w:rsid w:val="00DF259F"/>
    <w:rsid w:val="00DF2DC3"/>
    <w:rsid w:val="00DF3E02"/>
    <w:rsid w:val="00DF486C"/>
    <w:rsid w:val="00DF55D2"/>
    <w:rsid w:val="00DF603E"/>
    <w:rsid w:val="00DF683A"/>
    <w:rsid w:val="00DF695D"/>
    <w:rsid w:val="00DF6CA9"/>
    <w:rsid w:val="00DF6E76"/>
    <w:rsid w:val="00DF7037"/>
    <w:rsid w:val="00DF7461"/>
    <w:rsid w:val="00DF7604"/>
    <w:rsid w:val="00DF792B"/>
    <w:rsid w:val="00DF7B47"/>
    <w:rsid w:val="00DF7E50"/>
    <w:rsid w:val="00E002B6"/>
    <w:rsid w:val="00E00775"/>
    <w:rsid w:val="00E00F42"/>
    <w:rsid w:val="00E0152C"/>
    <w:rsid w:val="00E0350F"/>
    <w:rsid w:val="00E03704"/>
    <w:rsid w:val="00E0375B"/>
    <w:rsid w:val="00E037B1"/>
    <w:rsid w:val="00E03869"/>
    <w:rsid w:val="00E03FE1"/>
    <w:rsid w:val="00E046F5"/>
    <w:rsid w:val="00E04B32"/>
    <w:rsid w:val="00E05768"/>
    <w:rsid w:val="00E0592A"/>
    <w:rsid w:val="00E06E46"/>
    <w:rsid w:val="00E076EC"/>
    <w:rsid w:val="00E07D7F"/>
    <w:rsid w:val="00E10A8E"/>
    <w:rsid w:val="00E11D6C"/>
    <w:rsid w:val="00E132C2"/>
    <w:rsid w:val="00E13493"/>
    <w:rsid w:val="00E13716"/>
    <w:rsid w:val="00E1402B"/>
    <w:rsid w:val="00E14921"/>
    <w:rsid w:val="00E14B57"/>
    <w:rsid w:val="00E14B80"/>
    <w:rsid w:val="00E15A6A"/>
    <w:rsid w:val="00E16229"/>
    <w:rsid w:val="00E16456"/>
    <w:rsid w:val="00E16C6F"/>
    <w:rsid w:val="00E16D0E"/>
    <w:rsid w:val="00E16F19"/>
    <w:rsid w:val="00E1734F"/>
    <w:rsid w:val="00E176A7"/>
    <w:rsid w:val="00E203FA"/>
    <w:rsid w:val="00E20A1A"/>
    <w:rsid w:val="00E21394"/>
    <w:rsid w:val="00E21643"/>
    <w:rsid w:val="00E21B60"/>
    <w:rsid w:val="00E22044"/>
    <w:rsid w:val="00E22057"/>
    <w:rsid w:val="00E23798"/>
    <w:rsid w:val="00E239C7"/>
    <w:rsid w:val="00E23D58"/>
    <w:rsid w:val="00E2453B"/>
    <w:rsid w:val="00E253B8"/>
    <w:rsid w:val="00E25E5F"/>
    <w:rsid w:val="00E26227"/>
    <w:rsid w:val="00E26DEA"/>
    <w:rsid w:val="00E27068"/>
    <w:rsid w:val="00E3022A"/>
    <w:rsid w:val="00E3072B"/>
    <w:rsid w:val="00E30EFC"/>
    <w:rsid w:val="00E30FA4"/>
    <w:rsid w:val="00E31834"/>
    <w:rsid w:val="00E3214E"/>
    <w:rsid w:val="00E33035"/>
    <w:rsid w:val="00E34D1B"/>
    <w:rsid w:val="00E351DC"/>
    <w:rsid w:val="00E36D8F"/>
    <w:rsid w:val="00E3706D"/>
    <w:rsid w:val="00E3714A"/>
    <w:rsid w:val="00E37CBF"/>
    <w:rsid w:val="00E408D5"/>
    <w:rsid w:val="00E413F5"/>
    <w:rsid w:val="00E415DC"/>
    <w:rsid w:val="00E41A1A"/>
    <w:rsid w:val="00E41DCF"/>
    <w:rsid w:val="00E424D5"/>
    <w:rsid w:val="00E42EEE"/>
    <w:rsid w:val="00E431F7"/>
    <w:rsid w:val="00E4349E"/>
    <w:rsid w:val="00E4354C"/>
    <w:rsid w:val="00E43DB0"/>
    <w:rsid w:val="00E441D7"/>
    <w:rsid w:val="00E443BF"/>
    <w:rsid w:val="00E444D4"/>
    <w:rsid w:val="00E44741"/>
    <w:rsid w:val="00E448BB"/>
    <w:rsid w:val="00E44D34"/>
    <w:rsid w:val="00E44F45"/>
    <w:rsid w:val="00E45298"/>
    <w:rsid w:val="00E470E6"/>
    <w:rsid w:val="00E470F1"/>
    <w:rsid w:val="00E47E80"/>
    <w:rsid w:val="00E502D9"/>
    <w:rsid w:val="00E50593"/>
    <w:rsid w:val="00E5096D"/>
    <w:rsid w:val="00E50B79"/>
    <w:rsid w:val="00E50D15"/>
    <w:rsid w:val="00E50DC0"/>
    <w:rsid w:val="00E5545F"/>
    <w:rsid w:val="00E55535"/>
    <w:rsid w:val="00E55F0F"/>
    <w:rsid w:val="00E562AD"/>
    <w:rsid w:val="00E562E4"/>
    <w:rsid w:val="00E5723E"/>
    <w:rsid w:val="00E57E0C"/>
    <w:rsid w:val="00E57EFC"/>
    <w:rsid w:val="00E600E8"/>
    <w:rsid w:val="00E6033A"/>
    <w:rsid w:val="00E615A9"/>
    <w:rsid w:val="00E6176F"/>
    <w:rsid w:val="00E61A5C"/>
    <w:rsid w:val="00E61E4A"/>
    <w:rsid w:val="00E61E83"/>
    <w:rsid w:val="00E623C4"/>
    <w:rsid w:val="00E628D1"/>
    <w:rsid w:val="00E62984"/>
    <w:rsid w:val="00E62CBE"/>
    <w:rsid w:val="00E62FB0"/>
    <w:rsid w:val="00E632BE"/>
    <w:rsid w:val="00E634AA"/>
    <w:rsid w:val="00E636AD"/>
    <w:rsid w:val="00E638F6"/>
    <w:rsid w:val="00E6412A"/>
    <w:rsid w:val="00E64E0A"/>
    <w:rsid w:val="00E651C6"/>
    <w:rsid w:val="00E65307"/>
    <w:rsid w:val="00E666A6"/>
    <w:rsid w:val="00E66731"/>
    <w:rsid w:val="00E6692D"/>
    <w:rsid w:val="00E66ACA"/>
    <w:rsid w:val="00E66AE8"/>
    <w:rsid w:val="00E66C4A"/>
    <w:rsid w:val="00E67402"/>
    <w:rsid w:val="00E67830"/>
    <w:rsid w:val="00E719CD"/>
    <w:rsid w:val="00E71A14"/>
    <w:rsid w:val="00E71B50"/>
    <w:rsid w:val="00E71D29"/>
    <w:rsid w:val="00E71D5B"/>
    <w:rsid w:val="00E71EC0"/>
    <w:rsid w:val="00E72776"/>
    <w:rsid w:val="00E72B89"/>
    <w:rsid w:val="00E72B9F"/>
    <w:rsid w:val="00E72EE1"/>
    <w:rsid w:val="00E735B0"/>
    <w:rsid w:val="00E73992"/>
    <w:rsid w:val="00E740C5"/>
    <w:rsid w:val="00E74B06"/>
    <w:rsid w:val="00E74FC3"/>
    <w:rsid w:val="00E751FF"/>
    <w:rsid w:val="00E754E9"/>
    <w:rsid w:val="00E756A2"/>
    <w:rsid w:val="00E759D8"/>
    <w:rsid w:val="00E75CEA"/>
    <w:rsid w:val="00E75D29"/>
    <w:rsid w:val="00E75E0C"/>
    <w:rsid w:val="00E76699"/>
    <w:rsid w:val="00E769B6"/>
    <w:rsid w:val="00E76A97"/>
    <w:rsid w:val="00E76AE6"/>
    <w:rsid w:val="00E776DA"/>
    <w:rsid w:val="00E77D8B"/>
    <w:rsid w:val="00E80CFB"/>
    <w:rsid w:val="00E811B5"/>
    <w:rsid w:val="00E81C80"/>
    <w:rsid w:val="00E81C8C"/>
    <w:rsid w:val="00E82524"/>
    <w:rsid w:val="00E82C2F"/>
    <w:rsid w:val="00E83140"/>
    <w:rsid w:val="00E83A54"/>
    <w:rsid w:val="00E83B2E"/>
    <w:rsid w:val="00E83EED"/>
    <w:rsid w:val="00E84097"/>
    <w:rsid w:val="00E84552"/>
    <w:rsid w:val="00E84657"/>
    <w:rsid w:val="00E847CD"/>
    <w:rsid w:val="00E84FE9"/>
    <w:rsid w:val="00E853FE"/>
    <w:rsid w:val="00E85C43"/>
    <w:rsid w:val="00E85DA4"/>
    <w:rsid w:val="00E85DE3"/>
    <w:rsid w:val="00E8670F"/>
    <w:rsid w:val="00E868DC"/>
    <w:rsid w:val="00E86956"/>
    <w:rsid w:val="00E86A56"/>
    <w:rsid w:val="00E86DC2"/>
    <w:rsid w:val="00E87494"/>
    <w:rsid w:val="00E87865"/>
    <w:rsid w:val="00E87B79"/>
    <w:rsid w:val="00E87B7D"/>
    <w:rsid w:val="00E90146"/>
    <w:rsid w:val="00E90C03"/>
    <w:rsid w:val="00E91F3D"/>
    <w:rsid w:val="00E92155"/>
    <w:rsid w:val="00E928E4"/>
    <w:rsid w:val="00E92E20"/>
    <w:rsid w:val="00E933BD"/>
    <w:rsid w:val="00E93B1E"/>
    <w:rsid w:val="00E9435D"/>
    <w:rsid w:val="00E94370"/>
    <w:rsid w:val="00E943DF"/>
    <w:rsid w:val="00E9444A"/>
    <w:rsid w:val="00E94CDB"/>
    <w:rsid w:val="00E94D5C"/>
    <w:rsid w:val="00E95083"/>
    <w:rsid w:val="00E956AF"/>
    <w:rsid w:val="00E95C4F"/>
    <w:rsid w:val="00E95E8E"/>
    <w:rsid w:val="00E96671"/>
    <w:rsid w:val="00E9685C"/>
    <w:rsid w:val="00E978A3"/>
    <w:rsid w:val="00EA01DC"/>
    <w:rsid w:val="00EA1076"/>
    <w:rsid w:val="00EA2556"/>
    <w:rsid w:val="00EA3ED5"/>
    <w:rsid w:val="00EA4114"/>
    <w:rsid w:val="00EA43DF"/>
    <w:rsid w:val="00EA45EB"/>
    <w:rsid w:val="00EA4999"/>
    <w:rsid w:val="00EA52CD"/>
    <w:rsid w:val="00EA55B3"/>
    <w:rsid w:val="00EA5BD3"/>
    <w:rsid w:val="00EA5D68"/>
    <w:rsid w:val="00EA76C4"/>
    <w:rsid w:val="00EB10B7"/>
    <w:rsid w:val="00EB11EA"/>
    <w:rsid w:val="00EB129E"/>
    <w:rsid w:val="00EB1FFC"/>
    <w:rsid w:val="00EB21DD"/>
    <w:rsid w:val="00EB229E"/>
    <w:rsid w:val="00EB23FF"/>
    <w:rsid w:val="00EB2B25"/>
    <w:rsid w:val="00EB2B36"/>
    <w:rsid w:val="00EB2BFF"/>
    <w:rsid w:val="00EB304E"/>
    <w:rsid w:val="00EB33BA"/>
    <w:rsid w:val="00EB4344"/>
    <w:rsid w:val="00EB43AB"/>
    <w:rsid w:val="00EB4844"/>
    <w:rsid w:val="00EB4993"/>
    <w:rsid w:val="00EB4AC0"/>
    <w:rsid w:val="00EB4B9A"/>
    <w:rsid w:val="00EB4DB5"/>
    <w:rsid w:val="00EB547B"/>
    <w:rsid w:val="00EB5DCD"/>
    <w:rsid w:val="00EB5F27"/>
    <w:rsid w:val="00EB6680"/>
    <w:rsid w:val="00EB6A57"/>
    <w:rsid w:val="00EB6F77"/>
    <w:rsid w:val="00EB7D86"/>
    <w:rsid w:val="00EB7F5D"/>
    <w:rsid w:val="00EC0A94"/>
    <w:rsid w:val="00EC0B34"/>
    <w:rsid w:val="00EC0CCE"/>
    <w:rsid w:val="00EC1099"/>
    <w:rsid w:val="00EC10B0"/>
    <w:rsid w:val="00EC1225"/>
    <w:rsid w:val="00EC134D"/>
    <w:rsid w:val="00EC1BC2"/>
    <w:rsid w:val="00EC1C08"/>
    <w:rsid w:val="00EC1DA6"/>
    <w:rsid w:val="00EC2727"/>
    <w:rsid w:val="00EC2EDC"/>
    <w:rsid w:val="00EC33B2"/>
    <w:rsid w:val="00EC4A3E"/>
    <w:rsid w:val="00EC55F4"/>
    <w:rsid w:val="00EC564E"/>
    <w:rsid w:val="00EC594E"/>
    <w:rsid w:val="00EC5E23"/>
    <w:rsid w:val="00EC65B3"/>
    <w:rsid w:val="00EC6BDC"/>
    <w:rsid w:val="00EC6CEA"/>
    <w:rsid w:val="00EC7F65"/>
    <w:rsid w:val="00ED010B"/>
    <w:rsid w:val="00ED0A38"/>
    <w:rsid w:val="00ED0DF2"/>
    <w:rsid w:val="00ED24E9"/>
    <w:rsid w:val="00ED2EE9"/>
    <w:rsid w:val="00ED321A"/>
    <w:rsid w:val="00ED3DAD"/>
    <w:rsid w:val="00ED4797"/>
    <w:rsid w:val="00ED4F65"/>
    <w:rsid w:val="00ED511A"/>
    <w:rsid w:val="00ED5A52"/>
    <w:rsid w:val="00ED6226"/>
    <w:rsid w:val="00ED677B"/>
    <w:rsid w:val="00ED6BA4"/>
    <w:rsid w:val="00ED6E08"/>
    <w:rsid w:val="00ED6F65"/>
    <w:rsid w:val="00ED7781"/>
    <w:rsid w:val="00ED785F"/>
    <w:rsid w:val="00ED7A05"/>
    <w:rsid w:val="00EE01A4"/>
    <w:rsid w:val="00EE03E2"/>
    <w:rsid w:val="00EE05B8"/>
    <w:rsid w:val="00EE0722"/>
    <w:rsid w:val="00EE0D56"/>
    <w:rsid w:val="00EE1DC6"/>
    <w:rsid w:val="00EE2356"/>
    <w:rsid w:val="00EE238C"/>
    <w:rsid w:val="00EE2424"/>
    <w:rsid w:val="00EE2E0F"/>
    <w:rsid w:val="00EE2E5C"/>
    <w:rsid w:val="00EE31BE"/>
    <w:rsid w:val="00EE3497"/>
    <w:rsid w:val="00EE39DF"/>
    <w:rsid w:val="00EE3BEB"/>
    <w:rsid w:val="00EE4A02"/>
    <w:rsid w:val="00EE4AA9"/>
    <w:rsid w:val="00EE4C37"/>
    <w:rsid w:val="00EE4D4F"/>
    <w:rsid w:val="00EE4F3D"/>
    <w:rsid w:val="00EE4F7A"/>
    <w:rsid w:val="00EE515E"/>
    <w:rsid w:val="00EE5431"/>
    <w:rsid w:val="00EE7CEC"/>
    <w:rsid w:val="00EF02D8"/>
    <w:rsid w:val="00EF075C"/>
    <w:rsid w:val="00EF0B98"/>
    <w:rsid w:val="00EF0EB5"/>
    <w:rsid w:val="00EF2001"/>
    <w:rsid w:val="00EF30B6"/>
    <w:rsid w:val="00EF36AB"/>
    <w:rsid w:val="00EF3C8D"/>
    <w:rsid w:val="00EF4773"/>
    <w:rsid w:val="00EF49C9"/>
    <w:rsid w:val="00EF4C4F"/>
    <w:rsid w:val="00EF4D2A"/>
    <w:rsid w:val="00EF5547"/>
    <w:rsid w:val="00EF566C"/>
    <w:rsid w:val="00EF5719"/>
    <w:rsid w:val="00EF5C98"/>
    <w:rsid w:val="00EF5EAC"/>
    <w:rsid w:val="00EF6208"/>
    <w:rsid w:val="00EF680E"/>
    <w:rsid w:val="00EF6870"/>
    <w:rsid w:val="00EF763F"/>
    <w:rsid w:val="00F00015"/>
    <w:rsid w:val="00F002F7"/>
    <w:rsid w:val="00F003B5"/>
    <w:rsid w:val="00F00475"/>
    <w:rsid w:val="00F00544"/>
    <w:rsid w:val="00F00B3D"/>
    <w:rsid w:val="00F01267"/>
    <w:rsid w:val="00F0176A"/>
    <w:rsid w:val="00F01B87"/>
    <w:rsid w:val="00F01D00"/>
    <w:rsid w:val="00F01E9C"/>
    <w:rsid w:val="00F02526"/>
    <w:rsid w:val="00F0273E"/>
    <w:rsid w:val="00F02C0B"/>
    <w:rsid w:val="00F0384D"/>
    <w:rsid w:val="00F03C71"/>
    <w:rsid w:val="00F03CBD"/>
    <w:rsid w:val="00F0449B"/>
    <w:rsid w:val="00F04E03"/>
    <w:rsid w:val="00F04E66"/>
    <w:rsid w:val="00F05B90"/>
    <w:rsid w:val="00F05C88"/>
    <w:rsid w:val="00F05D42"/>
    <w:rsid w:val="00F06053"/>
    <w:rsid w:val="00F0607B"/>
    <w:rsid w:val="00F06624"/>
    <w:rsid w:val="00F06687"/>
    <w:rsid w:val="00F06835"/>
    <w:rsid w:val="00F07374"/>
    <w:rsid w:val="00F075AC"/>
    <w:rsid w:val="00F07F19"/>
    <w:rsid w:val="00F104FE"/>
    <w:rsid w:val="00F10F1A"/>
    <w:rsid w:val="00F10FD3"/>
    <w:rsid w:val="00F111EA"/>
    <w:rsid w:val="00F1179B"/>
    <w:rsid w:val="00F11AD0"/>
    <w:rsid w:val="00F11EBC"/>
    <w:rsid w:val="00F125DF"/>
    <w:rsid w:val="00F13011"/>
    <w:rsid w:val="00F133DB"/>
    <w:rsid w:val="00F13E02"/>
    <w:rsid w:val="00F14A7D"/>
    <w:rsid w:val="00F14D8B"/>
    <w:rsid w:val="00F154A5"/>
    <w:rsid w:val="00F15D83"/>
    <w:rsid w:val="00F1778A"/>
    <w:rsid w:val="00F17BF6"/>
    <w:rsid w:val="00F2018B"/>
    <w:rsid w:val="00F21D04"/>
    <w:rsid w:val="00F21E1A"/>
    <w:rsid w:val="00F228BB"/>
    <w:rsid w:val="00F23745"/>
    <w:rsid w:val="00F24231"/>
    <w:rsid w:val="00F25110"/>
    <w:rsid w:val="00F252BD"/>
    <w:rsid w:val="00F2559D"/>
    <w:rsid w:val="00F25A35"/>
    <w:rsid w:val="00F25C28"/>
    <w:rsid w:val="00F25CB4"/>
    <w:rsid w:val="00F269A9"/>
    <w:rsid w:val="00F30A1F"/>
    <w:rsid w:val="00F30BB7"/>
    <w:rsid w:val="00F31F85"/>
    <w:rsid w:val="00F321FC"/>
    <w:rsid w:val="00F3234D"/>
    <w:rsid w:val="00F324CA"/>
    <w:rsid w:val="00F32613"/>
    <w:rsid w:val="00F32985"/>
    <w:rsid w:val="00F33245"/>
    <w:rsid w:val="00F3352F"/>
    <w:rsid w:val="00F3397D"/>
    <w:rsid w:val="00F3495D"/>
    <w:rsid w:val="00F34B9A"/>
    <w:rsid w:val="00F34B9D"/>
    <w:rsid w:val="00F34DD8"/>
    <w:rsid w:val="00F34F62"/>
    <w:rsid w:val="00F34FDB"/>
    <w:rsid w:val="00F3518B"/>
    <w:rsid w:val="00F35C87"/>
    <w:rsid w:val="00F35E45"/>
    <w:rsid w:val="00F364E0"/>
    <w:rsid w:val="00F3656C"/>
    <w:rsid w:val="00F36612"/>
    <w:rsid w:val="00F3742B"/>
    <w:rsid w:val="00F376A9"/>
    <w:rsid w:val="00F37728"/>
    <w:rsid w:val="00F37D8D"/>
    <w:rsid w:val="00F4034B"/>
    <w:rsid w:val="00F4034C"/>
    <w:rsid w:val="00F40915"/>
    <w:rsid w:val="00F40A57"/>
    <w:rsid w:val="00F41349"/>
    <w:rsid w:val="00F417C1"/>
    <w:rsid w:val="00F4259D"/>
    <w:rsid w:val="00F4286D"/>
    <w:rsid w:val="00F42998"/>
    <w:rsid w:val="00F43420"/>
    <w:rsid w:val="00F43A87"/>
    <w:rsid w:val="00F441DE"/>
    <w:rsid w:val="00F447A2"/>
    <w:rsid w:val="00F449E6"/>
    <w:rsid w:val="00F44C18"/>
    <w:rsid w:val="00F44CA1"/>
    <w:rsid w:val="00F45D7C"/>
    <w:rsid w:val="00F45E5E"/>
    <w:rsid w:val="00F46FC7"/>
    <w:rsid w:val="00F47120"/>
    <w:rsid w:val="00F4724F"/>
    <w:rsid w:val="00F473E5"/>
    <w:rsid w:val="00F47B94"/>
    <w:rsid w:val="00F47DFC"/>
    <w:rsid w:val="00F5064A"/>
    <w:rsid w:val="00F5065F"/>
    <w:rsid w:val="00F509B3"/>
    <w:rsid w:val="00F5175A"/>
    <w:rsid w:val="00F51877"/>
    <w:rsid w:val="00F5219C"/>
    <w:rsid w:val="00F52886"/>
    <w:rsid w:val="00F531D5"/>
    <w:rsid w:val="00F536D3"/>
    <w:rsid w:val="00F5400D"/>
    <w:rsid w:val="00F54279"/>
    <w:rsid w:val="00F550CF"/>
    <w:rsid w:val="00F55AC7"/>
    <w:rsid w:val="00F565C4"/>
    <w:rsid w:val="00F56645"/>
    <w:rsid w:val="00F57673"/>
    <w:rsid w:val="00F576C6"/>
    <w:rsid w:val="00F61198"/>
    <w:rsid w:val="00F6188D"/>
    <w:rsid w:val="00F61C1A"/>
    <w:rsid w:val="00F61DBD"/>
    <w:rsid w:val="00F64272"/>
    <w:rsid w:val="00F6433B"/>
    <w:rsid w:val="00F654EF"/>
    <w:rsid w:val="00F656B8"/>
    <w:rsid w:val="00F657FA"/>
    <w:rsid w:val="00F65B63"/>
    <w:rsid w:val="00F66255"/>
    <w:rsid w:val="00F66A72"/>
    <w:rsid w:val="00F66F2E"/>
    <w:rsid w:val="00F677EF"/>
    <w:rsid w:val="00F67861"/>
    <w:rsid w:val="00F678AC"/>
    <w:rsid w:val="00F679FB"/>
    <w:rsid w:val="00F67CA8"/>
    <w:rsid w:val="00F7079F"/>
    <w:rsid w:val="00F70F81"/>
    <w:rsid w:val="00F717EA"/>
    <w:rsid w:val="00F7232C"/>
    <w:rsid w:val="00F724A7"/>
    <w:rsid w:val="00F72F15"/>
    <w:rsid w:val="00F72F4C"/>
    <w:rsid w:val="00F740B7"/>
    <w:rsid w:val="00F74368"/>
    <w:rsid w:val="00F74425"/>
    <w:rsid w:val="00F744FC"/>
    <w:rsid w:val="00F75086"/>
    <w:rsid w:val="00F7537A"/>
    <w:rsid w:val="00F755FE"/>
    <w:rsid w:val="00F75671"/>
    <w:rsid w:val="00F757F2"/>
    <w:rsid w:val="00F75B14"/>
    <w:rsid w:val="00F75C8D"/>
    <w:rsid w:val="00F75F3B"/>
    <w:rsid w:val="00F761DD"/>
    <w:rsid w:val="00F7699C"/>
    <w:rsid w:val="00F76DE2"/>
    <w:rsid w:val="00F77B21"/>
    <w:rsid w:val="00F77B2A"/>
    <w:rsid w:val="00F8075C"/>
    <w:rsid w:val="00F80F9C"/>
    <w:rsid w:val="00F813D6"/>
    <w:rsid w:val="00F8225B"/>
    <w:rsid w:val="00F82BB3"/>
    <w:rsid w:val="00F82C85"/>
    <w:rsid w:val="00F82C98"/>
    <w:rsid w:val="00F831A1"/>
    <w:rsid w:val="00F83731"/>
    <w:rsid w:val="00F837CC"/>
    <w:rsid w:val="00F83A92"/>
    <w:rsid w:val="00F840FC"/>
    <w:rsid w:val="00F8471C"/>
    <w:rsid w:val="00F84A5A"/>
    <w:rsid w:val="00F84F52"/>
    <w:rsid w:val="00F853F4"/>
    <w:rsid w:val="00F85561"/>
    <w:rsid w:val="00F85DC3"/>
    <w:rsid w:val="00F86293"/>
    <w:rsid w:val="00F867E3"/>
    <w:rsid w:val="00F868D9"/>
    <w:rsid w:val="00F87279"/>
    <w:rsid w:val="00F87AB3"/>
    <w:rsid w:val="00F907B3"/>
    <w:rsid w:val="00F9215B"/>
    <w:rsid w:val="00F92937"/>
    <w:rsid w:val="00F92C14"/>
    <w:rsid w:val="00F92E70"/>
    <w:rsid w:val="00F93441"/>
    <w:rsid w:val="00F934A1"/>
    <w:rsid w:val="00F935CF"/>
    <w:rsid w:val="00F94C99"/>
    <w:rsid w:val="00F95CF1"/>
    <w:rsid w:val="00F96E48"/>
    <w:rsid w:val="00F97457"/>
    <w:rsid w:val="00F97A9F"/>
    <w:rsid w:val="00F97D46"/>
    <w:rsid w:val="00FA02A5"/>
    <w:rsid w:val="00FA0FBF"/>
    <w:rsid w:val="00FA1CCF"/>
    <w:rsid w:val="00FA2194"/>
    <w:rsid w:val="00FA3840"/>
    <w:rsid w:val="00FA4082"/>
    <w:rsid w:val="00FA42EE"/>
    <w:rsid w:val="00FA52AB"/>
    <w:rsid w:val="00FA55EC"/>
    <w:rsid w:val="00FA6B28"/>
    <w:rsid w:val="00FA6DA9"/>
    <w:rsid w:val="00FA7150"/>
    <w:rsid w:val="00FA73E8"/>
    <w:rsid w:val="00FA7BC3"/>
    <w:rsid w:val="00FB00CE"/>
    <w:rsid w:val="00FB0463"/>
    <w:rsid w:val="00FB0A87"/>
    <w:rsid w:val="00FB0C88"/>
    <w:rsid w:val="00FB0DAA"/>
    <w:rsid w:val="00FB0F93"/>
    <w:rsid w:val="00FB0FA2"/>
    <w:rsid w:val="00FB11C2"/>
    <w:rsid w:val="00FB1FAD"/>
    <w:rsid w:val="00FB336D"/>
    <w:rsid w:val="00FB3C21"/>
    <w:rsid w:val="00FB4BD8"/>
    <w:rsid w:val="00FB4FEF"/>
    <w:rsid w:val="00FB50E6"/>
    <w:rsid w:val="00FB51F6"/>
    <w:rsid w:val="00FB6835"/>
    <w:rsid w:val="00FB68C0"/>
    <w:rsid w:val="00FB6E86"/>
    <w:rsid w:val="00FB6EBB"/>
    <w:rsid w:val="00FB72F7"/>
    <w:rsid w:val="00FB7DDE"/>
    <w:rsid w:val="00FC01BA"/>
    <w:rsid w:val="00FC0260"/>
    <w:rsid w:val="00FC027B"/>
    <w:rsid w:val="00FC074F"/>
    <w:rsid w:val="00FC0BE0"/>
    <w:rsid w:val="00FC0DD9"/>
    <w:rsid w:val="00FC11B1"/>
    <w:rsid w:val="00FC11D0"/>
    <w:rsid w:val="00FC1419"/>
    <w:rsid w:val="00FC194D"/>
    <w:rsid w:val="00FC1BF3"/>
    <w:rsid w:val="00FC1FC2"/>
    <w:rsid w:val="00FC2348"/>
    <w:rsid w:val="00FC2395"/>
    <w:rsid w:val="00FC27CC"/>
    <w:rsid w:val="00FC3185"/>
    <w:rsid w:val="00FC351B"/>
    <w:rsid w:val="00FC4C60"/>
    <w:rsid w:val="00FC5217"/>
    <w:rsid w:val="00FC6433"/>
    <w:rsid w:val="00FC64B9"/>
    <w:rsid w:val="00FC66CA"/>
    <w:rsid w:val="00FC66FC"/>
    <w:rsid w:val="00FC671D"/>
    <w:rsid w:val="00FC6BCC"/>
    <w:rsid w:val="00FC6DF4"/>
    <w:rsid w:val="00FC7F51"/>
    <w:rsid w:val="00FD03C8"/>
    <w:rsid w:val="00FD11B5"/>
    <w:rsid w:val="00FD13F6"/>
    <w:rsid w:val="00FD21D3"/>
    <w:rsid w:val="00FD33C7"/>
    <w:rsid w:val="00FD3D60"/>
    <w:rsid w:val="00FD3FF0"/>
    <w:rsid w:val="00FD40F1"/>
    <w:rsid w:val="00FD519C"/>
    <w:rsid w:val="00FD54CF"/>
    <w:rsid w:val="00FD58B0"/>
    <w:rsid w:val="00FD64F7"/>
    <w:rsid w:val="00FD70B3"/>
    <w:rsid w:val="00FD717C"/>
    <w:rsid w:val="00FD74FD"/>
    <w:rsid w:val="00FE0184"/>
    <w:rsid w:val="00FE061F"/>
    <w:rsid w:val="00FE1809"/>
    <w:rsid w:val="00FE1831"/>
    <w:rsid w:val="00FE1E0B"/>
    <w:rsid w:val="00FE2E10"/>
    <w:rsid w:val="00FE3524"/>
    <w:rsid w:val="00FE3637"/>
    <w:rsid w:val="00FE3809"/>
    <w:rsid w:val="00FE399B"/>
    <w:rsid w:val="00FE3C61"/>
    <w:rsid w:val="00FE448C"/>
    <w:rsid w:val="00FE4718"/>
    <w:rsid w:val="00FE4828"/>
    <w:rsid w:val="00FE487F"/>
    <w:rsid w:val="00FE4A19"/>
    <w:rsid w:val="00FE4A20"/>
    <w:rsid w:val="00FE4CFF"/>
    <w:rsid w:val="00FE511B"/>
    <w:rsid w:val="00FE5AD5"/>
    <w:rsid w:val="00FE5D5B"/>
    <w:rsid w:val="00FE5FC9"/>
    <w:rsid w:val="00FE633A"/>
    <w:rsid w:val="00FE66C1"/>
    <w:rsid w:val="00FE6AB6"/>
    <w:rsid w:val="00FE6E1C"/>
    <w:rsid w:val="00FE6FB8"/>
    <w:rsid w:val="00FE7734"/>
    <w:rsid w:val="00FE7BC0"/>
    <w:rsid w:val="00FF01E1"/>
    <w:rsid w:val="00FF02EB"/>
    <w:rsid w:val="00FF0AC4"/>
    <w:rsid w:val="00FF1C88"/>
    <w:rsid w:val="00FF1D78"/>
    <w:rsid w:val="00FF1DF7"/>
    <w:rsid w:val="00FF265A"/>
    <w:rsid w:val="00FF3053"/>
    <w:rsid w:val="00FF3071"/>
    <w:rsid w:val="00FF3507"/>
    <w:rsid w:val="00FF3A41"/>
    <w:rsid w:val="00FF3AE1"/>
    <w:rsid w:val="00FF3E19"/>
    <w:rsid w:val="00FF4382"/>
    <w:rsid w:val="00FF49DD"/>
    <w:rsid w:val="00FF4D53"/>
    <w:rsid w:val="00FF4E93"/>
    <w:rsid w:val="00FF5182"/>
    <w:rsid w:val="00FF51BA"/>
    <w:rsid w:val="00FF6587"/>
    <w:rsid w:val="00FF65E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locked="1" w:uiPriority="0"/>
    <w:lsdException w:name="page number" w:locked="1" w:uiPriority="0"/>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C68C0"/>
    <w:rPr>
      <w:rFonts w:ascii="Times New Roman" w:eastAsia="Times New Roman" w:hAnsi="Times New Roman"/>
      <w:sz w:val="24"/>
      <w:szCs w:val="24"/>
    </w:rPr>
  </w:style>
  <w:style w:type="paragraph" w:styleId="Heading1">
    <w:name w:val="heading 1"/>
    <w:basedOn w:val="Normal"/>
    <w:next w:val="Normal"/>
    <w:link w:val="Heading1Char"/>
    <w:uiPriority w:val="99"/>
    <w:qFormat/>
    <w:rsid w:val="00753B33"/>
    <w:pPr>
      <w:keepNext/>
      <w:spacing w:before="240" w:after="120" w:line="360" w:lineRule="auto"/>
      <w:ind w:firstLine="720"/>
      <w:jc w:val="center"/>
      <w:outlineLvl w:val="0"/>
    </w:pPr>
    <w:rPr>
      <w:b/>
      <w:sz w:val="28"/>
      <w:szCs w:val="20"/>
    </w:rPr>
  </w:style>
  <w:style w:type="paragraph" w:styleId="Heading2">
    <w:name w:val="heading 2"/>
    <w:basedOn w:val="Normal"/>
    <w:next w:val="Normal"/>
    <w:link w:val="Heading2Char"/>
    <w:uiPriority w:val="99"/>
    <w:qFormat/>
    <w:rsid w:val="00753B33"/>
    <w:pPr>
      <w:keepNext/>
      <w:spacing w:line="360" w:lineRule="auto"/>
      <w:ind w:firstLine="720"/>
      <w:jc w:val="both"/>
      <w:outlineLvl w:val="1"/>
    </w:pPr>
    <w:rPr>
      <w:b/>
      <w:szCs w:val="20"/>
    </w:rPr>
  </w:style>
  <w:style w:type="paragraph" w:styleId="Heading3">
    <w:name w:val="heading 3"/>
    <w:basedOn w:val="Normal"/>
    <w:next w:val="Normal"/>
    <w:link w:val="Heading3Char"/>
    <w:uiPriority w:val="99"/>
    <w:qFormat/>
    <w:rsid w:val="00753B33"/>
    <w:pPr>
      <w:keepNext/>
      <w:spacing w:line="360" w:lineRule="auto"/>
      <w:ind w:firstLine="720"/>
      <w:jc w:val="both"/>
      <w:outlineLvl w:val="2"/>
    </w:pPr>
    <w:rPr>
      <w:szCs w:val="20"/>
    </w:rPr>
  </w:style>
  <w:style w:type="paragraph" w:styleId="Heading4">
    <w:name w:val="heading 4"/>
    <w:basedOn w:val="Normal"/>
    <w:next w:val="Normal"/>
    <w:link w:val="Heading4Char"/>
    <w:uiPriority w:val="99"/>
    <w:qFormat/>
    <w:rsid w:val="00753B33"/>
    <w:pPr>
      <w:keepNext/>
      <w:spacing w:before="240" w:after="60" w:line="360" w:lineRule="auto"/>
      <w:ind w:firstLine="720"/>
      <w:jc w:val="both"/>
      <w:outlineLvl w:val="3"/>
    </w:pPr>
    <w:rPr>
      <w:rFonts w:ascii="Calibri" w:hAnsi="Calibri"/>
      <w:b/>
      <w:bCs/>
      <w:sz w:val="28"/>
      <w:szCs w:val="28"/>
    </w:rPr>
  </w:style>
  <w:style w:type="paragraph" w:styleId="Heading5">
    <w:name w:val="heading 5"/>
    <w:basedOn w:val="Normal"/>
    <w:next w:val="Normal"/>
    <w:link w:val="Heading5Char"/>
    <w:uiPriority w:val="99"/>
    <w:qFormat/>
    <w:rsid w:val="00753B33"/>
    <w:pPr>
      <w:spacing w:before="240" w:after="60" w:line="360" w:lineRule="auto"/>
      <w:ind w:firstLine="720"/>
      <w:jc w:val="both"/>
      <w:outlineLvl w:val="4"/>
    </w:pPr>
    <w:rPr>
      <w:rFonts w:ascii="Calibri" w:hAnsi="Calibri"/>
      <w:b/>
      <w:bCs/>
      <w:i/>
      <w:iCs/>
      <w:sz w:val="26"/>
      <w:szCs w:val="26"/>
    </w:rPr>
  </w:style>
  <w:style w:type="paragraph" w:styleId="Heading6">
    <w:name w:val="heading 6"/>
    <w:basedOn w:val="Normal"/>
    <w:next w:val="Normal"/>
    <w:link w:val="Heading6Char"/>
    <w:uiPriority w:val="99"/>
    <w:qFormat/>
    <w:rsid w:val="00753B33"/>
    <w:pPr>
      <w:spacing w:before="240" w:after="60" w:line="360" w:lineRule="auto"/>
      <w:ind w:firstLine="720"/>
      <w:jc w:val="both"/>
      <w:outlineLvl w:val="5"/>
    </w:pPr>
    <w:rPr>
      <w:rFonts w:ascii="Calibri" w:hAnsi="Calibri"/>
      <w:b/>
      <w:bCs/>
      <w:sz w:val="22"/>
      <w:szCs w:val="22"/>
    </w:rPr>
  </w:style>
  <w:style w:type="paragraph" w:styleId="Heading7">
    <w:name w:val="heading 7"/>
    <w:basedOn w:val="Normal"/>
    <w:next w:val="Normal"/>
    <w:link w:val="Heading7Char"/>
    <w:uiPriority w:val="99"/>
    <w:qFormat/>
    <w:rsid w:val="00753B33"/>
    <w:pPr>
      <w:spacing w:before="240" w:after="60" w:line="360" w:lineRule="auto"/>
      <w:ind w:firstLine="720"/>
      <w:jc w:val="both"/>
      <w:outlineLvl w:val="6"/>
    </w:pPr>
    <w:rPr>
      <w:rFonts w:ascii="Calibri" w:hAnsi="Calibri"/>
    </w:rPr>
  </w:style>
  <w:style w:type="paragraph" w:styleId="Heading8">
    <w:name w:val="heading 8"/>
    <w:basedOn w:val="Normal"/>
    <w:next w:val="Normal"/>
    <w:link w:val="Heading8Char"/>
    <w:uiPriority w:val="99"/>
    <w:qFormat/>
    <w:rsid w:val="00753B33"/>
    <w:pPr>
      <w:spacing w:before="240" w:after="60" w:line="360" w:lineRule="auto"/>
      <w:ind w:firstLine="720"/>
      <w:jc w:val="both"/>
      <w:outlineLvl w:val="7"/>
    </w:pPr>
    <w:rPr>
      <w:rFonts w:ascii="Calibri" w:hAnsi="Calibri"/>
      <w:i/>
      <w:iCs/>
    </w:rPr>
  </w:style>
  <w:style w:type="paragraph" w:styleId="Heading9">
    <w:name w:val="heading 9"/>
    <w:basedOn w:val="Normal"/>
    <w:next w:val="Normal"/>
    <w:link w:val="Heading9Char"/>
    <w:uiPriority w:val="99"/>
    <w:qFormat/>
    <w:rsid w:val="00753B33"/>
    <w:pPr>
      <w:spacing w:before="240" w:after="60" w:line="360" w:lineRule="auto"/>
      <w:ind w:firstLine="720"/>
      <w:jc w:val="both"/>
      <w:outlineLvl w:val="8"/>
    </w:pPr>
    <w:rPr>
      <w:rFonts w:ascii="Cambria" w:hAnsi="Cambria"/>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53B33"/>
    <w:rPr>
      <w:rFonts w:ascii="Times New Roman" w:hAnsi="Times New Roman" w:cs="Times New Roman"/>
      <w:b/>
      <w:sz w:val="20"/>
      <w:szCs w:val="20"/>
      <w:lang w:eastAsia="ru-RU"/>
    </w:rPr>
  </w:style>
  <w:style w:type="character" w:customStyle="1" w:styleId="Heading2Char">
    <w:name w:val="Heading 2 Char"/>
    <w:basedOn w:val="DefaultParagraphFont"/>
    <w:link w:val="Heading2"/>
    <w:uiPriority w:val="99"/>
    <w:locked/>
    <w:rsid w:val="00753B33"/>
    <w:rPr>
      <w:rFonts w:ascii="Times New Roman" w:hAnsi="Times New Roman" w:cs="Times New Roman"/>
      <w:b/>
      <w:sz w:val="20"/>
      <w:szCs w:val="20"/>
      <w:lang w:eastAsia="ru-RU"/>
    </w:rPr>
  </w:style>
  <w:style w:type="character" w:customStyle="1" w:styleId="Heading3Char">
    <w:name w:val="Heading 3 Char"/>
    <w:basedOn w:val="DefaultParagraphFont"/>
    <w:link w:val="Heading3"/>
    <w:uiPriority w:val="99"/>
    <w:locked/>
    <w:rsid w:val="00753B33"/>
    <w:rPr>
      <w:rFonts w:ascii="Times New Roman" w:hAnsi="Times New Roman" w:cs="Times New Roman"/>
      <w:sz w:val="20"/>
      <w:szCs w:val="20"/>
      <w:lang w:eastAsia="ru-RU"/>
    </w:rPr>
  </w:style>
  <w:style w:type="character" w:customStyle="1" w:styleId="Heading4Char">
    <w:name w:val="Heading 4 Char"/>
    <w:basedOn w:val="DefaultParagraphFont"/>
    <w:link w:val="Heading4"/>
    <w:uiPriority w:val="99"/>
    <w:semiHidden/>
    <w:locked/>
    <w:rsid w:val="00753B33"/>
    <w:rPr>
      <w:rFonts w:ascii="Calibri" w:hAnsi="Calibri" w:cs="Times New Roman"/>
      <w:b/>
      <w:bCs/>
      <w:sz w:val="28"/>
      <w:szCs w:val="28"/>
      <w:lang w:eastAsia="ru-RU"/>
    </w:rPr>
  </w:style>
  <w:style w:type="character" w:customStyle="1" w:styleId="Heading5Char">
    <w:name w:val="Heading 5 Char"/>
    <w:basedOn w:val="DefaultParagraphFont"/>
    <w:link w:val="Heading5"/>
    <w:uiPriority w:val="99"/>
    <w:semiHidden/>
    <w:locked/>
    <w:rsid w:val="00753B33"/>
    <w:rPr>
      <w:rFonts w:ascii="Calibri" w:hAnsi="Calibri" w:cs="Times New Roman"/>
      <w:b/>
      <w:bCs/>
      <w:i/>
      <w:iCs/>
      <w:sz w:val="26"/>
      <w:szCs w:val="26"/>
      <w:lang w:eastAsia="ru-RU"/>
    </w:rPr>
  </w:style>
  <w:style w:type="character" w:customStyle="1" w:styleId="Heading6Char">
    <w:name w:val="Heading 6 Char"/>
    <w:basedOn w:val="DefaultParagraphFont"/>
    <w:link w:val="Heading6"/>
    <w:uiPriority w:val="99"/>
    <w:semiHidden/>
    <w:locked/>
    <w:rsid w:val="00753B33"/>
    <w:rPr>
      <w:rFonts w:ascii="Calibri" w:hAnsi="Calibri" w:cs="Times New Roman"/>
      <w:b/>
      <w:bCs/>
      <w:lang w:eastAsia="ru-RU"/>
    </w:rPr>
  </w:style>
  <w:style w:type="character" w:customStyle="1" w:styleId="Heading7Char">
    <w:name w:val="Heading 7 Char"/>
    <w:basedOn w:val="DefaultParagraphFont"/>
    <w:link w:val="Heading7"/>
    <w:uiPriority w:val="99"/>
    <w:semiHidden/>
    <w:locked/>
    <w:rsid w:val="00753B33"/>
    <w:rPr>
      <w:rFonts w:ascii="Calibri" w:hAnsi="Calibri" w:cs="Times New Roman"/>
      <w:sz w:val="24"/>
      <w:szCs w:val="24"/>
      <w:lang w:eastAsia="ru-RU"/>
    </w:rPr>
  </w:style>
  <w:style w:type="character" w:customStyle="1" w:styleId="Heading8Char">
    <w:name w:val="Heading 8 Char"/>
    <w:basedOn w:val="DefaultParagraphFont"/>
    <w:link w:val="Heading8"/>
    <w:uiPriority w:val="99"/>
    <w:semiHidden/>
    <w:locked/>
    <w:rsid w:val="00753B33"/>
    <w:rPr>
      <w:rFonts w:ascii="Calibri" w:hAnsi="Calibri" w:cs="Times New Roman"/>
      <w:i/>
      <w:iCs/>
      <w:sz w:val="24"/>
      <w:szCs w:val="24"/>
      <w:lang w:eastAsia="ru-RU"/>
    </w:rPr>
  </w:style>
  <w:style w:type="character" w:customStyle="1" w:styleId="Heading9Char">
    <w:name w:val="Heading 9 Char"/>
    <w:basedOn w:val="DefaultParagraphFont"/>
    <w:link w:val="Heading9"/>
    <w:uiPriority w:val="99"/>
    <w:semiHidden/>
    <w:locked/>
    <w:rsid w:val="00753B33"/>
    <w:rPr>
      <w:rFonts w:ascii="Cambria" w:hAnsi="Cambria" w:cs="Times New Roman"/>
      <w:lang w:eastAsia="ru-RU"/>
    </w:rPr>
  </w:style>
  <w:style w:type="paragraph" w:styleId="Footer">
    <w:name w:val="footer"/>
    <w:basedOn w:val="Normal"/>
    <w:link w:val="FooterChar"/>
    <w:uiPriority w:val="99"/>
    <w:rsid w:val="00CC68C0"/>
    <w:pPr>
      <w:tabs>
        <w:tab w:val="center" w:pos="4677"/>
        <w:tab w:val="right" w:pos="9355"/>
      </w:tabs>
    </w:pPr>
  </w:style>
  <w:style w:type="character" w:customStyle="1" w:styleId="FooterChar">
    <w:name w:val="Footer Char"/>
    <w:basedOn w:val="DefaultParagraphFont"/>
    <w:link w:val="Footer"/>
    <w:uiPriority w:val="99"/>
    <w:locked/>
    <w:rsid w:val="00CC68C0"/>
    <w:rPr>
      <w:rFonts w:ascii="Times New Roman" w:hAnsi="Times New Roman" w:cs="Times New Roman"/>
      <w:sz w:val="24"/>
      <w:szCs w:val="24"/>
    </w:rPr>
  </w:style>
  <w:style w:type="paragraph" w:styleId="ListParagraph">
    <w:name w:val="List Paragraph"/>
    <w:basedOn w:val="Normal"/>
    <w:uiPriority w:val="99"/>
    <w:qFormat/>
    <w:rsid w:val="00753B33"/>
    <w:pPr>
      <w:spacing w:line="360" w:lineRule="auto"/>
      <w:ind w:left="720" w:firstLine="720"/>
      <w:contextualSpacing/>
      <w:jc w:val="both"/>
    </w:pPr>
    <w:rPr>
      <w:szCs w:val="20"/>
    </w:rPr>
  </w:style>
  <w:style w:type="paragraph" w:styleId="BodyText">
    <w:name w:val="Body Text"/>
    <w:basedOn w:val="Normal"/>
    <w:link w:val="BodyTextChar"/>
    <w:uiPriority w:val="99"/>
    <w:rsid w:val="00753B33"/>
    <w:pPr>
      <w:spacing w:line="360" w:lineRule="auto"/>
      <w:ind w:firstLine="720"/>
      <w:jc w:val="both"/>
    </w:pPr>
    <w:rPr>
      <w:sz w:val="32"/>
      <w:szCs w:val="20"/>
    </w:rPr>
  </w:style>
  <w:style w:type="character" w:customStyle="1" w:styleId="BodyTextChar">
    <w:name w:val="Body Text Char"/>
    <w:basedOn w:val="DefaultParagraphFont"/>
    <w:link w:val="BodyText"/>
    <w:uiPriority w:val="99"/>
    <w:locked/>
    <w:rsid w:val="00753B33"/>
    <w:rPr>
      <w:rFonts w:ascii="Times New Roman" w:hAnsi="Times New Roman" w:cs="Times New Roman"/>
      <w:sz w:val="20"/>
      <w:szCs w:val="20"/>
      <w:lang w:eastAsia="ru-RU"/>
    </w:rPr>
  </w:style>
  <w:style w:type="table" w:styleId="TableGrid">
    <w:name w:val="Table Grid"/>
    <w:basedOn w:val="TableNormal"/>
    <w:uiPriority w:val="99"/>
    <w:rsid w:val="00753B33"/>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753B33"/>
    <w:rPr>
      <w:rFonts w:cs="Times New Roman"/>
      <w:color w:val="0000FF"/>
      <w:u w:val="single"/>
    </w:rPr>
  </w:style>
  <w:style w:type="paragraph" w:styleId="BalloonText">
    <w:name w:val="Balloon Text"/>
    <w:basedOn w:val="Normal"/>
    <w:link w:val="BalloonTextChar"/>
    <w:uiPriority w:val="99"/>
    <w:semiHidden/>
    <w:rsid w:val="00753B33"/>
    <w:pPr>
      <w:spacing w:line="360" w:lineRule="auto"/>
      <w:ind w:firstLine="720"/>
      <w:jc w:val="both"/>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53B33"/>
    <w:rPr>
      <w:rFonts w:ascii="Tahoma" w:hAnsi="Tahoma" w:cs="Tahoma"/>
      <w:sz w:val="16"/>
      <w:szCs w:val="16"/>
      <w:lang w:eastAsia="ru-RU"/>
    </w:rPr>
  </w:style>
  <w:style w:type="paragraph" w:styleId="BodyTextIndent2">
    <w:name w:val="Body Text Indent 2"/>
    <w:basedOn w:val="Normal"/>
    <w:link w:val="BodyTextIndent2Char"/>
    <w:uiPriority w:val="99"/>
    <w:rsid w:val="00753B33"/>
    <w:pPr>
      <w:spacing w:after="120" w:line="480" w:lineRule="auto"/>
      <w:ind w:left="283" w:firstLine="720"/>
      <w:jc w:val="both"/>
    </w:pPr>
    <w:rPr>
      <w:sz w:val="28"/>
      <w:szCs w:val="20"/>
    </w:rPr>
  </w:style>
  <w:style w:type="character" w:customStyle="1" w:styleId="BodyTextIndent2Char">
    <w:name w:val="Body Text Indent 2 Char"/>
    <w:basedOn w:val="DefaultParagraphFont"/>
    <w:link w:val="BodyTextIndent2"/>
    <w:uiPriority w:val="99"/>
    <w:locked/>
    <w:rsid w:val="00753B33"/>
    <w:rPr>
      <w:rFonts w:ascii="Times New Roman" w:hAnsi="Times New Roman" w:cs="Times New Roman"/>
      <w:sz w:val="20"/>
      <w:szCs w:val="20"/>
      <w:lang w:eastAsia="ru-RU"/>
    </w:rPr>
  </w:style>
  <w:style w:type="paragraph" w:styleId="EndnoteText">
    <w:name w:val="endnote text"/>
    <w:basedOn w:val="Normal"/>
    <w:link w:val="EndnoteTextChar"/>
    <w:uiPriority w:val="99"/>
    <w:semiHidden/>
    <w:rsid w:val="00753B33"/>
    <w:pPr>
      <w:spacing w:line="360" w:lineRule="auto"/>
      <w:ind w:firstLine="720"/>
      <w:jc w:val="both"/>
    </w:pPr>
    <w:rPr>
      <w:sz w:val="28"/>
      <w:szCs w:val="20"/>
    </w:rPr>
  </w:style>
  <w:style w:type="character" w:customStyle="1" w:styleId="EndnoteTextChar">
    <w:name w:val="Endnote Text Char"/>
    <w:basedOn w:val="DefaultParagraphFont"/>
    <w:link w:val="EndnoteText"/>
    <w:uiPriority w:val="99"/>
    <w:semiHidden/>
    <w:locked/>
    <w:rsid w:val="00753B33"/>
    <w:rPr>
      <w:rFonts w:ascii="Times New Roman" w:hAnsi="Times New Roman" w:cs="Times New Roman"/>
      <w:sz w:val="20"/>
      <w:szCs w:val="20"/>
      <w:lang w:eastAsia="ru-RU"/>
    </w:rPr>
  </w:style>
  <w:style w:type="paragraph" w:customStyle="1" w:styleId="ConsPlusNonformat">
    <w:name w:val="ConsPlusNonformat"/>
    <w:uiPriority w:val="99"/>
    <w:rsid w:val="00753B33"/>
    <w:pPr>
      <w:widowControl w:val="0"/>
      <w:autoSpaceDE w:val="0"/>
      <w:autoSpaceDN w:val="0"/>
      <w:adjustRightInd w:val="0"/>
    </w:pPr>
    <w:rPr>
      <w:rFonts w:ascii="Courier New" w:eastAsia="Times New Roman" w:hAnsi="Courier New" w:cs="Courier New"/>
      <w:sz w:val="20"/>
      <w:szCs w:val="20"/>
    </w:rPr>
  </w:style>
  <w:style w:type="character" w:styleId="EndnoteReference">
    <w:name w:val="endnote reference"/>
    <w:basedOn w:val="DefaultParagraphFont"/>
    <w:uiPriority w:val="99"/>
    <w:semiHidden/>
    <w:rsid w:val="00753B33"/>
    <w:rPr>
      <w:rFonts w:cs="Times New Roman"/>
      <w:vertAlign w:val="superscript"/>
    </w:rPr>
  </w:style>
  <w:style w:type="character" w:styleId="PageNumber">
    <w:name w:val="page number"/>
    <w:basedOn w:val="DefaultParagraphFont"/>
    <w:uiPriority w:val="99"/>
    <w:rsid w:val="00753B33"/>
    <w:rPr>
      <w:rFonts w:cs="Times New Roman"/>
    </w:rPr>
  </w:style>
  <w:style w:type="paragraph" w:styleId="Header">
    <w:name w:val="header"/>
    <w:basedOn w:val="Normal"/>
    <w:link w:val="HeaderChar"/>
    <w:uiPriority w:val="99"/>
    <w:rsid w:val="00753B33"/>
    <w:pPr>
      <w:tabs>
        <w:tab w:val="center" w:pos="4677"/>
        <w:tab w:val="right" w:pos="9355"/>
      </w:tabs>
      <w:spacing w:line="360" w:lineRule="auto"/>
      <w:ind w:firstLine="720"/>
      <w:jc w:val="both"/>
    </w:pPr>
    <w:rPr>
      <w:sz w:val="28"/>
      <w:szCs w:val="20"/>
    </w:rPr>
  </w:style>
  <w:style w:type="character" w:customStyle="1" w:styleId="HeaderChar">
    <w:name w:val="Header Char"/>
    <w:basedOn w:val="DefaultParagraphFont"/>
    <w:link w:val="Header"/>
    <w:uiPriority w:val="99"/>
    <w:locked/>
    <w:rsid w:val="00753B33"/>
    <w:rPr>
      <w:rFonts w:ascii="Times New Roman" w:hAnsi="Times New Roman" w:cs="Times New Roman"/>
      <w:sz w:val="20"/>
      <w:szCs w:val="20"/>
      <w:lang w:eastAsia="ru-RU"/>
    </w:rPr>
  </w:style>
  <w:style w:type="paragraph" w:styleId="BodyText3">
    <w:name w:val="Body Text 3"/>
    <w:basedOn w:val="Normal"/>
    <w:link w:val="BodyText3Char"/>
    <w:uiPriority w:val="99"/>
    <w:rsid w:val="00753B33"/>
    <w:pPr>
      <w:spacing w:after="120" w:line="360" w:lineRule="auto"/>
      <w:ind w:firstLine="720"/>
      <w:jc w:val="both"/>
    </w:pPr>
    <w:rPr>
      <w:sz w:val="16"/>
      <w:szCs w:val="16"/>
    </w:rPr>
  </w:style>
  <w:style w:type="character" w:customStyle="1" w:styleId="BodyText3Char">
    <w:name w:val="Body Text 3 Char"/>
    <w:basedOn w:val="DefaultParagraphFont"/>
    <w:link w:val="BodyText3"/>
    <w:uiPriority w:val="99"/>
    <w:locked/>
    <w:rsid w:val="00753B33"/>
    <w:rPr>
      <w:rFonts w:ascii="Times New Roman" w:hAnsi="Times New Roman" w:cs="Times New Roman"/>
      <w:sz w:val="16"/>
      <w:szCs w:val="16"/>
      <w:lang w:eastAsia="ru-RU"/>
    </w:rPr>
  </w:style>
  <w:style w:type="paragraph" w:styleId="BodyText2">
    <w:name w:val="Body Text 2"/>
    <w:basedOn w:val="Normal"/>
    <w:link w:val="BodyText2Char"/>
    <w:uiPriority w:val="99"/>
    <w:rsid w:val="00753B33"/>
    <w:pPr>
      <w:spacing w:after="120" w:line="480" w:lineRule="auto"/>
      <w:ind w:firstLine="720"/>
      <w:jc w:val="both"/>
    </w:pPr>
  </w:style>
  <w:style w:type="character" w:customStyle="1" w:styleId="BodyText2Char">
    <w:name w:val="Body Text 2 Char"/>
    <w:basedOn w:val="DefaultParagraphFont"/>
    <w:link w:val="BodyText2"/>
    <w:uiPriority w:val="99"/>
    <w:locked/>
    <w:rsid w:val="00753B33"/>
    <w:rPr>
      <w:rFonts w:ascii="Times New Roman" w:hAnsi="Times New Roman" w:cs="Times New Roman"/>
      <w:sz w:val="24"/>
      <w:szCs w:val="24"/>
      <w:lang w:eastAsia="ru-RU"/>
    </w:rPr>
  </w:style>
  <w:style w:type="paragraph" w:styleId="BodyTextIndent">
    <w:name w:val="Body Text Indent"/>
    <w:basedOn w:val="Normal"/>
    <w:link w:val="BodyTextIndentChar"/>
    <w:uiPriority w:val="99"/>
    <w:rsid w:val="00753B33"/>
    <w:pPr>
      <w:spacing w:after="120" w:line="360" w:lineRule="auto"/>
      <w:ind w:left="283" w:firstLine="720"/>
      <w:jc w:val="both"/>
    </w:pPr>
  </w:style>
  <w:style w:type="character" w:customStyle="1" w:styleId="BodyTextIndentChar">
    <w:name w:val="Body Text Indent Char"/>
    <w:basedOn w:val="DefaultParagraphFont"/>
    <w:link w:val="BodyTextIndent"/>
    <w:uiPriority w:val="99"/>
    <w:locked/>
    <w:rsid w:val="00753B33"/>
    <w:rPr>
      <w:rFonts w:ascii="Times New Roman" w:hAnsi="Times New Roman" w:cs="Times New Roman"/>
      <w:sz w:val="24"/>
      <w:szCs w:val="24"/>
      <w:lang w:eastAsia="ru-RU"/>
    </w:rPr>
  </w:style>
  <w:style w:type="character" w:styleId="LineNumber">
    <w:name w:val="line number"/>
    <w:basedOn w:val="DefaultParagraphFont"/>
    <w:uiPriority w:val="99"/>
    <w:rsid w:val="00753B33"/>
    <w:rPr>
      <w:rFonts w:cs="Times New Roman"/>
    </w:rPr>
  </w:style>
  <w:style w:type="paragraph" w:styleId="Subtitle">
    <w:name w:val="Subtitle"/>
    <w:basedOn w:val="Normal"/>
    <w:next w:val="Normal"/>
    <w:link w:val="SubtitleChar"/>
    <w:uiPriority w:val="99"/>
    <w:qFormat/>
    <w:rsid w:val="00753B33"/>
    <w:pPr>
      <w:spacing w:line="360" w:lineRule="auto"/>
      <w:ind w:firstLine="720"/>
      <w:jc w:val="right"/>
    </w:pPr>
    <w:rPr>
      <w:rFonts w:ascii="Arial" w:hAnsi="Arial"/>
      <w:b/>
    </w:rPr>
  </w:style>
  <w:style w:type="character" w:customStyle="1" w:styleId="SubtitleChar">
    <w:name w:val="Subtitle Char"/>
    <w:basedOn w:val="DefaultParagraphFont"/>
    <w:link w:val="Subtitle"/>
    <w:uiPriority w:val="99"/>
    <w:locked/>
    <w:rsid w:val="00753B33"/>
    <w:rPr>
      <w:rFonts w:ascii="Arial" w:hAnsi="Arial" w:cs="Times New Roman"/>
      <w:b/>
      <w:sz w:val="24"/>
      <w:szCs w:val="24"/>
      <w:lang w:eastAsia="ru-RU"/>
    </w:rPr>
  </w:style>
  <w:style w:type="paragraph" w:customStyle="1" w:styleId="ConsPlusNormal">
    <w:name w:val="ConsPlusNormal"/>
    <w:uiPriority w:val="99"/>
    <w:rsid w:val="00753B33"/>
    <w:pPr>
      <w:widowControl w:val="0"/>
      <w:autoSpaceDE w:val="0"/>
      <w:autoSpaceDN w:val="0"/>
      <w:adjustRightInd w:val="0"/>
    </w:pPr>
    <w:rPr>
      <w:rFonts w:ascii="Arial" w:eastAsia="Times New Roman" w:hAnsi="Arial" w:cs="Arial"/>
      <w:sz w:val="20"/>
      <w:szCs w:val="20"/>
    </w:rPr>
  </w:style>
  <w:style w:type="paragraph" w:styleId="FootnoteText">
    <w:name w:val="footnote text"/>
    <w:basedOn w:val="Normal"/>
    <w:link w:val="FootnoteTextChar"/>
    <w:uiPriority w:val="99"/>
    <w:rsid w:val="00753B33"/>
    <w:pPr>
      <w:spacing w:after="200" w:line="276" w:lineRule="auto"/>
    </w:pPr>
    <w:rPr>
      <w:rFonts w:ascii="Calibri" w:hAnsi="Calibri" w:cs="Calibri"/>
      <w:sz w:val="20"/>
      <w:szCs w:val="20"/>
      <w:lang w:eastAsia="en-US"/>
    </w:rPr>
  </w:style>
  <w:style w:type="character" w:customStyle="1" w:styleId="FootnoteTextChar">
    <w:name w:val="Footnote Text Char"/>
    <w:basedOn w:val="DefaultParagraphFont"/>
    <w:link w:val="FootnoteText"/>
    <w:uiPriority w:val="99"/>
    <w:locked/>
    <w:rsid w:val="00753B33"/>
    <w:rPr>
      <w:rFonts w:ascii="Calibri" w:hAnsi="Calibri" w:cs="Calibri"/>
      <w:sz w:val="20"/>
      <w:szCs w:val="20"/>
    </w:rPr>
  </w:style>
  <w:style w:type="character" w:styleId="FootnoteReference">
    <w:name w:val="footnote reference"/>
    <w:basedOn w:val="DefaultParagraphFont"/>
    <w:uiPriority w:val="99"/>
    <w:rsid w:val="00753B33"/>
    <w:rPr>
      <w:rFonts w:cs="Times New Roman"/>
      <w:vertAlign w:val="superscript"/>
    </w:rPr>
  </w:style>
  <w:style w:type="character" w:customStyle="1" w:styleId="ep">
    <w:name w:val="ep"/>
    <w:basedOn w:val="DefaultParagraphFont"/>
    <w:uiPriority w:val="99"/>
    <w:rsid w:val="00753B33"/>
    <w:rPr>
      <w:rFonts w:cs="Times New Roman"/>
    </w:rPr>
  </w:style>
  <w:style w:type="paragraph" w:customStyle="1" w:styleId="s1">
    <w:name w:val="s_1"/>
    <w:basedOn w:val="Normal"/>
    <w:uiPriority w:val="99"/>
    <w:rsid w:val="00753B33"/>
    <w:pPr>
      <w:spacing w:before="100" w:beforeAutospacing="1" w:after="100" w:afterAutospacing="1"/>
    </w:pPr>
  </w:style>
  <w:style w:type="paragraph" w:customStyle="1" w:styleId="s22">
    <w:name w:val="s_22"/>
    <w:basedOn w:val="Normal"/>
    <w:uiPriority w:val="99"/>
    <w:rsid w:val="00753B33"/>
    <w:pPr>
      <w:spacing w:before="100" w:beforeAutospacing="1" w:after="100" w:afterAutospacing="1"/>
    </w:pPr>
  </w:style>
  <w:style w:type="paragraph" w:styleId="Title">
    <w:name w:val="Title"/>
    <w:basedOn w:val="Normal"/>
    <w:next w:val="Subtitle"/>
    <w:link w:val="TitleChar"/>
    <w:uiPriority w:val="99"/>
    <w:qFormat/>
    <w:rsid w:val="00BB0218"/>
    <w:pPr>
      <w:jc w:val="center"/>
    </w:pPr>
    <w:rPr>
      <w:sz w:val="28"/>
      <w:szCs w:val="28"/>
      <w:lang w:eastAsia="ar-SA"/>
    </w:rPr>
  </w:style>
  <w:style w:type="character" w:customStyle="1" w:styleId="TitleChar">
    <w:name w:val="Title Char"/>
    <w:basedOn w:val="DefaultParagraphFont"/>
    <w:link w:val="Title"/>
    <w:uiPriority w:val="99"/>
    <w:locked/>
    <w:rsid w:val="00BB0218"/>
    <w:rPr>
      <w:rFonts w:ascii="Times New Roman" w:hAnsi="Times New Roman" w:cs="Times New Roman"/>
      <w:sz w:val="28"/>
      <w:szCs w:val="28"/>
      <w:lang w:eastAsia="ar-SA" w:bidi="ar-SA"/>
    </w:rPr>
  </w:style>
  <w:style w:type="paragraph" w:styleId="NormalWeb">
    <w:name w:val="Normal (Web)"/>
    <w:basedOn w:val="Normal"/>
    <w:uiPriority w:val="99"/>
    <w:rsid w:val="00BB0218"/>
    <w:pPr>
      <w:spacing w:before="100" w:beforeAutospacing="1" w:after="100" w:afterAutospacing="1"/>
    </w:pPr>
  </w:style>
  <w:style w:type="numbering" w:customStyle="1" w:styleId="8">
    <w:name w:val="Стиль8"/>
    <w:rsid w:val="008F45ED"/>
    <w:pPr>
      <w:numPr>
        <w:numId w:val="1"/>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D01E9A9B342D8FB318C76D59B02BB871221EEF161044A7AF714B153EAE3265EC4B81151EEBE038AM1Q1I" TargetMode="External"/><Relationship Id="rId13" Type="http://schemas.openxmlformats.org/officeDocument/2006/relationships/hyperlink" Target="consultantplus://offline/ref=FFBEDD5E3EA1ABC02C09F52ADD76E924A955928EC779E646DFEA9278EFC20EF9D48DCEAEA562f7qD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CD01E9A9B342D8FB318C76D59B02BB871221EDF561054A7AF714B153EAMEQ3I" TargetMode="External"/><Relationship Id="rId12" Type="http://schemas.openxmlformats.org/officeDocument/2006/relationships/hyperlink" Target="consultantplus://offline/ref=5326A94F963F568B0935A19750AACE95215FD5DAE9CCDBFB9EA90EB8k215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EB6F19B6758EA2D98DBA021CED1A542AF1B490A7410F71087FF0FC9A87632C24A997C4650E538n0y2L" TargetMode="External"/><Relationship Id="rId5" Type="http://schemas.openxmlformats.org/officeDocument/2006/relationships/footnotes" Target="footnotes.xml"/><Relationship Id="rId15" Type="http://schemas.openxmlformats.org/officeDocument/2006/relationships/hyperlink" Target="consultantplus://offline/ref=2A5CB76A57DF5D37AE6D941D685ED7B35C41090677C663E7DC832A3BB8eF37K" TargetMode="External"/><Relationship Id="rId10" Type="http://schemas.openxmlformats.org/officeDocument/2006/relationships/hyperlink" Target="consultantplus://offline/ref=3F99D00B7D31ACD749DD81F4CF145FD15019E916972AC056FEC5EC352C427379E4AC77B5B4A0E9CC44q6L" TargetMode="External"/><Relationship Id="rId4" Type="http://schemas.openxmlformats.org/officeDocument/2006/relationships/webSettings" Target="webSettings.xml"/><Relationship Id="rId9" Type="http://schemas.openxmlformats.org/officeDocument/2006/relationships/hyperlink" Target="consultantplus://offline/ref=18BCCD2EB540BD4976DB0BA2B843A0ACC84C596ECFDACB1AF98A2A17835A34E3EC64D8EB224036eEUDL" TargetMode="External"/><Relationship Id="rId14" Type="http://schemas.openxmlformats.org/officeDocument/2006/relationships/hyperlink" Target="consultantplus://offline/main?base=LAW;n=117254;fld=13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433</TotalTime>
  <Pages>46</Pages>
  <Words>17264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Yana.Fedorova</dc:creator>
  <cp:keywords/>
  <dc:description/>
  <cp:lastModifiedBy>Админ</cp:lastModifiedBy>
  <cp:revision>18</cp:revision>
  <cp:lastPrinted>2015-09-09T06:28:00Z</cp:lastPrinted>
  <dcterms:created xsi:type="dcterms:W3CDTF">2014-03-25T11:16:00Z</dcterms:created>
  <dcterms:modified xsi:type="dcterms:W3CDTF">2015-09-30T06:20:00Z</dcterms:modified>
</cp:coreProperties>
</file>